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57372D0" w14:textId="0DAE777C" w:rsidR="00390E79" w:rsidRPr="003E7BD1" w:rsidRDefault="00390E79" w:rsidP="00390E79">
      <w:pPr>
        <w:jc w:val="center"/>
        <w:rPr>
          <w:b/>
          <w:bCs/>
          <w:sz w:val="24"/>
          <w:szCs w:val="24"/>
          <w:u w:val="single"/>
        </w:rPr>
      </w:pPr>
      <w:r w:rsidRPr="003E7BD1">
        <w:rPr>
          <w:b/>
          <w:bCs/>
          <w:sz w:val="24"/>
          <w:szCs w:val="24"/>
          <w:u w:val="single"/>
        </w:rPr>
        <w:t xml:space="preserve">GRANT ACTIVITY – </w:t>
      </w:r>
      <w:r w:rsidR="00915F4D">
        <w:rPr>
          <w:b/>
          <w:bCs/>
          <w:sz w:val="24"/>
          <w:szCs w:val="24"/>
          <w:u w:val="single"/>
        </w:rPr>
        <w:t>8 May</w:t>
      </w:r>
      <w:r w:rsidR="004A3BA2">
        <w:rPr>
          <w:b/>
          <w:bCs/>
          <w:sz w:val="24"/>
          <w:szCs w:val="24"/>
          <w:u w:val="single"/>
        </w:rPr>
        <w:t xml:space="preserve"> 2024</w:t>
      </w:r>
    </w:p>
    <w:p w14:paraId="4E8B573D" w14:textId="77777777" w:rsidR="001872F3" w:rsidRDefault="001872F3" w:rsidP="00390E79">
      <w:pPr>
        <w:rPr>
          <w:b/>
          <w:bCs/>
          <w:sz w:val="24"/>
          <w:szCs w:val="24"/>
          <w:u w:val="single"/>
        </w:rPr>
      </w:pPr>
    </w:p>
    <w:p w14:paraId="7BF8B944" w14:textId="12041E9C" w:rsidR="001F2C03" w:rsidRDefault="00D37D79" w:rsidP="00390E79">
      <w:pPr>
        <w:rPr>
          <w:sz w:val="24"/>
          <w:szCs w:val="24"/>
        </w:rPr>
      </w:pPr>
      <w:r w:rsidRPr="00D66772">
        <w:rPr>
          <w:b/>
          <w:bCs/>
          <w:sz w:val="24"/>
          <w:szCs w:val="24"/>
          <w:u w:val="single"/>
        </w:rPr>
        <w:t>FAA</w:t>
      </w:r>
      <w:r w:rsidR="00D66772">
        <w:rPr>
          <w:sz w:val="24"/>
          <w:szCs w:val="24"/>
        </w:rPr>
        <w:t xml:space="preserve"> </w:t>
      </w:r>
    </w:p>
    <w:p w14:paraId="25228E31" w14:textId="3D163549" w:rsidR="00622C5A" w:rsidRDefault="00F407B1" w:rsidP="00390E79">
      <w:pPr>
        <w:rPr>
          <w:sz w:val="24"/>
          <w:szCs w:val="24"/>
        </w:rPr>
      </w:pPr>
      <w:r>
        <w:rPr>
          <w:b/>
          <w:bCs/>
          <w:sz w:val="24"/>
          <w:szCs w:val="24"/>
        </w:rPr>
        <w:t>Utility Improvements- Stormwater and Electrical</w:t>
      </w:r>
      <w:r w:rsidR="00E9053F">
        <w:rPr>
          <w:b/>
          <w:bCs/>
          <w:sz w:val="24"/>
          <w:szCs w:val="24"/>
        </w:rPr>
        <w:t xml:space="preserve"> -– NO ACTIVITY</w:t>
      </w:r>
    </w:p>
    <w:p w14:paraId="4D02E310" w14:textId="77777777" w:rsidR="003077A0" w:rsidRPr="003E7BD1" w:rsidRDefault="003077A0" w:rsidP="003077A0">
      <w:pPr>
        <w:ind w:left="1440" w:hanging="1440"/>
        <w:rPr>
          <w:sz w:val="24"/>
          <w:szCs w:val="24"/>
        </w:rPr>
      </w:pPr>
    </w:p>
    <w:p w14:paraId="3CAF6DC8" w14:textId="33D021DC" w:rsidR="00961484" w:rsidRDefault="00961484">
      <w:pPr>
        <w:suppressAutoHyphens w:val="0"/>
        <w:autoSpaceDE/>
        <w:rPr>
          <w:b/>
          <w:bCs/>
          <w:sz w:val="24"/>
          <w:szCs w:val="24"/>
          <w:u w:val="single"/>
        </w:rPr>
      </w:pPr>
    </w:p>
    <w:p w14:paraId="106D7587" w14:textId="45071B4F" w:rsidR="006C5DFD" w:rsidRDefault="00EA2394" w:rsidP="005E4963">
      <w:pPr>
        <w:rPr>
          <w:sz w:val="24"/>
          <w:szCs w:val="24"/>
        </w:rPr>
      </w:pPr>
      <w:r w:rsidRPr="003E7BD1">
        <w:rPr>
          <w:b/>
          <w:bCs/>
          <w:sz w:val="24"/>
          <w:szCs w:val="24"/>
          <w:u w:val="single"/>
        </w:rPr>
        <w:t>FDOT</w:t>
      </w:r>
      <w:r w:rsidRPr="00EA2394">
        <w:rPr>
          <w:sz w:val="24"/>
          <w:szCs w:val="24"/>
        </w:rPr>
        <w:t xml:space="preserve"> </w:t>
      </w:r>
    </w:p>
    <w:p w14:paraId="2F8534F7" w14:textId="77777777" w:rsidR="00283564" w:rsidRDefault="00283564" w:rsidP="00CE0781">
      <w:pPr>
        <w:ind w:left="1440" w:hanging="1440"/>
        <w:rPr>
          <w:sz w:val="24"/>
          <w:szCs w:val="24"/>
        </w:rPr>
      </w:pPr>
    </w:p>
    <w:p w14:paraId="729129C0" w14:textId="79106807" w:rsidR="00D14092" w:rsidRDefault="00D14092" w:rsidP="00CE0781">
      <w:pPr>
        <w:ind w:left="1440" w:hanging="1440"/>
        <w:rPr>
          <w:b/>
          <w:bCs/>
          <w:sz w:val="24"/>
          <w:szCs w:val="24"/>
        </w:rPr>
      </w:pPr>
      <w:r>
        <w:rPr>
          <w:b/>
          <w:bCs/>
          <w:sz w:val="24"/>
          <w:szCs w:val="24"/>
        </w:rPr>
        <w:t>Utility Improvements</w:t>
      </w:r>
      <w:r w:rsidR="00A41CCF">
        <w:rPr>
          <w:b/>
          <w:bCs/>
          <w:sz w:val="24"/>
          <w:szCs w:val="24"/>
        </w:rPr>
        <w:t>- Stormwater and Electrical</w:t>
      </w:r>
      <w:r w:rsidR="00ED30B8">
        <w:rPr>
          <w:b/>
          <w:bCs/>
          <w:sz w:val="24"/>
          <w:szCs w:val="24"/>
        </w:rPr>
        <w:t xml:space="preserve"> </w:t>
      </w:r>
    </w:p>
    <w:p w14:paraId="47BB34E0" w14:textId="1A24A10C" w:rsidR="00EA3AA2" w:rsidRDefault="000C3BD8" w:rsidP="00CE0781">
      <w:pPr>
        <w:ind w:left="1440" w:hanging="1440"/>
        <w:rPr>
          <w:sz w:val="24"/>
          <w:szCs w:val="24"/>
        </w:rPr>
      </w:pPr>
      <w:r>
        <w:rPr>
          <w:sz w:val="24"/>
          <w:szCs w:val="24"/>
        </w:rPr>
        <w:t>4/18/2024 –</w:t>
      </w:r>
      <w:r>
        <w:rPr>
          <w:sz w:val="24"/>
          <w:szCs w:val="24"/>
        </w:rPr>
        <w:tab/>
        <w:t xml:space="preserve">Invoice # 126895 </w:t>
      </w:r>
      <w:r w:rsidR="00B429D0">
        <w:rPr>
          <w:sz w:val="24"/>
          <w:szCs w:val="24"/>
        </w:rPr>
        <w:t>in the amount of $</w:t>
      </w:r>
      <w:r w:rsidR="00B429D0">
        <w:rPr>
          <w:sz w:val="24"/>
          <w:szCs w:val="24"/>
        </w:rPr>
        <w:t xml:space="preserve">8,790.00 </w:t>
      </w:r>
      <w:r>
        <w:rPr>
          <w:sz w:val="24"/>
          <w:szCs w:val="24"/>
        </w:rPr>
        <w:t>emailed to Admin for processing</w:t>
      </w:r>
      <w:r w:rsidR="00237C19">
        <w:rPr>
          <w:sz w:val="24"/>
          <w:szCs w:val="24"/>
        </w:rPr>
        <w:t xml:space="preserve">. </w:t>
      </w:r>
      <w:r w:rsidR="00962D95">
        <w:rPr>
          <w:sz w:val="24"/>
          <w:szCs w:val="24"/>
        </w:rPr>
        <w:t>The i</w:t>
      </w:r>
      <w:r>
        <w:rPr>
          <w:sz w:val="24"/>
          <w:szCs w:val="24"/>
        </w:rPr>
        <w:t xml:space="preserve">nvoice is for engineering services from </w:t>
      </w:r>
      <w:r w:rsidR="00DB2066">
        <w:rPr>
          <w:sz w:val="24"/>
          <w:szCs w:val="24"/>
        </w:rPr>
        <w:t>11/1/2023 through 1/31/2024 on the electrical vault</w:t>
      </w:r>
      <w:r w:rsidR="005054E2">
        <w:rPr>
          <w:sz w:val="24"/>
          <w:szCs w:val="24"/>
        </w:rPr>
        <w:t>.</w:t>
      </w:r>
    </w:p>
    <w:p w14:paraId="0E84EB2C" w14:textId="00303417" w:rsidR="005054E2" w:rsidRDefault="005054E2" w:rsidP="00CE0781">
      <w:pPr>
        <w:ind w:left="1440" w:hanging="1440"/>
        <w:rPr>
          <w:sz w:val="24"/>
          <w:szCs w:val="24"/>
        </w:rPr>
      </w:pPr>
      <w:r>
        <w:rPr>
          <w:sz w:val="24"/>
          <w:szCs w:val="24"/>
        </w:rPr>
        <w:t xml:space="preserve">4/19/2024 - </w:t>
      </w:r>
      <w:r>
        <w:rPr>
          <w:sz w:val="24"/>
          <w:szCs w:val="24"/>
        </w:rPr>
        <w:tab/>
        <w:t>Admin reviewed documents</w:t>
      </w:r>
      <w:r w:rsidR="001C27F6">
        <w:rPr>
          <w:sz w:val="24"/>
          <w:szCs w:val="24"/>
        </w:rPr>
        <w:t>, renamed files to reflect the invoice number submitted</w:t>
      </w:r>
      <w:r w:rsidR="00237C19">
        <w:rPr>
          <w:sz w:val="24"/>
          <w:szCs w:val="24"/>
        </w:rPr>
        <w:t xml:space="preserve">. </w:t>
      </w:r>
      <w:r w:rsidR="00875D01">
        <w:rPr>
          <w:sz w:val="24"/>
          <w:szCs w:val="24"/>
        </w:rPr>
        <w:t xml:space="preserve">Grant certification form </w:t>
      </w:r>
      <w:r w:rsidR="007E2C8F">
        <w:rPr>
          <w:sz w:val="24"/>
          <w:szCs w:val="24"/>
        </w:rPr>
        <w:t>created,</w:t>
      </w:r>
      <w:r w:rsidR="008F7049">
        <w:rPr>
          <w:sz w:val="24"/>
          <w:szCs w:val="24"/>
        </w:rPr>
        <w:t xml:space="preserve"> and all documents sent to grant coordinator for review.</w:t>
      </w:r>
    </w:p>
    <w:p w14:paraId="6349BD4C" w14:textId="6FB6BDB6" w:rsidR="00285F0B" w:rsidRPr="000C3BD8" w:rsidRDefault="00285F0B" w:rsidP="00CE0781">
      <w:pPr>
        <w:ind w:left="1440" w:hanging="1440"/>
        <w:rPr>
          <w:sz w:val="24"/>
          <w:szCs w:val="24"/>
        </w:rPr>
      </w:pPr>
      <w:r>
        <w:rPr>
          <w:sz w:val="24"/>
          <w:szCs w:val="24"/>
        </w:rPr>
        <w:t>4/2</w:t>
      </w:r>
      <w:r w:rsidR="00740BF2">
        <w:rPr>
          <w:sz w:val="24"/>
          <w:szCs w:val="24"/>
        </w:rPr>
        <w:t>2</w:t>
      </w:r>
      <w:r>
        <w:rPr>
          <w:sz w:val="24"/>
          <w:szCs w:val="24"/>
        </w:rPr>
        <w:t xml:space="preserve">/2024 - </w:t>
      </w:r>
      <w:r>
        <w:rPr>
          <w:sz w:val="24"/>
          <w:szCs w:val="24"/>
        </w:rPr>
        <w:tab/>
        <w:t>Signed certification form received via email</w:t>
      </w:r>
      <w:r w:rsidR="00237C19">
        <w:rPr>
          <w:sz w:val="24"/>
          <w:szCs w:val="24"/>
        </w:rPr>
        <w:t xml:space="preserve">. </w:t>
      </w:r>
      <w:r w:rsidR="007E2C8F">
        <w:rPr>
          <w:sz w:val="24"/>
          <w:szCs w:val="24"/>
        </w:rPr>
        <w:t xml:space="preserve">Admin coordinated with Chairman for his signature on </w:t>
      </w:r>
      <w:r w:rsidR="001B7955">
        <w:rPr>
          <w:sz w:val="24"/>
          <w:szCs w:val="24"/>
        </w:rPr>
        <w:t>required documents</w:t>
      </w:r>
      <w:r w:rsidR="00237C19">
        <w:rPr>
          <w:sz w:val="24"/>
          <w:szCs w:val="24"/>
        </w:rPr>
        <w:t xml:space="preserve">. </w:t>
      </w:r>
    </w:p>
    <w:p w14:paraId="4F8E8A23" w14:textId="0BD9F2FE" w:rsidR="00961484" w:rsidRDefault="00740BF2" w:rsidP="000151FB">
      <w:pPr>
        <w:ind w:left="1440" w:hanging="1440"/>
        <w:rPr>
          <w:sz w:val="24"/>
          <w:szCs w:val="24"/>
        </w:rPr>
      </w:pPr>
      <w:r>
        <w:rPr>
          <w:sz w:val="24"/>
          <w:szCs w:val="24"/>
        </w:rPr>
        <w:t xml:space="preserve">4/23/2024 - </w:t>
      </w:r>
      <w:r>
        <w:rPr>
          <w:sz w:val="24"/>
          <w:szCs w:val="24"/>
        </w:rPr>
        <w:tab/>
        <w:t>Pay request submitted to FDOT for processing.</w:t>
      </w:r>
    </w:p>
    <w:p w14:paraId="56C94A74" w14:textId="77777777" w:rsidR="0071256E" w:rsidRDefault="0071256E" w:rsidP="000151FB">
      <w:pPr>
        <w:ind w:left="1440" w:hanging="1440"/>
        <w:rPr>
          <w:sz w:val="24"/>
          <w:szCs w:val="24"/>
        </w:rPr>
      </w:pPr>
    </w:p>
    <w:p w14:paraId="3AA4C9C6" w14:textId="498B57EA" w:rsidR="00BF4D37" w:rsidRDefault="0071256E" w:rsidP="00BF4D37">
      <w:pPr>
        <w:ind w:left="1440" w:hanging="1440"/>
        <w:rPr>
          <w:sz w:val="24"/>
          <w:szCs w:val="24"/>
        </w:rPr>
      </w:pPr>
      <w:r>
        <w:rPr>
          <w:sz w:val="24"/>
          <w:szCs w:val="24"/>
        </w:rPr>
        <w:t xml:space="preserve">4/26/2024 - </w:t>
      </w:r>
      <w:r>
        <w:rPr>
          <w:sz w:val="24"/>
          <w:szCs w:val="24"/>
        </w:rPr>
        <w:tab/>
        <w:t xml:space="preserve">Invoice # 127358 in the amount of </w:t>
      </w:r>
      <w:r w:rsidR="00B429D0">
        <w:rPr>
          <w:sz w:val="24"/>
          <w:szCs w:val="24"/>
        </w:rPr>
        <w:t>$5,006.78 emailed to Admin for processing.</w:t>
      </w:r>
      <w:r w:rsidR="0065675F">
        <w:rPr>
          <w:sz w:val="24"/>
          <w:szCs w:val="24"/>
        </w:rPr>
        <w:t xml:space="preserve"> This invoice is for engineering services from 1/1/20204 through 3/31/2024 on the stormwater improvements, specifically the repair of the broken pipe under the runway</w:t>
      </w:r>
      <w:r w:rsidR="00237C19">
        <w:rPr>
          <w:sz w:val="24"/>
          <w:szCs w:val="24"/>
        </w:rPr>
        <w:t xml:space="preserve">. </w:t>
      </w:r>
      <w:r w:rsidR="005054CF">
        <w:rPr>
          <w:sz w:val="24"/>
          <w:szCs w:val="24"/>
        </w:rPr>
        <w:t>Admin reviewed documents for errors and recorded in QuickBooks</w:t>
      </w:r>
      <w:r w:rsidR="00237C19">
        <w:rPr>
          <w:sz w:val="24"/>
          <w:szCs w:val="24"/>
        </w:rPr>
        <w:t xml:space="preserve">. </w:t>
      </w:r>
      <w:r w:rsidR="00361008">
        <w:rPr>
          <w:sz w:val="24"/>
          <w:szCs w:val="24"/>
        </w:rPr>
        <w:t>Grant certification form created, and all documents sent to grant coordinator for review</w:t>
      </w:r>
      <w:r w:rsidR="00237C19">
        <w:rPr>
          <w:sz w:val="24"/>
          <w:szCs w:val="24"/>
        </w:rPr>
        <w:t xml:space="preserve">. </w:t>
      </w:r>
      <w:r w:rsidR="0007785C">
        <w:rPr>
          <w:sz w:val="24"/>
          <w:szCs w:val="24"/>
        </w:rPr>
        <w:t>The signed certification form received back from coordinator</w:t>
      </w:r>
      <w:r w:rsidR="00237C19">
        <w:rPr>
          <w:sz w:val="24"/>
          <w:szCs w:val="24"/>
        </w:rPr>
        <w:t xml:space="preserve">. </w:t>
      </w:r>
      <w:r w:rsidR="0007785C">
        <w:rPr>
          <w:sz w:val="24"/>
          <w:szCs w:val="24"/>
        </w:rPr>
        <w:t xml:space="preserve">Chairman signed required documents. </w:t>
      </w:r>
      <w:r w:rsidR="00BF4D37">
        <w:rPr>
          <w:sz w:val="24"/>
          <w:szCs w:val="24"/>
        </w:rPr>
        <w:t xml:space="preserve">This pay request </w:t>
      </w:r>
      <w:proofErr w:type="gramStart"/>
      <w:r w:rsidR="00BF4D37">
        <w:rPr>
          <w:sz w:val="24"/>
          <w:szCs w:val="24"/>
        </w:rPr>
        <w:t>has to</w:t>
      </w:r>
      <w:proofErr w:type="gramEnd"/>
      <w:r w:rsidR="00BF4D37">
        <w:rPr>
          <w:sz w:val="24"/>
          <w:szCs w:val="24"/>
        </w:rPr>
        <w:t xml:space="preserve"> be held until the payment for invoice # 126895 has cleared the bank.</w:t>
      </w:r>
    </w:p>
    <w:p w14:paraId="4C690CFC" w14:textId="13E3A9D5" w:rsidR="00740BF2" w:rsidRDefault="00946C8A" w:rsidP="000151FB">
      <w:pPr>
        <w:ind w:left="1440" w:hanging="1440"/>
        <w:rPr>
          <w:sz w:val="24"/>
          <w:szCs w:val="24"/>
        </w:rPr>
      </w:pPr>
      <w:r>
        <w:rPr>
          <w:sz w:val="24"/>
          <w:szCs w:val="24"/>
        </w:rPr>
        <w:t xml:space="preserve">4/30/2024 - </w:t>
      </w:r>
      <w:r>
        <w:rPr>
          <w:sz w:val="24"/>
          <w:szCs w:val="24"/>
        </w:rPr>
        <w:tab/>
        <w:t>Funds posted to our grant account.</w:t>
      </w:r>
    </w:p>
    <w:p w14:paraId="6210FD97" w14:textId="1DD43470" w:rsidR="00946C8A" w:rsidRDefault="00946C8A" w:rsidP="000151FB">
      <w:pPr>
        <w:ind w:left="1440" w:hanging="1440"/>
        <w:rPr>
          <w:sz w:val="24"/>
          <w:szCs w:val="24"/>
        </w:rPr>
      </w:pPr>
      <w:r>
        <w:rPr>
          <w:sz w:val="24"/>
          <w:szCs w:val="24"/>
        </w:rPr>
        <w:t xml:space="preserve">5/1/2024 - </w:t>
      </w:r>
      <w:r>
        <w:rPr>
          <w:sz w:val="24"/>
          <w:szCs w:val="24"/>
        </w:rPr>
        <w:tab/>
      </w:r>
      <w:r w:rsidR="00E611BE">
        <w:rPr>
          <w:sz w:val="24"/>
          <w:szCs w:val="24"/>
        </w:rPr>
        <w:t>Payment recorded in QuickBooks, check printed and signatures obtained</w:t>
      </w:r>
      <w:r w:rsidR="00237C19">
        <w:rPr>
          <w:sz w:val="24"/>
          <w:szCs w:val="24"/>
        </w:rPr>
        <w:t xml:space="preserve">. </w:t>
      </w:r>
      <w:r w:rsidR="00E611BE">
        <w:rPr>
          <w:sz w:val="24"/>
          <w:szCs w:val="24"/>
        </w:rPr>
        <w:t xml:space="preserve">A copy of </w:t>
      </w:r>
      <w:r w:rsidR="00B76F20">
        <w:rPr>
          <w:sz w:val="24"/>
          <w:szCs w:val="24"/>
        </w:rPr>
        <w:t xml:space="preserve">the </w:t>
      </w:r>
      <w:r w:rsidR="00E611BE">
        <w:rPr>
          <w:sz w:val="24"/>
          <w:szCs w:val="24"/>
        </w:rPr>
        <w:t xml:space="preserve">check and lien release sent to AVCON </w:t>
      </w:r>
      <w:r w:rsidR="00E919C1">
        <w:rPr>
          <w:sz w:val="24"/>
          <w:szCs w:val="24"/>
        </w:rPr>
        <w:t>for processing of lien release</w:t>
      </w:r>
      <w:proofErr w:type="gramStart"/>
      <w:r w:rsidR="00E919C1">
        <w:rPr>
          <w:sz w:val="24"/>
          <w:szCs w:val="24"/>
        </w:rPr>
        <w:t xml:space="preserve">.  </w:t>
      </w:r>
      <w:proofErr w:type="gramEnd"/>
      <w:r w:rsidR="00E919C1">
        <w:rPr>
          <w:sz w:val="24"/>
          <w:szCs w:val="24"/>
        </w:rPr>
        <w:t xml:space="preserve">The actual check </w:t>
      </w:r>
      <w:r w:rsidR="0071256E">
        <w:rPr>
          <w:sz w:val="24"/>
          <w:szCs w:val="24"/>
        </w:rPr>
        <w:t>was mailed</w:t>
      </w:r>
      <w:r w:rsidR="00E919C1">
        <w:rPr>
          <w:sz w:val="24"/>
          <w:szCs w:val="24"/>
        </w:rPr>
        <w:t xml:space="preserve"> to AVCON corporate office in Orlando.</w:t>
      </w:r>
    </w:p>
    <w:p w14:paraId="6330BEA2" w14:textId="77777777" w:rsidR="00E919C1" w:rsidRPr="00642535" w:rsidRDefault="00E919C1" w:rsidP="000151FB">
      <w:pPr>
        <w:ind w:left="1440" w:hanging="1440"/>
        <w:rPr>
          <w:sz w:val="24"/>
          <w:szCs w:val="24"/>
        </w:rPr>
      </w:pPr>
    </w:p>
    <w:p w14:paraId="1335C2BD" w14:textId="5EF055A2" w:rsidR="00107F87" w:rsidRDefault="00107F87" w:rsidP="00F87647">
      <w:pPr>
        <w:ind w:left="1440" w:hanging="1440"/>
        <w:rPr>
          <w:b/>
          <w:bCs/>
          <w:sz w:val="24"/>
          <w:szCs w:val="24"/>
        </w:rPr>
      </w:pPr>
      <w:r>
        <w:rPr>
          <w:b/>
          <w:bCs/>
          <w:sz w:val="24"/>
          <w:szCs w:val="24"/>
        </w:rPr>
        <w:t>Height Zoning Ordinance</w:t>
      </w:r>
      <w:r w:rsidR="00611DCD">
        <w:rPr>
          <w:b/>
          <w:bCs/>
          <w:sz w:val="24"/>
          <w:szCs w:val="24"/>
        </w:rPr>
        <w:t xml:space="preserve"> </w:t>
      </w:r>
      <w:r w:rsidR="00715F47">
        <w:rPr>
          <w:b/>
          <w:bCs/>
          <w:sz w:val="24"/>
          <w:szCs w:val="24"/>
        </w:rPr>
        <w:t>- NO ACTIVITY</w:t>
      </w:r>
    </w:p>
    <w:p w14:paraId="3EBD28A9" w14:textId="77777777" w:rsidR="0026479F" w:rsidRDefault="0026479F" w:rsidP="00404482">
      <w:pPr>
        <w:ind w:left="1440" w:hanging="1440"/>
        <w:rPr>
          <w:sz w:val="24"/>
          <w:szCs w:val="24"/>
        </w:rPr>
      </w:pPr>
    </w:p>
    <w:p w14:paraId="0F717357" w14:textId="73DC6159" w:rsidR="0003586F" w:rsidRDefault="0003586F" w:rsidP="00646BF6">
      <w:pPr>
        <w:ind w:left="1440" w:hanging="1440"/>
        <w:rPr>
          <w:sz w:val="24"/>
          <w:szCs w:val="24"/>
        </w:rPr>
      </w:pPr>
    </w:p>
    <w:p w14:paraId="47645E0F" w14:textId="09A45170" w:rsidR="00F87647" w:rsidRDefault="00FF4D87" w:rsidP="00F87647">
      <w:pPr>
        <w:ind w:left="1440" w:hanging="1440"/>
        <w:rPr>
          <w:b/>
          <w:bCs/>
          <w:sz w:val="24"/>
          <w:szCs w:val="24"/>
        </w:rPr>
      </w:pPr>
      <w:r>
        <w:rPr>
          <w:b/>
          <w:bCs/>
          <w:sz w:val="24"/>
          <w:szCs w:val="24"/>
        </w:rPr>
        <w:t>Future Hangar Site Improvements</w:t>
      </w:r>
      <w:r w:rsidR="00F87647">
        <w:rPr>
          <w:b/>
          <w:bCs/>
          <w:sz w:val="24"/>
          <w:szCs w:val="24"/>
        </w:rPr>
        <w:t xml:space="preserve"> </w:t>
      </w:r>
    </w:p>
    <w:p w14:paraId="1417611A" w14:textId="40F02962" w:rsidR="003B20D1" w:rsidRPr="006A6F88" w:rsidRDefault="00DC4125" w:rsidP="006A6F88">
      <w:pPr>
        <w:ind w:left="1440" w:hanging="1440"/>
        <w:rPr>
          <w:b/>
          <w:bCs/>
          <w:sz w:val="24"/>
          <w:szCs w:val="24"/>
        </w:rPr>
      </w:pPr>
      <w:r>
        <w:rPr>
          <w:sz w:val="24"/>
          <w:szCs w:val="24"/>
        </w:rPr>
        <w:t xml:space="preserve">4/29/2024 - </w:t>
      </w:r>
      <w:r>
        <w:rPr>
          <w:sz w:val="24"/>
          <w:szCs w:val="24"/>
        </w:rPr>
        <w:tab/>
        <w:t>AVCON emailed invoice # 127359 in the amount of $15</w:t>
      </w:r>
      <w:r w:rsidR="003E7947">
        <w:rPr>
          <w:sz w:val="24"/>
          <w:szCs w:val="24"/>
        </w:rPr>
        <w:t>,350.10 for engineering services provid</w:t>
      </w:r>
      <w:r w:rsidR="00E926A9">
        <w:rPr>
          <w:sz w:val="24"/>
          <w:szCs w:val="24"/>
        </w:rPr>
        <w:t>ed from 3/5/2024 through 3/31/2024</w:t>
      </w:r>
      <w:r w:rsidR="00237C19">
        <w:rPr>
          <w:sz w:val="24"/>
          <w:szCs w:val="24"/>
        </w:rPr>
        <w:t xml:space="preserve">. </w:t>
      </w:r>
      <w:r w:rsidR="008022D2">
        <w:rPr>
          <w:sz w:val="24"/>
          <w:szCs w:val="24"/>
        </w:rPr>
        <w:t>Documents reviewed by Admin for accuracy</w:t>
      </w:r>
      <w:r w:rsidR="00336DEE">
        <w:rPr>
          <w:sz w:val="24"/>
          <w:szCs w:val="24"/>
        </w:rPr>
        <w:t xml:space="preserve"> and recorded in QuickBooks</w:t>
      </w:r>
      <w:r w:rsidR="00237C19">
        <w:rPr>
          <w:sz w:val="24"/>
          <w:szCs w:val="24"/>
        </w:rPr>
        <w:t xml:space="preserve">. </w:t>
      </w:r>
      <w:r w:rsidR="00336DEE">
        <w:rPr>
          <w:sz w:val="24"/>
          <w:szCs w:val="24"/>
        </w:rPr>
        <w:t xml:space="preserve">Grant certification form </w:t>
      </w:r>
      <w:r w:rsidR="0093378B">
        <w:rPr>
          <w:sz w:val="24"/>
          <w:szCs w:val="24"/>
        </w:rPr>
        <w:t>created,</w:t>
      </w:r>
      <w:r w:rsidR="00336DEE">
        <w:rPr>
          <w:sz w:val="24"/>
          <w:szCs w:val="24"/>
        </w:rPr>
        <w:t xml:space="preserve"> and </w:t>
      </w:r>
      <w:r w:rsidR="00336DEE">
        <w:rPr>
          <w:sz w:val="24"/>
          <w:szCs w:val="24"/>
        </w:rPr>
        <w:t>all documents sent to grant coordinator for review</w:t>
      </w:r>
      <w:r w:rsidR="00336DEE">
        <w:rPr>
          <w:sz w:val="24"/>
          <w:szCs w:val="24"/>
        </w:rPr>
        <w:t xml:space="preserve">. </w:t>
      </w:r>
      <w:r w:rsidR="00B714AD">
        <w:rPr>
          <w:sz w:val="24"/>
          <w:szCs w:val="24"/>
        </w:rPr>
        <w:t xml:space="preserve">Time </w:t>
      </w:r>
      <w:r w:rsidR="0093378B">
        <w:rPr>
          <w:sz w:val="24"/>
          <w:szCs w:val="24"/>
        </w:rPr>
        <w:t xml:space="preserve">was </w:t>
      </w:r>
      <w:r w:rsidR="00B714AD">
        <w:rPr>
          <w:sz w:val="24"/>
          <w:szCs w:val="24"/>
        </w:rPr>
        <w:t xml:space="preserve">set to obtain the </w:t>
      </w:r>
      <w:r w:rsidR="007E57FE">
        <w:rPr>
          <w:sz w:val="24"/>
          <w:szCs w:val="24"/>
        </w:rPr>
        <w:t xml:space="preserve">chairman’s signature on the documents. </w:t>
      </w:r>
      <w:r w:rsidR="0093378B">
        <w:rPr>
          <w:sz w:val="24"/>
          <w:szCs w:val="24"/>
        </w:rPr>
        <w:t>The signed certification form received back from coordinator</w:t>
      </w:r>
      <w:r w:rsidR="00237C19">
        <w:rPr>
          <w:sz w:val="24"/>
          <w:szCs w:val="24"/>
        </w:rPr>
        <w:t xml:space="preserve">. </w:t>
      </w:r>
    </w:p>
    <w:p w14:paraId="7F9EE9C1" w14:textId="6AE9969A" w:rsidR="006A6F88" w:rsidRDefault="0093378B" w:rsidP="00646BF6">
      <w:pPr>
        <w:ind w:left="1440" w:hanging="1440"/>
        <w:rPr>
          <w:sz w:val="24"/>
          <w:szCs w:val="24"/>
        </w:rPr>
      </w:pPr>
      <w:r>
        <w:rPr>
          <w:sz w:val="24"/>
          <w:szCs w:val="24"/>
        </w:rPr>
        <w:lastRenderedPageBreak/>
        <w:t xml:space="preserve">4/30/2024 - </w:t>
      </w:r>
      <w:r>
        <w:rPr>
          <w:sz w:val="24"/>
          <w:szCs w:val="24"/>
        </w:rPr>
        <w:tab/>
        <w:t>Chairman signed the required documents and pay request submitted to FDOT for processing</w:t>
      </w:r>
      <w:r w:rsidR="00237C19">
        <w:rPr>
          <w:sz w:val="24"/>
          <w:szCs w:val="24"/>
        </w:rPr>
        <w:t xml:space="preserve">. </w:t>
      </w:r>
    </w:p>
    <w:p w14:paraId="2A032BC9" w14:textId="1CE97FFE" w:rsidR="0093378B" w:rsidRDefault="0093378B" w:rsidP="00646BF6">
      <w:pPr>
        <w:ind w:left="1440" w:hanging="1440"/>
        <w:rPr>
          <w:sz w:val="24"/>
          <w:szCs w:val="24"/>
        </w:rPr>
      </w:pPr>
      <w:r>
        <w:rPr>
          <w:sz w:val="24"/>
          <w:szCs w:val="24"/>
        </w:rPr>
        <w:t xml:space="preserve">5/6/2024 - </w:t>
      </w:r>
      <w:r>
        <w:rPr>
          <w:sz w:val="24"/>
          <w:szCs w:val="24"/>
        </w:rPr>
        <w:tab/>
        <w:t>Funds posted to our account</w:t>
      </w:r>
      <w:r w:rsidR="00237C19">
        <w:rPr>
          <w:sz w:val="24"/>
          <w:szCs w:val="24"/>
        </w:rPr>
        <w:t xml:space="preserve">. </w:t>
      </w:r>
      <w:r>
        <w:rPr>
          <w:sz w:val="24"/>
          <w:szCs w:val="24"/>
        </w:rPr>
        <w:t xml:space="preserve">Check </w:t>
      </w:r>
      <w:r w:rsidR="00B76F20">
        <w:rPr>
          <w:sz w:val="24"/>
          <w:szCs w:val="24"/>
        </w:rPr>
        <w:t xml:space="preserve">was </w:t>
      </w:r>
      <w:r>
        <w:rPr>
          <w:sz w:val="24"/>
          <w:szCs w:val="24"/>
        </w:rPr>
        <w:t>printed.</w:t>
      </w:r>
    </w:p>
    <w:p w14:paraId="51A733F1" w14:textId="24ED6FC2" w:rsidR="0093378B" w:rsidRDefault="0093378B" w:rsidP="00646BF6">
      <w:pPr>
        <w:ind w:left="1440" w:hanging="1440"/>
        <w:rPr>
          <w:sz w:val="24"/>
          <w:szCs w:val="24"/>
        </w:rPr>
      </w:pPr>
      <w:r>
        <w:rPr>
          <w:sz w:val="24"/>
          <w:szCs w:val="24"/>
        </w:rPr>
        <w:t>5/</w:t>
      </w:r>
      <w:r w:rsidR="00B76F20">
        <w:rPr>
          <w:sz w:val="24"/>
          <w:szCs w:val="24"/>
        </w:rPr>
        <w:t>7</w:t>
      </w:r>
      <w:r>
        <w:rPr>
          <w:sz w:val="24"/>
          <w:szCs w:val="24"/>
        </w:rPr>
        <w:t>/2024</w:t>
      </w:r>
      <w:r w:rsidR="00B76F20">
        <w:rPr>
          <w:sz w:val="24"/>
          <w:szCs w:val="24"/>
        </w:rPr>
        <w:t xml:space="preserve"> </w:t>
      </w:r>
      <w:r>
        <w:rPr>
          <w:sz w:val="24"/>
          <w:szCs w:val="24"/>
        </w:rPr>
        <w:t>-</w:t>
      </w:r>
      <w:r>
        <w:rPr>
          <w:sz w:val="24"/>
          <w:szCs w:val="24"/>
        </w:rPr>
        <w:tab/>
      </w:r>
      <w:r w:rsidR="00B76F20">
        <w:rPr>
          <w:sz w:val="24"/>
          <w:szCs w:val="24"/>
        </w:rPr>
        <w:t>Chairman signed check.</w:t>
      </w:r>
    </w:p>
    <w:p w14:paraId="4AA326DA" w14:textId="5D030127" w:rsidR="00B76F20" w:rsidRDefault="00B76F20" w:rsidP="00B76F20">
      <w:pPr>
        <w:ind w:left="1440" w:hanging="1440"/>
        <w:rPr>
          <w:sz w:val="24"/>
          <w:szCs w:val="24"/>
        </w:rPr>
      </w:pPr>
      <w:r>
        <w:rPr>
          <w:sz w:val="24"/>
          <w:szCs w:val="24"/>
        </w:rPr>
        <w:t xml:space="preserve">5/8/2024 - </w:t>
      </w:r>
      <w:r>
        <w:rPr>
          <w:sz w:val="24"/>
          <w:szCs w:val="24"/>
        </w:rPr>
        <w:tab/>
        <w:t>Treasurer signed check</w:t>
      </w:r>
      <w:r w:rsidR="00237C19">
        <w:rPr>
          <w:sz w:val="24"/>
          <w:szCs w:val="24"/>
        </w:rPr>
        <w:t xml:space="preserve">. </w:t>
      </w:r>
      <w:r>
        <w:rPr>
          <w:sz w:val="24"/>
          <w:szCs w:val="24"/>
        </w:rPr>
        <w:t xml:space="preserve">A copy of </w:t>
      </w:r>
      <w:r>
        <w:rPr>
          <w:sz w:val="24"/>
          <w:szCs w:val="24"/>
        </w:rPr>
        <w:t xml:space="preserve">the </w:t>
      </w:r>
      <w:r>
        <w:rPr>
          <w:sz w:val="24"/>
          <w:szCs w:val="24"/>
        </w:rPr>
        <w:t>check and lien release sent to AVCON for processing of lien release</w:t>
      </w:r>
      <w:proofErr w:type="gramStart"/>
      <w:r>
        <w:rPr>
          <w:sz w:val="24"/>
          <w:szCs w:val="24"/>
        </w:rPr>
        <w:t xml:space="preserve">.  </w:t>
      </w:r>
      <w:proofErr w:type="gramEnd"/>
      <w:r>
        <w:rPr>
          <w:sz w:val="24"/>
          <w:szCs w:val="24"/>
        </w:rPr>
        <w:t>The actual check was mailed to AVCON corporate office in Orlando.</w:t>
      </w:r>
    </w:p>
    <w:p w14:paraId="701656EE" w14:textId="77777777" w:rsidR="00B76F20" w:rsidRPr="00642535" w:rsidRDefault="00B76F20" w:rsidP="00B76F20">
      <w:pPr>
        <w:ind w:left="1440" w:hanging="1440"/>
        <w:rPr>
          <w:sz w:val="24"/>
          <w:szCs w:val="24"/>
        </w:rPr>
      </w:pPr>
    </w:p>
    <w:p w14:paraId="4E347302" w14:textId="2411CB38" w:rsidR="00C0799A" w:rsidRDefault="00C0799A" w:rsidP="00646BF6">
      <w:pPr>
        <w:ind w:left="1440" w:hanging="1440"/>
        <w:rPr>
          <w:sz w:val="24"/>
          <w:szCs w:val="24"/>
        </w:rPr>
      </w:pPr>
    </w:p>
    <w:p w14:paraId="13335F73" w14:textId="77777777" w:rsidR="00F87647" w:rsidRDefault="00DF16D6" w:rsidP="00F87647">
      <w:pPr>
        <w:ind w:left="1440" w:hanging="1440"/>
        <w:rPr>
          <w:b/>
          <w:bCs/>
          <w:sz w:val="24"/>
          <w:szCs w:val="24"/>
        </w:rPr>
      </w:pPr>
      <w:r>
        <w:rPr>
          <w:b/>
          <w:bCs/>
          <w:sz w:val="24"/>
          <w:szCs w:val="24"/>
        </w:rPr>
        <w:t>Design &amp; Construct RSA, ROFA &amp; OFZ Im</w:t>
      </w:r>
      <w:r w:rsidR="005B28EC">
        <w:rPr>
          <w:b/>
          <w:bCs/>
          <w:sz w:val="24"/>
          <w:szCs w:val="24"/>
        </w:rPr>
        <w:t>provements</w:t>
      </w:r>
      <w:r w:rsidR="00F87647">
        <w:rPr>
          <w:b/>
          <w:bCs/>
          <w:sz w:val="24"/>
          <w:szCs w:val="24"/>
        </w:rPr>
        <w:t xml:space="preserve"> - NO ACTIVITY</w:t>
      </w:r>
    </w:p>
    <w:p w14:paraId="4E805269" w14:textId="34E17866" w:rsidR="00C0799A" w:rsidRDefault="00C0799A" w:rsidP="00646BF6">
      <w:pPr>
        <w:ind w:left="1440" w:hanging="1440"/>
        <w:rPr>
          <w:b/>
          <w:bCs/>
          <w:sz w:val="24"/>
          <w:szCs w:val="24"/>
        </w:rPr>
      </w:pPr>
    </w:p>
    <w:p w14:paraId="0A70E06E" w14:textId="77777777" w:rsidR="005B28EC" w:rsidRDefault="005B28EC" w:rsidP="00646BF6">
      <w:pPr>
        <w:ind w:left="1440" w:hanging="1440"/>
        <w:rPr>
          <w:b/>
          <w:bCs/>
          <w:sz w:val="24"/>
          <w:szCs w:val="24"/>
        </w:rPr>
      </w:pPr>
    </w:p>
    <w:p w14:paraId="255D7508" w14:textId="6588A5C4" w:rsidR="00A526C2" w:rsidRPr="006A6F88" w:rsidRDefault="005B28EC" w:rsidP="00A526C2">
      <w:pPr>
        <w:ind w:left="1440" w:hanging="1440"/>
        <w:rPr>
          <w:b/>
          <w:bCs/>
          <w:sz w:val="24"/>
          <w:szCs w:val="24"/>
        </w:rPr>
      </w:pPr>
      <w:r>
        <w:rPr>
          <w:sz w:val="24"/>
          <w:szCs w:val="24"/>
        </w:rPr>
        <w:t xml:space="preserve"> </w:t>
      </w:r>
      <w:r w:rsidR="00A526C2">
        <w:rPr>
          <w:sz w:val="24"/>
          <w:szCs w:val="24"/>
        </w:rPr>
        <w:t xml:space="preserve">4/29/2024 - </w:t>
      </w:r>
      <w:r w:rsidR="00A526C2">
        <w:rPr>
          <w:sz w:val="24"/>
          <w:szCs w:val="24"/>
        </w:rPr>
        <w:tab/>
        <w:t>AVCON emailed invoice # 1273</w:t>
      </w:r>
      <w:r w:rsidR="00A526C2">
        <w:rPr>
          <w:sz w:val="24"/>
          <w:szCs w:val="24"/>
        </w:rPr>
        <w:t>60</w:t>
      </w:r>
      <w:r w:rsidR="00A526C2">
        <w:rPr>
          <w:sz w:val="24"/>
          <w:szCs w:val="24"/>
        </w:rPr>
        <w:t xml:space="preserve"> in the amount of $15,</w:t>
      </w:r>
      <w:r w:rsidR="00A526C2">
        <w:rPr>
          <w:sz w:val="24"/>
          <w:szCs w:val="24"/>
        </w:rPr>
        <w:t>490.70</w:t>
      </w:r>
      <w:r w:rsidR="00A526C2">
        <w:rPr>
          <w:sz w:val="24"/>
          <w:szCs w:val="24"/>
        </w:rPr>
        <w:t xml:space="preserve"> for engineering services provided from </w:t>
      </w:r>
      <w:r w:rsidR="00CE0CFC">
        <w:rPr>
          <w:sz w:val="24"/>
          <w:szCs w:val="24"/>
        </w:rPr>
        <w:t>2/27</w:t>
      </w:r>
      <w:r w:rsidR="00A526C2">
        <w:rPr>
          <w:sz w:val="24"/>
          <w:szCs w:val="24"/>
        </w:rPr>
        <w:t>2024 through 3/31/2024</w:t>
      </w:r>
      <w:r w:rsidR="00237C19">
        <w:rPr>
          <w:sz w:val="24"/>
          <w:szCs w:val="24"/>
        </w:rPr>
        <w:t xml:space="preserve">. </w:t>
      </w:r>
      <w:r w:rsidR="00A526C2">
        <w:rPr>
          <w:sz w:val="24"/>
          <w:szCs w:val="24"/>
        </w:rPr>
        <w:t>Documents reviewed by Admin for accuracy and recorded in QuickBooks</w:t>
      </w:r>
      <w:r w:rsidR="00237C19">
        <w:rPr>
          <w:sz w:val="24"/>
          <w:szCs w:val="24"/>
        </w:rPr>
        <w:t xml:space="preserve">. </w:t>
      </w:r>
      <w:r w:rsidR="00A526C2">
        <w:rPr>
          <w:sz w:val="24"/>
          <w:szCs w:val="24"/>
        </w:rPr>
        <w:t>Grant certification form created, and all documents sent to grant coordinator for review. Time was set to obtain the chairman’s signature on the documents. The signed certification form received back from coordinator</w:t>
      </w:r>
      <w:r w:rsidR="00237C19">
        <w:rPr>
          <w:sz w:val="24"/>
          <w:szCs w:val="24"/>
        </w:rPr>
        <w:t xml:space="preserve">. </w:t>
      </w:r>
    </w:p>
    <w:p w14:paraId="0D5F6F07" w14:textId="76962FE5" w:rsidR="00A526C2" w:rsidRDefault="00A526C2" w:rsidP="00A526C2">
      <w:pPr>
        <w:ind w:left="1440" w:hanging="1440"/>
        <w:rPr>
          <w:sz w:val="24"/>
          <w:szCs w:val="24"/>
        </w:rPr>
      </w:pPr>
      <w:r>
        <w:rPr>
          <w:sz w:val="24"/>
          <w:szCs w:val="24"/>
        </w:rPr>
        <w:t xml:space="preserve">4/30/2024 - </w:t>
      </w:r>
      <w:r>
        <w:rPr>
          <w:sz w:val="24"/>
          <w:szCs w:val="24"/>
        </w:rPr>
        <w:tab/>
        <w:t>Chairman signed the required documents and pay request submitted to FDOT for processing</w:t>
      </w:r>
      <w:r w:rsidR="00237C19">
        <w:rPr>
          <w:sz w:val="24"/>
          <w:szCs w:val="24"/>
        </w:rPr>
        <w:t xml:space="preserve">. </w:t>
      </w:r>
    </w:p>
    <w:p w14:paraId="21331F16" w14:textId="0ADCD750" w:rsidR="00A526C2" w:rsidRDefault="00A526C2" w:rsidP="00A526C2">
      <w:pPr>
        <w:ind w:left="1440" w:hanging="1440"/>
        <w:rPr>
          <w:sz w:val="24"/>
          <w:szCs w:val="24"/>
        </w:rPr>
      </w:pPr>
      <w:r>
        <w:rPr>
          <w:sz w:val="24"/>
          <w:szCs w:val="24"/>
        </w:rPr>
        <w:t xml:space="preserve">5/6/2024 - </w:t>
      </w:r>
      <w:r>
        <w:rPr>
          <w:sz w:val="24"/>
          <w:szCs w:val="24"/>
        </w:rPr>
        <w:tab/>
        <w:t>Funds posted to our account</w:t>
      </w:r>
      <w:r w:rsidR="00237C19">
        <w:rPr>
          <w:sz w:val="24"/>
          <w:szCs w:val="24"/>
        </w:rPr>
        <w:t xml:space="preserve">. </w:t>
      </w:r>
      <w:r>
        <w:rPr>
          <w:sz w:val="24"/>
          <w:szCs w:val="24"/>
        </w:rPr>
        <w:t>Check was printed.</w:t>
      </w:r>
    </w:p>
    <w:p w14:paraId="413C43AB" w14:textId="77777777" w:rsidR="00A526C2" w:rsidRDefault="00A526C2" w:rsidP="00A526C2">
      <w:pPr>
        <w:ind w:left="1440" w:hanging="1440"/>
        <w:rPr>
          <w:sz w:val="24"/>
          <w:szCs w:val="24"/>
        </w:rPr>
      </w:pPr>
      <w:r>
        <w:rPr>
          <w:sz w:val="24"/>
          <w:szCs w:val="24"/>
        </w:rPr>
        <w:t>5/7/2024 -</w:t>
      </w:r>
      <w:r>
        <w:rPr>
          <w:sz w:val="24"/>
          <w:szCs w:val="24"/>
        </w:rPr>
        <w:tab/>
        <w:t>Chairman signed check.</w:t>
      </w:r>
    </w:p>
    <w:p w14:paraId="3FFCC532" w14:textId="75258C31" w:rsidR="00A526C2" w:rsidRDefault="00A526C2" w:rsidP="00A526C2">
      <w:pPr>
        <w:ind w:left="1440" w:hanging="1440"/>
        <w:rPr>
          <w:sz w:val="24"/>
          <w:szCs w:val="24"/>
        </w:rPr>
      </w:pPr>
      <w:r>
        <w:rPr>
          <w:sz w:val="24"/>
          <w:szCs w:val="24"/>
        </w:rPr>
        <w:t xml:space="preserve">5/8/2024 - </w:t>
      </w:r>
      <w:r>
        <w:rPr>
          <w:sz w:val="24"/>
          <w:szCs w:val="24"/>
        </w:rPr>
        <w:tab/>
        <w:t>Treasurer signed check</w:t>
      </w:r>
      <w:r w:rsidR="00237C19">
        <w:rPr>
          <w:sz w:val="24"/>
          <w:szCs w:val="24"/>
        </w:rPr>
        <w:t xml:space="preserve">. </w:t>
      </w:r>
      <w:r>
        <w:rPr>
          <w:sz w:val="24"/>
          <w:szCs w:val="24"/>
        </w:rPr>
        <w:t>A copy of the check and lien release sent to AVCON for processing of lien release</w:t>
      </w:r>
      <w:proofErr w:type="gramStart"/>
      <w:r>
        <w:rPr>
          <w:sz w:val="24"/>
          <w:szCs w:val="24"/>
        </w:rPr>
        <w:t xml:space="preserve">.  </w:t>
      </w:r>
      <w:proofErr w:type="gramEnd"/>
      <w:r>
        <w:rPr>
          <w:sz w:val="24"/>
          <w:szCs w:val="24"/>
        </w:rPr>
        <w:t>The actual check was mailed to AVCON corporate office in Orlando.</w:t>
      </w:r>
    </w:p>
    <w:p w14:paraId="71EB0AC5" w14:textId="5F25F357" w:rsidR="005B28EC" w:rsidRPr="005B28EC" w:rsidRDefault="005B28EC" w:rsidP="00646BF6">
      <w:pPr>
        <w:ind w:left="1440" w:hanging="1440"/>
        <w:rPr>
          <w:sz w:val="24"/>
          <w:szCs w:val="24"/>
        </w:rPr>
      </w:pPr>
    </w:p>
    <w:sectPr w:rsidR="005B28EC" w:rsidRPr="005B28EC" w:rsidSect="001F7205">
      <w:headerReference w:type="first" r:id="rId8"/>
      <w:footerReference w:type="first" r:id="rId9"/>
      <w:pgSz w:w="12240" w:h="15840"/>
      <w:pgMar w:top="1872"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42039" w14:textId="77777777" w:rsidR="001F7205" w:rsidRDefault="001F7205">
      <w:r>
        <w:separator/>
      </w:r>
    </w:p>
  </w:endnote>
  <w:endnote w:type="continuationSeparator" w:id="0">
    <w:p w14:paraId="29E5395D" w14:textId="77777777" w:rsidR="001F7205" w:rsidRDefault="001F7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2A0E0" w14:textId="0505B674" w:rsidR="006F19D0" w:rsidRPr="00295D0D" w:rsidRDefault="00295D0D" w:rsidP="00295D0D">
    <w:pPr>
      <w:pStyle w:val="Header"/>
      <w:jc w:val="center"/>
      <w:rPr>
        <w:rFonts w:ascii="Arial" w:hAnsi="Arial" w:cs="Arial"/>
        <w:noProof/>
        <w:color w:val="000066"/>
        <w:sz w:val="22"/>
        <w:lang w:eastAsia="en-US"/>
      </w:rPr>
    </w:pPr>
    <w:r>
      <w:rPr>
        <w:rFonts w:ascii="Arial" w:hAnsi="Arial" w:cs="Arial"/>
        <w:noProof/>
        <w:color w:val="000066"/>
        <w:sz w:val="22"/>
        <w:lang w:eastAsia="en-US"/>
      </w:rPr>
      <w:t>https://www.</w:t>
    </w:r>
    <w:r w:rsidR="0085347A">
      <w:rPr>
        <w:rFonts w:ascii="Arial" w:hAnsi="Arial" w:cs="Arial"/>
        <w:noProof/>
        <w:color w:val="000066"/>
        <w:sz w:val="22"/>
        <w:lang w:eastAsia="en-US"/>
      </w:rPr>
      <w:t>kbcr.gov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DA3490" w14:textId="77777777" w:rsidR="001F7205" w:rsidRDefault="001F7205">
      <w:r>
        <w:separator/>
      </w:r>
    </w:p>
  </w:footnote>
  <w:footnote w:type="continuationSeparator" w:id="0">
    <w:p w14:paraId="745F31B2" w14:textId="77777777" w:rsidR="001F7205" w:rsidRDefault="001F7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2A0DA" w14:textId="3B850172" w:rsidR="005A07E2" w:rsidRPr="00AF05F9" w:rsidRDefault="005A07E2" w:rsidP="00AF05F9">
    <w:pPr>
      <w:pStyle w:val="Header"/>
      <w:ind w:firstLine="1800"/>
      <w:rPr>
        <w:rFonts w:ascii="Arial" w:hAnsi="Arial" w:cs="Arial"/>
        <w:b/>
        <w:bCs/>
        <w:noProof/>
        <w:color w:val="000066"/>
        <w:sz w:val="32"/>
        <w:szCs w:val="32"/>
        <w:lang w:eastAsia="en-US"/>
      </w:rPr>
    </w:pPr>
    <w:r w:rsidRPr="00AF05F9">
      <w:rPr>
        <w:rFonts w:ascii="Arial" w:hAnsi="Arial" w:cs="Arial"/>
        <w:b/>
        <w:bCs/>
        <w:noProof/>
        <w:color w:val="000066"/>
        <w:sz w:val="32"/>
        <w:szCs w:val="32"/>
        <w:lang w:eastAsia="en-US"/>
      </w:rPr>
      <w:drawing>
        <wp:anchor distT="0" distB="0" distL="114300" distR="114300" simplePos="0" relativeHeight="251658240" behindDoc="0" locked="0" layoutInCell="1" allowOverlap="1" wp14:anchorId="5752A0E1" wp14:editId="31A1E07B">
          <wp:simplePos x="0" y="0"/>
          <wp:positionH relativeFrom="column">
            <wp:posOffset>-116205</wp:posOffset>
          </wp:positionH>
          <wp:positionV relativeFrom="paragraph">
            <wp:posOffset>-57150</wp:posOffset>
          </wp:positionV>
          <wp:extent cx="1574800" cy="824230"/>
          <wp:effectExtent l="0" t="0" r="0" b="0"/>
          <wp:wrapSquare wrapText="bothSides"/>
          <wp:docPr id="1" name="Picture 0" descr="Tri-County Airport Logo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County Airport Logo 3.jpg"/>
                  <pic:cNvPicPr/>
                </pic:nvPicPr>
                <pic:blipFill>
                  <a:blip r:embed="rId1"/>
                  <a:stretch>
                    <a:fillRect/>
                  </a:stretch>
                </pic:blipFill>
                <pic:spPr>
                  <a:xfrm>
                    <a:off x="0" y="0"/>
                    <a:ext cx="1574800" cy="824230"/>
                  </a:xfrm>
                  <a:prstGeom prst="rect">
                    <a:avLst/>
                  </a:prstGeom>
                </pic:spPr>
              </pic:pic>
            </a:graphicData>
          </a:graphic>
        </wp:anchor>
      </w:drawing>
    </w:r>
    <w:r w:rsidR="00927F2C" w:rsidRPr="00AF05F9">
      <w:rPr>
        <w:rFonts w:ascii="Arial" w:hAnsi="Arial" w:cs="Arial"/>
        <w:b/>
        <w:bCs/>
        <w:noProof/>
        <w:color w:val="000066"/>
        <w:sz w:val="32"/>
        <w:szCs w:val="32"/>
        <w:lang w:eastAsia="en-US"/>
      </w:rPr>
      <w:t>Tri-County Airport Authority</w:t>
    </w:r>
  </w:p>
  <w:p w14:paraId="5752A0DB" w14:textId="42907929" w:rsidR="00927F2C" w:rsidRDefault="00AF05F9" w:rsidP="00AF05F9">
    <w:pPr>
      <w:pStyle w:val="Header"/>
      <w:rPr>
        <w:rFonts w:ascii="Arial" w:hAnsi="Arial" w:cs="Arial"/>
        <w:noProof/>
        <w:color w:val="000066"/>
        <w:sz w:val="22"/>
        <w:lang w:eastAsia="en-US"/>
      </w:rPr>
    </w:pPr>
    <w:r>
      <w:rPr>
        <w:rFonts w:ascii="Arial" w:hAnsi="Arial" w:cs="Arial"/>
        <w:noProof/>
        <w:color w:val="000066"/>
        <w:sz w:val="22"/>
        <w:lang w:eastAsia="en-US"/>
      </w:rPr>
      <w:tab/>
    </w:r>
    <w:r>
      <w:rPr>
        <w:rFonts w:ascii="Arial" w:hAnsi="Arial" w:cs="Arial"/>
        <w:noProof/>
        <w:color w:val="000066"/>
        <w:sz w:val="22"/>
        <w:lang w:eastAsia="en-US"/>
      </w:rPr>
      <w:tab/>
    </w:r>
    <w:r w:rsidR="00927F2C">
      <w:rPr>
        <w:rFonts w:ascii="Arial" w:hAnsi="Arial" w:cs="Arial"/>
        <w:noProof/>
        <w:color w:val="000066"/>
        <w:sz w:val="22"/>
        <w:lang w:eastAsia="en-US"/>
      </w:rPr>
      <w:t>1983 Tri-County Airport Rd</w:t>
    </w:r>
    <w:r w:rsidR="00295D0D">
      <w:rPr>
        <w:rFonts w:ascii="Arial" w:hAnsi="Arial" w:cs="Arial"/>
        <w:noProof/>
        <w:color w:val="000066"/>
        <w:sz w:val="22"/>
        <w:lang w:eastAsia="en-US"/>
      </w:rPr>
      <w:t xml:space="preserve"> - </w:t>
    </w:r>
    <w:r w:rsidR="00927F2C" w:rsidRPr="00927F2C">
      <w:rPr>
        <w:rFonts w:ascii="Arial" w:hAnsi="Arial" w:cs="Arial"/>
        <w:noProof/>
        <w:color w:val="000066"/>
        <w:sz w:val="22"/>
        <w:lang w:eastAsia="en-US"/>
      </w:rPr>
      <w:t>Bonifay, FL 32425</w:t>
    </w:r>
  </w:p>
  <w:p w14:paraId="5752A0DC" w14:textId="4E9C1A79" w:rsidR="00295D0D" w:rsidRDefault="00AF05F9" w:rsidP="00AF05F9">
    <w:pPr>
      <w:pStyle w:val="Header"/>
      <w:rPr>
        <w:rFonts w:ascii="Arial" w:hAnsi="Arial" w:cs="Arial"/>
        <w:noProof/>
        <w:color w:val="000066"/>
        <w:sz w:val="22"/>
        <w:lang w:eastAsia="en-US"/>
      </w:rPr>
    </w:pPr>
    <w:r>
      <w:rPr>
        <w:rFonts w:ascii="Arial" w:hAnsi="Arial" w:cs="Arial"/>
        <w:noProof/>
        <w:color w:val="000066"/>
        <w:sz w:val="22"/>
        <w:lang w:eastAsia="en-US"/>
      </w:rPr>
      <w:tab/>
    </w:r>
    <w:r>
      <w:rPr>
        <w:rFonts w:ascii="Arial" w:hAnsi="Arial" w:cs="Arial"/>
        <w:noProof/>
        <w:color w:val="000066"/>
        <w:sz w:val="22"/>
        <w:lang w:eastAsia="en-US"/>
      </w:rPr>
      <w:tab/>
    </w:r>
    <w:r w:rsidR="00022C52">
      <w:rPr>
        <w:rFonts w:ascii="Arial" w:hAnsi="Arial" w:cs="Arial"/>
        <w:noProof/>
        <w:color w:val="000066"/>
        <w:sz w:val="22"/>
        <w:lang w:eastAsia="en-US"/>
      </w:rPr>
      <w:t xml:space="preserve">Mail: PO Box 756 - </w:t>
    </w:r>
    <w:r w:rsidR="00295D0D">
      <w:rPr>
        <w:rFonts w:ascii="Arial" w:hAnsi="Arial" w:cs="Arial"/>
        <w:noProof/>
        <w:color w:val="000066"/>
        <w:sz w:val="22"/>
        <w:lang w:eastAsia="en-US"/>
      </w:rPr>
      <w:t>Bonifay, FL 32425</w:t>
    </w:r>
    <w:r w:rsidR="0066757F">
      <w:rPr>
        <w:rFonts w:ascii="Arial" w:hAnsi="Arial" w:cs="Arial"/>
        <w:noProof/>
        <w:color w:val="000066"/>
        <w:sz w:val="22"/>
        <w:lang w:eastAsia="en-US"/>
      </w:rPr>
      <w:t>-0756</w:t>
    </w:r>
  </w:p>
  <w:p w14:paraId="5752A0DD" w14:textId="7120CC08" w:rsidR="0097293A" w:rsidRDefault="00AF05F9" w:rsidP="00405425">
    <w:pPr>
      <w:pStyle w:val="Header"/>
      <w:tabs>
        <w:tab w:val="clear" w:pos="8640"/>
        <w:tab w:val="right" w:pos="6570"/>
      </w:tabs>
      <w:rPr>
        <w:rFonts w:ascii="Arial" w:hAnsi="Arial" w:cs="Arial"/>
        <w:noProof/>
        <w:color w:val="000066"/>
        <w:sz w:val="22"/>
        <w:lang w:eastAsia="en-US"/>
      </w:rPr>
    </w:pPr>
    <w:r>
      <w:rPr>
        <w:rFonts w:ascii="Arial" w:hAnsi="Arial" w:cs="Arial"/>
        <w:noProof/>
        <w:color w:val="000066"/>
        <w:sz w:val="22"/>
        <w:lang w:eastAsia="en-US"/>
      </w:rPr>
      <w:tab/>
    </w:r>
    <w:r>
      <w:rPr>
        <w:rFonts w:ascii="Arial" w:hAnsi="Arial" w:cs="Arial"/>
        <w:noProof/>
        <w:color w:val="000066"/>
        <w:sz w:val="22"/>
        <w:lang w:eastAsia="en-US"/>
      </w:rPr>
      <w:tab/>
    </w:r>
    <w:r w:rsidR="0066757F">
      <w:rPr>
        <w:rFonts w:ascii="Arial" w:hAnsi="Arial" w:cs="Arial"/>
        <w:noProof/>
        <w:color w:val="000066"/>
        <w:sz w:val="22"/>
        <w:lang w:eastAsia="en-US"/>
      </w:rPr>
      <w:t xml:space="preserve">Office: (850) </w:t>
    </w:r>
    <w:r w:rsidR="00405425">
      <w:rPr>
        <w:rFonts w:ascii="Arial" w:hAnsi="Arial" w:cs="Arial"/>
        <w:noProof/>
        <w:color w:val="000066"/>
        <w:sz w:val="22"/>
        <w:lang w:eastAsia="en-US"/>
      </w:rPr>
      <w:t>703-6808</w:t>
    </w:r>
  </w:p>
  <w:p w14:paraId="5752A0DE" w14:textId="09723D49" w:rsidR="001B0C91" w:rsidRPr="00A91DA5" w:rsidRDefault="001B0C91" w:rsidP="005A07E2">
    <w:pPr>
      <w:pStyle w:val="Header"/>
      <w:jc w:val="center"/>
      <w:rPr>
        <w:rFonts w:ascii="Arial" w:hAnsi="Arial" w:cs="Arial"/>
        <w:noProof/>
        <w:color w:val="000066"/>
        <w:sz w:val="22"/>
        <w:u w:val="single"/>
        <w:lang w:eastAsia="en-US"/>
      </w:rPr>
    </w:pPr>
    <w:r>
      <w:rPr>
        <w:rFonts w:ascii="Arial" w:hAnsi="Arial" w:cs="Arial"/>
        <w:noProof/>
        <w:color w:val="000066"/>
        <w:sz w:val="22"/>
        <w:lang w:eastAsia="en-US"/>
      </w:rPr>
      <w:t>___________________________________________________________________________</w:t>
    </w:r>
    <w:r w:rsidR="00A91DA5">
      <w:rPr>
        <w:rFonts w:ascii="Arial" w:hAnsi="Arial" w:cs="Arial"/>
        <w:noProof/>
        <w:color w:val="000066"/>
        <w:sz w:val="22"/>
        <w:u w:val="single"/>
        <w:lang w:eastAsia="en-US"/>
      </w:rPr>
      <w:tab/>
    </w:r>
  </w:p>
  <w:p w14:paraId="5752A0DF" w14:textId="77777777" w:rsidR="00295D0D" w:rsidRPr="00927F2C" w:rsidRDefault="00295D0D" w:rsidP="00927F2C">
    <w:pPr>
      <w:pStyle w:val="Header"/>
      <w:jc w:val="center"/>
      <w:rPr>
        <w:rFonts w:ascii="Arial" w:hAnsi="Arial" w:cs="Arial"/>
        <w:noProof/>
        <w:color w:val="000066"/>
        <w:sz w:val="22"/>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29F97F29"/>
    <w:multiLevelType w:val="hybridMultilevel"/>
    <w:tmpl w:val="1EA270B8"/>
    <w:lvl w:ilvl="0" w:tplc="E87EBE90">
      <w:start w:val="1"/>
      <w:numFmt w:val="bullet"/>
      <w:lvlText w:val=""/>
      <w:lvlJc w:val="left"/>
      <w:pPr>
        <w:tabs>
          <w:tab w:val="num" w:pos="360"/>
        </w:tabs>
        <w:ind w:left="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14D603D"/>
    <w:multiLevelType w:val="hybridMultilevel"/>
    <w:tmpl w:val="BE4E4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29714104">
    <w:abstractNumId w:val="0"/>
  </w:num>
  <w:num w:numId="2" w16cid:durableId="910233125">
    <w:abstractNumId w:val="1"/>
  </w:num>
  <w:num w:numId="3" w16cid:durableId="6990103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5D1"/>
    <w:rsid w:val="00000292"/>
    <w:rsid w:val="00005719"/>
    <w:rsid w:val="00006F53"/>
    <w:rsid w:val="00011C78"/>
    <w:rsid w:val="000151FB"/>
    <w:rsid w:val="00016D33"/>
    <w:rsid w:val="000214D4"/>
    <w:rsid w:val="00022C52"/>
    <w:rsid w:val="00023B2D"/>
    <w:rsid w:val="00033CB9"/>
    <w:rsid w:val="000349D3"/>
    <w:rsid w:val="0003586F"/>
    <w:rsid w:val="000358B4"/>
    <w:rsid w:val="00035E37"/>
    <w:rsid w:val="0004089C"/>
    <w:rsid w:val="000414D4"/>
    <w:rsid w:val="00043BFF"/>
    <w:rsid w:val="00046249"/>
    <w:rsid w:val="00046883"/>
    <w:rsid w:val="000500B3"/>
    <w:rsid w:val="000561AC"/>
    <w:rsid w:val="00060126"/>
    <w:rsid w:val="00072554"/>
    <w:rsid w:val="00072A70"/>
    <w:rsid w:val="000762E6"/>
    <w:rsid w:val="0007785C"/>
    <w:rsid w:val="000844DC"/>
    <w:rsid w:val="00085D4C"/>
    <w:rsid w:val="000873B7"/>
    <w:rsid w:val="000907FC"/>
    <w:rsid w:val="000913A6"/>
    <w:rsid w:val="00091490"/>
    <w:rsid w:val="0009235D"/>
    <w:rsid w:val="00096280"/>
    <w:rsid w:val="000A1524"/>
    <w:rsid w:val="000A16A7"/>
    <w:rsid w:val="000A1988"/>
    <w:rsid w:val="000A3BA8"/>
    <w:rsid w:val="000A4BF2"/>
    <w:rsid w:val="000A5359"/>
    <w:rsid w:val="000B18FB"/>
    <w:rsid w:val="000B337B"/>
    <w:rsid w:val="000B42F5"/>
    <w:rsid w:val="000B5767"/>
    <w:rsid w:val="000B5E7C"/>
    <w:rsid w:val="000B6129"/>
    <w:rsid w:val="000C1381"/>
    <w:rsid w:val="000C1BA8"/>
    <w:rsid w:val="000C208F"/>
    <w:rsid w:val="000C3BD8"/>
    <w:rsid w:val="000C6AD0"/>
    <w:rsid w:val="000D57F4"/>
    <w:rsid w:val="000D5C9F"/>
    <w:rsid w:val="000D6ACB"/>
    <w:rsid w:val="000E1EC7"/>
    <w:rsid w:val="000E29FD"/>
    <w:rsid w:val="000E59B5"/>
    <w:rsid w:val="000F139B"/>
    <w:rsid w:val="000F64EC"/>
    <w:rsid w:val="001024C1"/>
    <w:rsid w:val="00104351"/>
    <w:rsid w:val="00107F87"/>
    <w:rsid w:val="00111C89"/>
    <w:rsid w:val="00115099"/>
    <w:rsid w:val="00115234"/>
    <w:rsid w:val="001155E4"/>
    <w:rsid w:val="00116C0A"/>
    <w:rsid w:val="001211E9"/>
    <w:rsid w:val="00123821"/>
    <w:rsid w:val="001319B7"/>
    <w:rsid w:val="00135739"/>
    <w:rsid w:val="00140964"/>
    <w:rsid w:val="0014449F"/>
    <w:rsid w:val="001505EC"/>
    <w:rsid w:val="0015084E"/>
    <w:rsid w:val="0015157C"/>
    <w:rsid w:val="00152824"/>
    <w:rsid w:val="00154C8E"/>
    <w:rsid w:val="001601F1"/>
    <w:rsid w:val="00161FD7"/>
    <w:rsid w:val="00171579"/>
    <w:rsid w:val="00175622"/>
    <w:rsid w:val="00175C89"/>
    <w:rsid w:val="00182CE8"/>
    <w:rsid w:val="00185AF1"/>
    <w:rsid w:val="0018671C"/>
    <w:rsid w:val="00186EC2"/>
    <w:rsid w:val="001872F3"/>
    <w:rsid w:val="001874C6"/>
    <w:rsid w:val="0019164F"/>
    <w:rsid w:val="001A14E9"/>
    <w:rsid w:val="001A6027"/>
    <w:rsid w:val="001B0B37"/>
    <w:rsid w:val="001B0C91"/>
    <w:rsid w:val="001B7955"/>
    <w:rsid w:val="001C27F6"/>
    <w:rsid w:val="001C55A5"/>
    <w:rsid w:val="001C762C"/>
    <w:rsid w:val="001F07AE"/>
    <w:rsid w:val="001F185A"/>
    <w:rsid w:val="001F2B19"/>
    <w:rsid w:val="001F2C03"/>
    <w:rsid w:val="001F5756"/>
    <w:rsid w:val="001F6E75"/>
    <w:rsid w:val="001F7205"/>
    <w:rsid w:val="001F731D"/>
    <w:rsid w:val="001F7CE0"/>
    <w:rsid w:val="00203FB5"/>
    <w:rsid w:val="002053DC"/>
    <w:rsid w:val="00214895"/>
    <w:rsid w:val="002154BD"/>
    <w:rsid w:val="002210DE"/>
    <w:rsid w:val="00232082"/>
    <w:rsid w:val="0023490F"/>
    <w:rsid w:val="00235F43"/>
    <w:rsid w:val="00236CE0"/>
    <w:rsid w:val="002372B1"/>
    <w:rsid w:val="00237C19"/>
    <w:rsid w:val="00240FA1"/>
    <w:rsid w:val="00241A5A"/>
    <w:rsid w:val="002438CC"/>
    <w:rsid w:val="00250634"/>
    <w:rsid w:val="00251EA9"/>
    <w:rsid w:val="002625AF"/>
    <w:rsid w:val="0026479F"/>
    <w:rsid w:val="00265E1C"/>
    <w:rsid w:val="0027157B"/>
    <w:rsid w:val="00275A13"/>
    <w:rsid w:val="00283564"/>
    <w:rsid w:val="002845A2"/>
    <w:rsid w:val="00285F0B"/>
    <w:rsid w:val="002922C2"/>
    <w:rsid w:val="00295D0D"/>
    <w:rsid w:val="00297CD2"/>
    <w:rsid w:val="002A3923"/>
    <w:rsid w:val="002B2F63"/>
    <w:rsid w:val="002B648E"/>
    <w:rsid w:val="002D4030"/>
    <w:rsid w:val="002D4510"/>
    <w:rsid w:val="002D55AE"/>
    <w:rsid w:val="002D66A1"/>
    <w:rsid w:val="002E52E8"/>
    <w:rsid w:val="002F170A"/>
    <w:rsid w:val="002F1D16"/>
    <w:rsid w:val="002F65D1"/>
    <w:rsid w:val="00302828"/>
    <w:rsid w:val="003077A0"/>
    <w:rsid w:val="003105E8"/>
    <w:rsid w:val="00312521"/>
    <w:rsid w:val="003127CA"/>
    <w:rsid w:val="003157C9"/>
    <w:rsid w:val="00323420"/>
    <w:rsid w:val="00330184"/>
    <w:rsid w:val="003333A2"/>
    <w:rsid w:val="003344FA"/>
    <w:rsid w:val="00336C6B"/>
    <w:rsid w:val="00336DEE"/>
    <w:rsid w:val="003376EC"/>
    <w:rsid w:val="0034397A"/>
    <w:rsid w:val="003444FF"/>
    <w:rsid w:val="00344F94"/>
    <w:rsid w:val="00357BEC"/>
    <w:rsid w:val="00361008"/>
    <w:rsid w:val="0036177B"/>
    <w:rsid w:val="003637B4"/>
    <w:rsid w:val="00381711"/>
    <w:rsid w:val="00381A31"/>
    <w:rsid w:val="00381D34"/>
    <w:rsid w:val="00382003"/>
    <w:rsid w:val="003825F0"/>
    <w:rsid w:val="00386DD5"/>
    <w:rsid w:val="003872CA"/>
    <w:rsid w:val="0038765C"/>
    <w:rsid w:val="00387FC6"/>
    <w:rsid w:val="00390E79"/>
    <w:rsid w:val="003917B4"/>
    <w:rsid w:val="003A0BC6"/>
    <w:rsid w:val="003A27A4"/>
    <w:rsid w:val="003A2896"/>
    <w:rsid w:val="003B0B41"/>
    <w:rsid w:val="003B0F1D"/>
    <w:rsid w:val="003B20D1"/>
    <w:rsid w:val="003B3EF3"/>
    <w:rsid w:val="003B68E9"/>
    <w:rsid w:val="003C065F"/>
    <w:rsid w:val="003C11D5"/>
    <w:rsid w:val="003C3E23"/>
    <w:rsid w:val="003C47B8"/>
    <w:rsid w:val="003C6CFB"/>
    <w:rsid w:val="003D1E05"/>
    <w:rsid w:val="003D3E45"/>
    <w:rsid w:val="003D4FC2"/>
    <w:rsid w:val="003D50C8"/>
    <w:rsid w:val="003D6483"/>
    <w:rsid w:val="003E0267"/>
    <w:rsid w:val="003E0735"/>
    <w:rsid w:val="003E15C9"/>
    <w:rsid w:val="003E4EC4"/>
    <w:rsid w:val="003E55B8"/>
    <w:rsid w:val="003E7947"/>
    <w:rsid w:val="003E7BD1"/>
    <w:rsid w:val="003E7BF0"/>
    <w:rsid w:val="003F1D6F"/>
    <w:rsid w:val="003F2F2A"/>
    <w:rsid w:val="003F66C5"/>
    <w:rsid w:val="003F6E63"/>
    <w:rsid w:val="004003AC"/>
    <w:rsid w:val="0040139F"/>
    <w:rsid w:val="004043D9"/>
    <w:rsid w:val="00404482"/>
    <w:rsid w:val="004048D8"/>
    <w:rsid w:val="00405425"/>
    <w:rsid w:val="00406263"/>
    <w:rsid w:val="00410251"/>
    <w:rsid w:val="00410708"/>
    <w:rsid w:val="00411CE9"/>
    <w:rsid w:val="00412FAF"/>
    <w:rsid w:val="004210DC"/>
    <w:rsid w:val="004211BE"/>
    <w:rsid w:val="00423550"/>
    <w:rsid w:val="00423901"/>
    <w:rsid w:val="00427147"/>
    <w:rsid w:val="00430B26"/>
    <w:rsid w:val="00431051"/>
    <w:rsid w:val="00432F62"/>
    <w:rsid w:val="0044086F"/>
    <w:rsid w:val="00441C55"/>
    <w:rsid w:val="00442756"/>
    <w:rsid w:val="00445E3C"/>
    <w:rsid w:val="00447481"/>
    <w:rsid w:val="00451FD5"/>
    <w:rsid w:val="0045228D"/>
    <w:rsid w:val="0045445E"/>
    <w:rsid w:val="00464749"/>
    <w:rsid w:val="0047084B"/>
    <w:rsid w:val="00475ED8"/>
    <w:rsid w:val="00480BEC"/>
    <w:rsid w:val="00481365"/>
    <w:rsid w:val="0048375E"/>
    <w:rsid w:val="00485326"/>
    <w:rsid w:val="004911A8"/>
    <w:rsid w:val="00492CC6"/>
    <w:rsid w:val="00496E3F"/>
    <w:rsid w:val="004A28A6"/>
    <w:rsid w:val="004A3BA2"/>
    <w:rsid w:val="004A5C7A"/>
    <w:rsid w:val="004A7AC2"/>
    <w:rsid w:val="004B0383"/>
    <w:rsid w:val="004B4A1D"/>
    <w:rsid w:val="004B5180"/>
    <w:rsid w:val="004C540C"/>
    <w:rsid w:val="004C7624"/>
    <w:rsid w:val="004D194C"/>
    <w:rsid w:val="004D23E8"/>
    <w:rsid w:val="004E2C54"/>
    <w:rsid w:val="004E6B85"/>
    <w:rsid w:val="004F01BD"/>
    <w:rsid w:val="004F0760"/>
    <w:rsid w:val="004F5969"/>
    <w:rsid w:val="004F6537"/>
    <w:rsid w:val="004F6F79"/>
    <w:rsid w:val="004F71D8"/>
    <w:rsid w:val="0050467A"/>
    <w:rsid w:val="005054CF"/>
    <w:rsid w:val="005054E2"/>
    <w:rsid w:val="005076C5"/>
    <w:rsid w:val="00507722"/>
    <w:rsid w:val="005137F7"/>
    <w:rsid w:val="00513CDF"/>
    <w:rsid w:val="00515B7D"/>
    <w:rsid w:val="00522A17"/>
    <w:rsid w:val="0052460E"/>
    <w:rsid w:val="00525579"/>
    <w:rsid w:val="005307CF"/>
    <w:rsid w:val="005318F9"/>
    <w:rsid w:val="005321F8"/>
    <w:rsid w:val="00535D25"/>
    <w:rsid w:val="005365AB"/>
    <w:rsid w:val="0054160C"/>
    <w:rsid w:val="005433AA"/>
    <w:rsid w:val="00544064"/>
    <w:rsid w:val="00550CC6"/>
    <w:rsid w:val="00550F48"/>
    <w:rsid w:val="00552488"/>
    <w:rsid w:val="00555B81"/>
    <w:rsid w:val="0055621B"/>
    <w:rsid w:val="00560CA9"/>
    <w:rsid w:val="00562016"/>
    <w:rsid w:val="00564BA6"/>
    <w:rsid w:val="00570000"/>
    <w:rsid w:val="00581D01"/>
    <w:rsid w:val="00582A71"/>
    <w:rsid w:val="00587EA4"/>
    <w:rsid w:val="005904AF"/>
    <w:rsid w:val="005939E4"/>
    <w:rsid w:val="00594807"/>
    <w:rsid w:val="00595FD0"/>
    <w:rsid w:val="005A07E2"/>
    <w:rsid w:val="005A31FC"/>
    <w:rsid w:val="005A3F9E"/>
    <w:rsid w:val="005A5701"/>
    <w:rsid w:val="005A5ABE"/>
    <w:rsid w:val="005B28EC"/>
    <w:rsid w:val="005B40ED"/>
    <w:rsid w:val="005C68CB"/>
    <w:rsid w:val="005D07C2"/>
    <w:rsid w:val="005D1D8C"/>
    <w:rsid w:val="005D2C63"/>
    <w:rsid w:val="005D42EC"/>
    <w:rsid w:val="005E0BA3"/>
    <w:rsid w:val="005E1D6F"/>
    <w:rsid w:val="005E27F5"/>
    <w:rsid w:val="005E3A12"/>
    <w:rsid w:val="005E41E8"/>
    <w:rsid w:val="005E4963"/>
    <w:rsid w:val="005E61BE"/>
    <w:rsid w:val="005E7C59"/>
    <w:rsid w:val="005F0213"/>
    <w:rsid w:val="005F03A0"/>
    <w:rsid w:val="005F1F5B"/>
    <w:rsid w:val="005F468C"/>
    <w:rsid w:val="006016A9"/>
    <w:rsid w:val="0060570D"/>
    <w:rsid w:val="00606206"/>
    <w:rsid w:val="00611DCD"/>
    <w:rsid w:val="00613275"/>
    <w:rsid w:val="00621245"/>
    <w:rsid w:val="00621C33"/>
    <w:rsid w:val="0062200D"/>
    <w:rsid w:val="00622C5A"/>
    <w:rsid w:val="006254E6"/>
    <w:rsid w:val="00626C48"/>
    <w:rsid w:val="006307C5"/>
    <w:rsid w:val="00636186"/>
    <w:rsid w:val="00636A3E"/>
    <w:rsid w:val="006402AF"/>
    <w:rsid w:val="00641876"/>
    <w:rsid w:val="00642535"/>
    <w:rsid w:val="00643233"/>
    <w:rsid w:val="0064326A"/>
    <w:rsid w:val="00643D13"/>
    <w:rsid w:val="00646A82"/>
    <w:rsid w:val="00646B37"/>
    <w:rsid w:val="00646BF6"/>
    <w:rsid w:val="00647929"/>
    <w:rsid w:val="00652DC6"/>
    <w:rsid w:val="00653253"/>
    <w:rsid w:val="00654959"/>
    <w:rsid w:val="0065675F"/>
    <w:rsid w:val="00663198"/>
    <w:rsid w:val="0066757F"/>
    <w:rsid w:val="006700FA"/>
    <w:rsid w:val="00671B82"/>
    <w:rsid w:val="00674307"/>
    <w:rsid w:val="0067598E"/>
    <w:rsid w:val="00680C13"/>
    <w:rsid w:val="006810F1"/>
    <w:rsid w:val="006858E4"/>
    <w:rsid w:val="006A059D"/>
    <w:rsid w:val="006A6F88"/>
    <w:rsid w:val="006B46F6"/>
    <w:rsid w:val="006C1523"/>
    <w:rsid w:val="006C5DFD"/>
    <w:rsid w:val="006C7F6E"/>
    <w:rsid w:val="006D0E80"/>
    <w:rsid w:val="006D4692"/>
    <w:rsid w:val="006D684C"/>
    <w:rsid w:val="006E176D"/>
    <w:rsid w:val="006F19D0"/>
    <w:rsid w:val="006F3DD4"/>
    <w:rsid w:val="00706E7F"/>
    <w:rsid w:val="0071064D"/>
    <w:rsid w:val="00711F5E"/>
    <w:rsid w:val="0071256E"/>
    <w:rsid w:val="00715F47"/>
    <w:rsid w:val="0072197F"/>
    <w:rsid w:val="00725117"/>
    <w:rsid w:val="007274DA"/>
    <w:rsid w:val="00733B1A"/>
    <w:rsid w:val="00733E01"/>
    <w:rsid w:val="00740BF2"/>
    <w:rsid w:val="00747FB4"/>
    <w:rsid w:val="007503D6"/>
    <w:rsid w:val="007514E7"/>
    <w:rsid w:val="00762E54"/>
    <w:rsid w:val="007631AA"/>
    <w:rsid w:val="00764B9C"/>
    <w:rsid w:val="00766FC5"/>
    <w:rsid w:val="007756AB"/>
    <w:rsid w:val="00777947"/>
    <w:rsid w:val="0078000B"/>
    <w:rsid w:val="00780022"/>
    <w:rsid w:val="007820AD"/>
    <w:rsid w:val="00782E06"/>
    <w:rsid w:val="007845FF"/>
    <w:rsid w:val="00785772"/>
    <w:rsid w:val="0079494C"/>
    <w:rsid w:val="007A2680"/>
    <w:rsid w:val="007A2C9D"/>
    <w:rsid w:val="007A6770"/>
    <w:rsid w:val="007B1397"/>
    <w:rsid w:val="007B1932"/>
    <w:rsid w:val="007B1FAE"/>
    <w:rsid w:val="007C0E60"/>
    <w:rsid w:val="007C6B81"/>
    <w:rsid w:val="007D05EA"/>
    <w:rsid w:val="007D08B2"/>
    <w:rsid w:val="007D22FA"/>
    <w:rsid w:val="007D2F5C"/>
    <w:rsid w:val="007D576D"/>
    <w:rsid w:val="007D62ED"/>
    <w:rsid w:val="007E2C8F"/>
    <w:rsid w:val="007E4F94"/>
    <w:rsid w:val="007E57FE"/>
    <w:rsid w:val="007E7806"/>
    <w:rsid w:val="007E7915"/>
    <w:rsid w:val="007F20A8"/>
    <w:rsid w:val="007F4E67"/>
    <w:rsid w:val="007F52FC"/>
    <w:rsid w:val="007F68A5"/>
    <w:rsid w:val="007F7DA8"/>
    <w:rsid w:val="00801B8D"/>
    <w:rsid w:val="008022D2"/>
    <w:rsid w:val="008028FC"/>
    <w:rsid w:val="00807818"/>
    <w:rsid w:val="00821646"/>
    <w:rsid w:val="008218C5"/>
    <w:rsid w:val="00823820"/>
    <w:rsid w:val="00823DC2"/>
    <w:rsid w:val="008261AA"/>
    <w:rsid w:val="00826A8F"/>
    <w:rsid w:val="00831FF3"/>
    <w:rsid w:val="00834D0F"/>
    <w:rsid w:val="0084565D"/>
    <w:rsid w:val="008464E6"/>
    <w:rsid w:val="00846C66"/>
    <w:rsid w:val="0084789C"/>
    <w:rsid w:val="00852996"/>
    <w:rsid w:val="0085347A"/>
    <w:rsid w:val="008571DD"/>
    <w:rsid w:val="008611FD"/>
    <w:rsid w:val="00862066"/>
    <w:rsid w:val="0086356B"/>
    <w:rsid w:val="00863826"/>
    <w:rsid w:val="00863E23"/>
    <w:rsid w:val="008666DD"/>
    <w:rsid w:val="00867ED3"/>
    <w:rsid w:val="00870981"/>
    <w:rsid w:val="00875D01"/>
    <w:rsid w:val="008768A5"/>
    <w:rsid w:val="0088190D"/>
    <w:rsid w:val="00882FEE"/>
    <w:rsid w:val="00883220"/>
    <w:rsid w:val="00895C01"/>
    <w:rsid w:val="00895EB3"/>
    <w:rsid w:val="008B1385"/>
    <w:rsid w:val="008B3EE1"/>
    <w:rsid w:val="008C2631"/>
    <w:rsid w:val="008C6E9D"/>
    <w:rsid w:val="008C7A20"/>
    <w:rsid w:val="008D3D2F"/>
    <w:rsid w:val="008D45A1"/>
    <w:rsid w:val="008D5747"/>
    <w:rsid w:val="008E1BED"/>
    <w:rsid w:val="008E2A48"/>
    <w:rsid w:val="008E3005"/>
    <w:rsid w:val="008E3809"/>
    <w:rsid w:val="008E639B"/>
    <w:rsid w:val="008E6ED2"/>
    <w:rsid w:val="008F4704"/>
    <w:rsid w:val="008F7049"/>
    <w:rsid w:val="00904546"/>
    <w:rsid w:val="00915194"/>
    <w:rsid w:val="00915F4D"/>
    <w:rsid w:val="009220D2"/>
    <w:rsid w:val="00922C5D"/>
    <w:rsid w:val="0092386E"/>
    <w:rsid w:val="0092783D"/>
    <w:rsid w:val="00927F2C"/>
    <w:rsid w:val="009307CF"/>
    <w:rsid w:val="0093231D"/>
    <w:rsid w:val="0093378B"/>
    <w:rsid w:val="00935292"/>
    <w:rsid w:val="00940052"/>
    <w:rsid w:val="00942010"/>
    <w:rsid w:val="00946C8A"/>
    <w:rsid w:val="009500B6"/>
    <w:rsid w:val="00953FCE"/>
    <w:rsid w:val="00954840"/>
    <w:rsid w:val="00961484"/>
    <w:rsid w:val="00961F4E"/>
    <w:rsid w:val="00962A59"/>
    <w:rsid w:val="00962D95"/>
    <w:rsid w:val="009658E9"/>
    <w:rsid w:val="00965E12"/>
    <w:rsid w:val="00966C48"/>
    <w:rsid w:val="009706A7"/>
    <w:rsid w:val="009706EA"/>
    <w:rsid w:val="0097293A"/>
    <w:rsid w:val="0097526F"/>
    <w:rsid w:val="00975C2A"/>
    <w:rsid w:val="009830C2"/>
    <w:rsid w:val="00987C0B"/>
    <w:rsid w:val="009900F6"/>
    <w:rsid w:val="00991F11"/>
    <w:rsid w:val="00995FC3"/>
    <w:rsid w:val="00997046"/>
    <w:rsid w:val="009A0B50"/>
    <w:rsid w:val="009A3399"/>
    <w:rsid w:val="009A38B9"/>
    <w:rsid w:val="009B376F"/>
    <w:rsid w:val="009B3BDC"/>
    <w:rsid w:val="009B7B88"/>
    <w:rsid w:val="009C44F3"/>
    <w:rsid w:val="009C689B"/>
    <w:rsid w:val="009D14E9"/>
    <w:rsid w:val="009D5018"/>
    <w:rsid w:val="009D5C98"/>
    <w:rsid w:val="009D5E17"/>
    <w:rsid w:val="009D6CCE"/>
    <w:rsid w:val="009E122A"/>
    <w:rsid w:val="009E1AF3"/>
    <w:rsid w:val="009E28BE"/>
    <w:rsid w:val="009E3048"/>
    <w:rsid w:val="009E442F"/>
    <w:rsid w:val="009F02EE"/>
    <w:rsid w:val="009F114B"/>
    <w:rsid w:val="009F349E"/>
    <w:rsid w:val="009F7F26"/>
    <w:rsid w:val="00A14824"/>
    <w:rsid w:val="00A26CC5"/>
    <w:rsid w:val="00A31183"/>
    <w:rsid w:val="00A3233F"/>
    <w:rsid w:val="00A331DF"/>
    <w:rsid w:val="00A337DA"/>
    <w:rsid w:val="00A350AD"/>
    <w:rsid w:val="00A40E87"/>
    <w:rsid w:val="00A41CCF"/>
    <w:rsid w:val="00A436E6"/>
    <w:rsid w:val="00A43ED9"/>
    <w:rsid w:val="00A526C2"/>
    <w:rsid w:val="00A57C19"/>
    <w:rsid w:val="00A63CC0"/>
    <w:rsid w:val="00A65F5D"/>
    <w:rsid w:val="00A663FE"/>
    <w:rsid w:val="00A70ABC"/>
    <w:rsid w:val="00A73F31"/>
    <w:rsid w:val="00A847B5"/>
    <w:rsid w:val="00A86D09"/>
    <w:rsid w:val="00A91DA5"/>
    <w:rsid w:val="00A931F6"/>
    <w:rsid w:val="00A94137"/>
    <w:rsid w:val="00A94AA8"/>
    <w:rsid w:val="00A94BB3"/>
    <w:rsid w:val="00AA2DA4"/>
    <w:rsid w:val="00AA6D9E"/>
    <w:rsid w:val="00AA7BAE"/>
    <w:rsid w:val="00AB0799"/>
    <w:rsid w:val="00AB7D46"/>
    <w:rsid w:val="00AC2E7F"/>
    <w:rsid w:val="00AC44BE"/>
    <w:rsid w:val="00AC4647"/>
    <w:rsid w:val="00AC6B1B"/>
    <w:rsid w:val="00AD6959"/>
    <w:rsid w:val="00AE6702"/>
    <w:rsid w:val="00AF05F9"/>
    <w:rsid w:val="00AF1020"/>
    <w:rsid w:val="00AF19BE"/>
    <w:rsid w:val="00AF42BE"/>
    <w:rsid w:val="00AF6B5F"/>
    <w:rsid w:val="00B04F23"/>
    <w:rsid w:val="00B105C2"/>
    <w:rsid w:val="00B10636"/>
    <w:rsid w:val="00B13AC3"/>
    <w:rsid w:val="00B15B87"/>
    <w:rsid w:val="00B176AF"/>
    <w:rsid w:val="00B25EB9"/>
    <w:rsid w:val="00B322D6"/>
    <w:rsid w:val="00B33AA5"/>
    <w:rsid w:val="00B360C2"/>
    <w:rsid w:val="00B40346"/>
    <w:rsid w:val="00B429D0"/>
    <w:rsid w:val="00B42C8C"/>
    <w:rsid w:val="00B462A2"/>
    <w:rsid w:val="00B47E0C"/>
    <w:rsid w:val="00B51035"/>
    <w:rsid w:val="00B65287"/>
    <w:rsid w:val="00B71458"/>
    <w:rsid w:val="00B714AD"/>
    <w:rsid w:val="00B720D6"/>
    <w:rsid w:val="00B74071"/>
    <w:rsid w:val="00B7485A"/>
    <w:rsid w:val="00B76F20"/>
    <w:rsid w:val="00B81CAE"/>
    <w:rsid w:val="00B82C8E"/>
    <w:rsid w:val="00B84A4C"/>
    <w:rsid w:val="00B942EB"/>
    <w:rsid w:val="00B945F2"/>
    <w:rsid w:val="00B9467A"/>
    <w:rsid w:val="00B96305"/>
    <w:rsid w:val="00B97703"/>
    <w:rsid w:val="00BA603E"/>
    <w:rsid w:val="00BB56EE"/>
    <w:rsid w:val="00BC1125"/>
    <w:rsid w:val="00BC12CE"/>
    <w:rsid w:val="00BC42F6"/>
    <w:rsid w:val="00BC4E27"/>
    <w:rsid w:val="00BC5183"/>
    <w:rsid w:val="00BC547C"/>
    <w:rsid w:val="00BD34F9"/>
    <w:rsid w:val="00BD379A"/>
    <w:rsid w:val="00BE0102"/>
    <w:rsid w:val="00BE27F7"/>
    <w:rsid w:val="00BE2D76"/>
    <w:rsid w:val="00BE2EE0"/>
    <w:rsid w:val="00BF4D37"/>
    <w:rsid w:val="00BF55BA"/>
    <w:rsid w:val="00BF5E7E"/>
    <w:rsid w:val="00C0799A"/>
    <w:rsid w:val="00C11F3E"/>
    <w:rsid w:val="00C15739"/>
    <w:rsid w:val="00C17288"/>
    <w:rsid w:val="00C17DEC"/>
    <w:rsid w:val="00C2035A"/>
    <w:rsid w:val="00C21E55"/>
    <w:rsid w:val="00C244D2"/>
    <w:rsid w:val="00C34181"/>
    <w:rsid w:val="00C35C8E"/>
    <w:rsid w:val="00C52991"/>
    <w:rsid w:val="00C661AB"/>
    <w:rsid w:val="00C663DC"/>
    <w:rsid w:val="00C72334"/>
    <w:rsid w:val="00C72A99"/>
    <w:rsid w:val="00C72CAA"/>
    <w:rsid w:val="00C74374"/>
    <w:rsid w:val="00C75AC4"/>
    <w:rsid w:val="00C81A5D"/>
    <w:rsid w:val="00C81B68"/>
    <w:rsid w:val="00C863FB"/>
    <w:rsid w:val="00C87A7E"/>
    <w:rsid w:val="00CA2A47"/>
    <w:rsid w:val="00CA4FE6"/>
    <w:rsid w:val="00CB1E75"/>
    <w:rsid w:val="00CB514C"/>
    <w:rsid w:val="00CC31AA"/>
    <w:rsid w:val="00CC7029"/>
    <w:rsid w:val="00CC78F8"/>
    <w:rsid w:val="00CD060B"/>
    <w:rsid w:val="00CD1301"/>
    <w:rsid w:val="00CD15CC"/>
    <w:rsid w:val="00CD2933"/>
    <w:rsid w:val="00CD64AF"/>
    <w:rsid w:val="00CE039B"/>
    <w:rsid w:val="00CE0781"/>
    <w:rsid w:val="00CE0CFC"/>
    <w:rsid w:val="00CE0F5B"/>
    <w:rsid w:val="00CE60FA"/>
    <w:rsid w:val="00CE625C"/>
    <w:rsid w:val="00CE7D64"/>
    <w:rsid w:val="00CF38C8"/>
    <w:rsid w:val="00CF7AA3"/>
    <w:rsid w:val="00D070D7"/>
    <w:rsid w:val="00D07117"/>
    <w:rsid w:val="00D071E6"/>
    <w:rsid w:val="00D14092"/>
    <w:rsid w:val="00D15B48"/>
    <w:rsid w:val="00D16F11"/>
    <w:rsid w:val="00D20E19"/>
    <w:rsid w:val="00D21421"/>
    <w:rsid w:val="00D22D42"/>
    <w:rsid w:val="00D32DB0"/>
    <w:rsid w:val="00D3347B"/>
    <w:rsid w:val="00D342DD"/>
    <w:rsid w:val="00D35B4C"/>
    <w:rsid w:val="00D35D0C"/>
    <w:rsid w:val="00D37D79"/>
    <w:rsid w:val="00D37D93"/>
    <w:rsid w:val="00D50EE7"/>
    <w:rsid w:val="00D5390D"/>
    <w:rsid w:val="00D543B9"/>
    <w:rsid w:val="00D56652"/>
    <w:rsid w:val="00D64546"/>
    <w:rsid w:val="00D66772"/>
    <w:rsid w:val="00D70AC2"/>
    <w:rsid w:val="00D7263B"/>
    <w:rsid w:val="00D77366"/>
    <w:rsid w:val="00D77CCC"/>
    <w:rsid w:val="00D85530"/>
    <w:rsid w:val="00D8775F"/>
    <w:rsid w:val="00D9022E"/>
    <w:rsid w:val="00D9527B"/>
    <w:rsid w:val="00D97CFD"/>
    <w:rsid w:val="00DA1A2A"/>
    <w:rsid w:val="00DA26D6"/>
    <w:rsid w:val="00DA3BB0"/>
    <w:rsid w:val="00DA5541"/>
    <w:rsid w:val="00DA6774"/>
    <w:rsid w:val="00DA78A8"/>
    <w:rsid w:val="00DB2066"/>
    <w:rsid w:val="00DB5577"/>
    <w:rsid w:val="00DB5877"/>
    <w:rsid w:val="00DB7500"/>
    <w:rsid w:val="00DC4125"/>
    <w:rsid w:val="00DC5B02"/>
    <w:rsid w:val="00DD0B66"/>
    <w:rsid w:val="00DD1ACE"/>
    <w:rsid w:val="00DD38BB"/>
    <w:rsid w:val="00DD3C2A"/>
    <w:rsid w:val="00DE08F1"/>
    <w:rsid w:val="00DE1457"/>
    <w:rsid w:val="00DE18B5"/>
    <w:rsid w:val="00DE28F4"/>
    <w:rsid w:val="00DF0379"/>
    <w:rsid w:val="00DF162E"/>
    <w:rsid w:val="00DF16D6"/>
    <w:rsid w:val="00DF3482"/>
    <w:rsid w:val="00DF5E10"/>
    <w:rsid w:val="00DF7C6B"/>
    <w:rsid w:val="00E02F71"/>
    <w:rsid w:val="00E07ADB"/>
    <w:rsid w:val="00E10809"/>
    <w:rsid w:val="00E129CD"/>
    <w:rsid w:val="00E14DD4"/>
    <w:rsid w:val="00E20B74"/>
    <w:rsid w:val="00E21644"/>
    <w:rsid w:val="00E2617E"/>
    <w:rsid w:val="00E30575"/>
    <w:rsid w:val="00E413EB"/>
    <w:rsid w:val="00E41CFB"/>
    <w:rsid w:val="00E463E1"/>
    <w:rsid w:val="00E55B47"/>
    <w:rsid w:val="00E55B99"/>
    <w:rsid w:val="00E611BE"/>
    <w:rsid w:val="00E62988"/>
    <w:rsid w:val="00E6396F"/>
    <w:rsid w:val="00E64D07"/>
    <w:rsid w:val="00E7329A"/>
    <w:rsid w:val="00E73A50"/>
    <w:rsid w:val="00E76B83"/>
    <w:rsid w:val="00E85CA3"/>
    <w:rsid w:val="00E9053F"/>
    <w:rsid w:val="00E9102E"/>
    <w:rsid w:val="00E919C1"/>
    <w:rsid w:val="00E926A9"/>
    <w:rsid w:val="00E94050"/>
    <w:rsid w:val="00E94D8D"/>
    <w:rsid w:val="00E961F3"/>
    <w:rsid w:val="00E96752"/>
    <w:rsid w:val="00E9700D"/>
    <w:rsid w:val="00E97F55"/>
    <w:rsid w:val="00EA0127"/>
    <w:rsid w:val="00EA2394"/>
    <w:rsid w:val="00EA239E"/>
    <w:rsid w:val="00EA3AA2"/>
    <w:rsid w:val="00EA4EA7"/>
    <w:rsid w:val="00EA5EA3"/>
    <w:rsid w:val="00EA5EF2"/>
    <w:rsid w:val="00EA705F"/>
    <w:rsid w:val="00EA7533"/>
    <w:rsid w:val="00EB5E52"/>
    <w:rsid w:val="00EB656B"/>
    <w:rsid w:val="00EB6666"/>
    <w:rsid w:val="00EB7869"/>
    <w:rsid w:val="00EC17E5"/>
    <w:rsid w:val="00EC4C66"/>
    <w:rsid w:val="00EC56DD"/>
    <w:rsid w:val="00ED30B8"/>
    <w:rsid w:val="00ED6002"/>
    <w:rsid w:val="00ED731E"/>
    <w:rsid w:val="00ED7A75"/>
    <w:rsid w:val="00EE001E"/>
    <w:rsid w:val="00EE7A65"/>
    <w:rsid w:val="00EF21FC"/>
    <w:rsid w:val="00EF5E79"/>
    <w:rsid w:val="00EF60BE"/>
    <w:rsid w:val="00EF71BF"/>
    <w:rsid w:val="00F02336"/>
    <w:rsid w:val="00F14E1E"/>
    <w:rsid w:val="00F16449"/>
    <w:rsid w:val="00F175B9"/>
    <w:rsid w:val="00F2018E"/>
    <w:rsid w:val="00F302B3"/>
    <w:rsid w:val="00F3051F"/>
    <w:rsid w:val="00F30A52"/>
    <w:rsid w:val="00F31DDD"/>
    <w:rsid w:val="00F35D55"/>
    <w:rsid w:val="00F407B1"/>
    <w:rsid w:val="00F42261"/>
    <w:rsid w:val="00F4475A"/>
    <w:rsid w:val="00F461F6"/>
    <w:rsid w:val="00F4736A"/>
    <w:rsid w:val="00F56D2F"/>
    <w:rsid w:val="00F60201"/>
    <w:rsid w:val="00F60401"/>
    <w:rsid w:val="00F6537D"/>
    <w:rsid w:val="00F66E71"/>
    <w:rsid w:val="00F71713"/>
    <w:rsid w:val="00F71BA3"/>
    <w:rsid w:val="00F73D00"/>
    <w:rsid w:val="00F7436A"/>
    <w:rsid w:val="00F77846"/>
    <w:rsid w:val="00F81700"/>
    <w:rsid w:val="00F87647"/>
    <w:rsid w:val="00F9370B"/>
    <w:rsid w:val="00F96286"/>
    <w:rsid w:val="00F965AA"/>
    <w:rsid w:val="00F9714C"/>
    <w:rsid w:val="00FA43D2"/>
    <w:rsid w:val="00FA4CB5"/>
    <w:rsid w:val="00FA5D63"/>
    <w:rsid w:val="00FB76A7"/>
    <w:rsid w:val="00FB7CA7"/>
    <w:rsid w:val="00FC0A24"/>
    <w:rsid w:val="00FC1EFB"/>
    <w:rsid w:val="00FD1BEA"/>
    <w:rsid w:val="00FD2051"/>
    <w:rsid w:val="00FD7FFC"/>
    <w:rsid w:val="00FE154D"/>
    <w:rsid w:val="00FE1C04"/>
    <w:rsid w:val="00FE3493"/>
    <w:rsid w:val="00FE4617"/>
    <w:rsid w:val="00FE4EBA"/>
    <w:rsid w:val="00FE7513"/>
    <w:rsid w:val="00FF4D87"/>
    <w:rsid w:val="00FF5605"/>
    <w:rsid w:val="00FF5AE9"/>
    <w:rsid w:val="00FF6099"/>
    <w:rsid w:val="00FF6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752A0CF"/>
  <w15:docId w15:val="{AFBB7167-8E4F-496D-8235-0E86933C5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1CAE"/>
    <w:pPr>
      <w:suppressAutoHyphens/>
      <w:autoSpaceDE w:val="0"/>
    </w:pPr>
    <w:rPr>
      <w:lang w:eastAsia="ar-SA"/>
    </w:rPr>
  </w:style>
  <w:style w:type="paragraph" w:styleId="Heading1">
    <w:name w:val="heading 1"/>
    <w:basedOn w:val="Normal"/>
    <w:next w:val="Normal"/>
    <w:qFormat/>
    <w:rsid w:val="00B81CAE"/>
    <w:pPr>
      <w:keepNext/>
      <w:tabs>
        <w:tab w:val="num" w:pos="432"/>
      </w:tabs>
      <w:spacing w:before="240" w:after="60"/>
      <w:ind w:left="432" w:hanging="432"/>
      <w:outlineLvl w:val="0"/>
    </w:pPr>
    <w:rPr>
      <w:rFonts w:ascii="Arial" w:hAnsi="Arial" w:cs="Arial"/>
      <w:b/>
      <w:bCs/>
      <w:kern w:val="1"/>
      <w:sz w:val="28"/>
      <w:szCs w:val="28"/>
    </w:rPr>
  </w:style>
  <w:style w:type="paragraph" w:styleId="Heading2">
    <w:name w:val="heading 2"/>
    <w:basedOn w:val="Normal"/>
    <w:next w:val="Normal"/>
    <w:qFormat/>
    <w:rsid w:val="00B81CAE"/>
    <w:pPr>
      <w:keepNext/>
      <w:tabs>
        <w:tab w:val="num" w:pos="576"/>
      </w:tabs>
      <w:autoSpaceDE/>
      <w:ind w:left="576" w:hanging="576"/>
      <w:outlineLvl w:val="1"/>
    </w:pPr>
    <w:rPr>
      <w:b/>
      <w:bCs/>
      <w:sz w:val="24"/>
    </w:rPr>
  </w:style>
  <w:style w:type="paragraph" w:styleId="Heading3">
    <w:name w:val="heading 3"/>
    <w:basedOn w:val="Normal"/>
    <w:next w:val="Normal"/>
    <w:qFormat/>
    <w:rsid w:val="00B81CAE"/>
    <w:pPr>
      <w:keepNext/>
      <w:tabs>
        <w:tab w:val="num" w:pos="720"/>
      </w:tabs>
      <w:ind w:left="720" w:hanging="720"/>
      <w:jc w:val="center"/>
      <w:outlineLvl w:val="2"/>
    </w:pPr>
    <w:rPr>
      <w:rFonts w:ascii="Arial" w:hAnsi="Arial" w:cs="Arial"/>
      <w:sz w:val="24"/>
    </w:rPr>
  </w:style>
  <w:style w:type="paragraph" w:styleId="Heading4">
    <w:name w:val="heading 4"/>
    <w:basedOn w:val="Normal"/>
    <w:next w:val="Normal"/>
    <w:qFormat/>
    <w:rsid w:val="00B81CAE"/>
    <w:pPr>
      <w:keepNext/>
      <w:tabs>
        <w:tab w:val="num" w:pos="864"/>
      </w:tabs>
      <w:spacing w:after="120"/>
      <w:ind w:left="864" w:hanging="864"/>
      <w:outlineLvl w:val="3"/>
    </w:pPr>
    <w:rPr>
      <w:b/>
      <w:bCs/>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81CAE"/>
  </w:style>
  <w:style w:type="character" w:customStyle="1" w:styleId="WW-Absatz-Standardschriftart">
    <w:name w:val="WW-Absatz-Standardschriftart"/>
    <w:rsid w:val="00B81CAE"/>
  </w:style>
  <w:style w:type="character" w:customStyle="1" w:styleId="WW-Absatz-Standardschriftart1">
    <w:name w:val="WW-Absatz-Standardschriftart1"/>
    <w:rsid w:val="00B81CAE"/>
  </w:style>
  <w:style w:type="character" w:customStyle="1" w:styleId="WW8Num1z1">
    <w:name w:val="WW8Num1z1"/>
    <w:rsid w:val="00B81CAE"/>
    <w:rPr>
      <w:rFonts w:ascii="Courier New" w:hAnsi="Courier New"/>
    </w:rPr>
  </w:style>
  <w:style w:type="character" w:customStyle="1" w:styleId="WW8Num1z2">
    <w:name w:val="WW8Num1z2"/>
    <w:rsid w:val="00B81CAE"/>
    <w:rPr>
      <w:rFonts w:ascii="Wingdings" w:hAnsi="Wingdings"/>
    </w:rPr>
  </w:style>
  <w:style w:type="character" w:customStyle="1" w:styleId="WW8Num1z3">
    <w:name w:val="WW8Num1z3"/>
    <w:rsid w:val="00B81CAE"/>
    <w:rPr>
      <w:rFonts w:ascii="Symbol" w:hAnsi="Symbol"/>
    </w:rPr>
  </w:style>
  <w:style w:type="character" w:customStyle="1" w:styleId="WW8Num2z0">
    <w:name w:val="WW8Num2z0"/>
    <w:rsid w:val="00B81CAE"/>
    <w:rPr>
      <w:rFonts w:ascii="Symbol" w:hAnsi="Symbol"/>
    </w:rPr>
  </w:style>
  <w:style w:type="character" w:customStyle="1" w:styleId="WW8Num2z1">
    <w:name w:val="WW8Num2z1"/>
    <w:rsid w:val="00B81CAE"/>
    <w:rPr>
      <w:rFonts w:ascii="Courier New" w:hAnsi="Courier New"/>
    </w:rPr>
  </w:style>
  <w:style w:type="character" w:customStyle="1" w:styleId="WW8Num2z2">
    <w:name w:val="WW8Num2z2"/>
    <w:rsid w:val="00B81CAE"/>
    <w:rPr>
      <w:rFonts w:ascii="Wingdings" w:hAnsi="Wingdings"/>
    </w:rPr>
  </w:style>
  <w:style w:type="character" w:styleId="Hyperlink">
    <w:name w:val="Hyperlink"/>
    <w:basedOn w:val="DefaultParagraphFont"/>
    <w:rsid w:val="00B81CAE"/>
    <w:rPr>
      <w:color w:val="0000FF"/>
      <w:u w:val="single"/>
    </w:rPr>
  </w:style>
  <w:style w:type="paragraph" w:customStyle="1" w:styleId="Heading">
    <w:name w:val="Heading"/>
    <w:basedOn w:val="Normal"/>
    <w:next w:val="BodyText"/>
    <w:rsid w:val="00B81CAE"/>
    <w:pPr>
      <w:keepNext/>
      <w:spacing w:before="240" w:after="120"/>
    </w:pPr>
    <w:rPr>
      <w:rFonts w:ascii="Arial" w:eastAsia="Lucida Sans Unicode" w:hAnsi="Arial" w:cs="Tahoma"/>
      <w:sz w:val="28"/>
      <w:szCs w:val="28"/>
    </w:rPr>
  </w:style>
  <w:style w:type="paragraph" w:styleId="BodyText">
    <w:name w:val="Body Text"/>
    <w:basedOn w:val="Normal"/>
    <w:rsid w:val="00B81CAE"/>
    <w:rPr>
      <w:szCs w:val="24"/>
    </w:rPr>
  </w:style>
  <w:style w:type="paragraph" w:styleId="List">
    <w:name w:val="List"/>
    <w:basedOn w:val="BodyText"/>
    <w:rsid w:val="00B81CAE"/>
    <w:rPr>
      <w:rFonts w:cs="Tahoma"/>
    </w:rPr>
  </w:style>
  <w:style w:type="paragraph" w:styleId="Caption">
    <w:name w:val="caption"/>
    <w:basedOn w:val="Normal"/>
    <w:qFormat/>
    <w:rsid w:val="00B81CAE"/>
    <w:pPr>
      <w:suppressLineNumbers/>
      <w:spacing w:before="120" w:after="120"/>
    </w:pPr>
    <w:rPr>
      <w:rFonts w:cs="Tahoma"/>
      <w:i/>
      <w:iCs/>
      <w:sz w:val="24"/>
      <w:szCs w:val="24"/>
    </w:rPr>
  </w:style>
  <w:style w:type="paragraph" w:customStyle="1" w:styleId="Index">
    <w:name w:val="Index"/>
    <w:basedOn w:val="Normal"/>
    <w:rsid w:val="00B81CAE"/>
    <w:pPr>
      <w:suppressLineNumbers/>
    </w:pPr>
    <w:rPr>
      <w:rFonts w:cs="Tahoma"/>
    </w:rPr>
  </w:style>
  <w:style w:type="paragraph" w:styleId="Header">
    <w:name w:val="header"/>
    <w:basedOn w:val="Normal"/>
    <w:rsid w:val="00B81CAE"/>
    <w:pPr>
      <w:tabs>
        <w:tab w:val="center" w:pos="4320"/>
        <w:tab w:val="right" w:pos="8640"/>
      </w:tabs>
    </w:pPr>
  </w:style>
  <w:style w:type="paragraph" w:styleId="Footer">
    <w:name w:val="footer"/>
    <w:basedOn w:val="Normal"/>
    <w:rsid w:val="00B81CAE"/>
    <w:pPr>
      <w:tabs>
        <w:tab w:val="center" w:pos="4320"/>
        <w:tab w:val="right" w:pos="8640"/>
      </w:tabs>
    </w:pPr>
  </w:style>
  <w:style w:type="paragraph" w:styleId="Title">
    <w:name w:val="Title"/>
    <w:basedOn w:val="Normal"/>
    <w:next w:val="Subtitle"/>
    <w:qFormat/>
    <w:rsid w:val="00B81CAE"/>
    <w:pPr>
      <w:autoSpaceDE/>
      <w:jc w:val="center"/>
    </w:pPr>
    <w:rPr>
      <w:sz w:val="24"/>
    </w:rPr>
  </w:style>
  <w:style w:type="paragraph" w:styleId="Subtitle">
    <w:name w:val="Subtitle"/>
    <w:basedOn w:val="Heading"/>
    <w:next w:val="BodyText"/>
    <w:qFormat/>
    <w:rsid w:val="00B81CAE"/>
    <w:pPr>
      <w:jc w:val="center"/>
    </w:pPr>
    <w:rPr>
      <w:i/>
      <w:iCs/>
    </w:rPr>
  </w:style>
  <w:style w:type="paragraph" w:styleId="BodyText2">
    <w:name w:val="Body Text 2"/>
    <w:basedOn w:val="Normal"/>
    <w:rsid w:val="00B81CAE"/>
    <w:rPr>
      <w:rFonts w:ascii="Courier New" w:hAnsi="Courier New" w:cs="Courier New"/>
      <w:iCs/>
    </w:rPr>
  </w:style>
  <w:style w:type="paragraph" w:styleId="BodyText3">
    <w:name w:val="Body Text 3"/>
    <w:basedOn w:val="Normal"/>
    <w:rsid w:val="00B81CAE"/>
    <w:pPr>
      <w:autoSpaceDE/>
    </w:pPr>
    <w:rPr>
      <w:sz w:val="22"/>
      <w:szCs w:val="24"/>
    </w:rPr>
  </w:style>
  <w:style w:type="paragraph" w:styleId="NormalWeb">
    <w:name w:val="Normal (Web)"/>
    <w:basedOn w:val="Normal"/>
    <w:rsid w:val="00B81CAE"/>
    <w:pPr>
      <w:autoSpaceDE/>
      <w:spacing w:before="100" w:after="100"/>
    </w:pPr>
    <w:rPr>
      <w:rFonts w:ascii="Arial Unicode MS" w:eastAsia="Arial Unicode MS" w:hAnsi="Arial Unicode MS" w:cs="Arial Unicode MS"/>
      <w:sz w:val="24"/>
      <w:szCs w:val="24"/>
    </w:rPr>
  </w:style>
  <w:style w:type="paragraph" w:customStyle="1" w:styleId="TableContents">
    <w:name w:val="Table Contents"/>
    <w:basedOn w:val="Normal"/>
    <w:rsid w:val="00B81CAE"/>
    <w:pPr>
      <w:suppressLineNumbers/>
    </w:pPr>
  </w:style>
  <w:style w:type="paragraph" w:customStyle="1" w:styleId="TableHeading">
    <w:name w:val="Table Heading"/>
    <w:basedOn w:val="TableContents"/>
    <w:rsid w:val="00B81CAE"/>
    <w:pPr>
      <w:jc w:val="center"/>
    </w:pPr>
    <w:rPr>
      <w:b/>
      <w:bCs/>
    </w:rPr>
  </w:style>
  <w:style w:type="paragraph" w:styleId="Date">
    <w:name w:val="Date"/>
    <w:basedOn w:val="Normal"/>
    <w:next w:val="Normal"/>
    <w:rsid w:val="006F19D0"/>
  </w:style>
  <w:style w:type="paragraph" w:styleId="PlainText">
    <w:name w:val="Plain Text"/>
    <w:basedOn w:val="Normal"/>
    <w:link w:val="PlainTextChar"/>
    <w:unhideWhenUsed/>
    <w:rsid w:val="006F19D0"/>
    <w:pPr>
      <w:suppressAutoHyphens w:val="0"/>
      <w:autoSpaceDE/>
    </w:pPr>
    <w:rPr>
      <w:rFonts w:ascii="Consolas" w:eastAsia="Calibri" w:hAnsi="Consolas"/>
      <w:sz w:val="21"/>
      <w:szCs w:val="21"/>
    </w:rPr>
  </w:style>
  <w:style w:type="character" w:customStyle="1" w:styleId="PlainTextChar">
    <w:name w:val="Plain Text Char"/>
    <w:link w:val="PlainText"/>
    <w:rsid w:val="006F19D0"/>
    <w:rPr>
      <w:rFonts w:ascii="Consolas" w:eastAsia="Calibri" w:hAnsi="Consolas"/>
      <w:sz w:val="21"/>
      <w:szCs w:val="21"/>
      <w:lang w:bidi="ar-SA"/>
    </w:rPr>
  </w:style>
  <w:style w:type="paragraph" w:styleId="BalloonText">
    <w:name w:val="Balloon Text"/>
    <w:basedOn w:val="Normal"/>
    <w:link w:val="BalloonTextChar"/>
    <w:rsid w:val="001F185A"/>
    <w:rPr>
      <w:rFonts w:ascii="Tahoma" w:hAnsi="Tahoma" w:cs="Tahoma"/>
      <w:sz w:val="16"/>
      <w:szCs w:val="16"/>
    </w:rPr>
  </w:style>
  <w:style w:type="character" w:customStyle="1" w:styleId="BalloonTextChar">
    <w:name w:val="Balloon Text Char"/>
    <w:basedOn w:val="DefaultParagraphFont"/>
    <w:link w:val="BalloonText"/>
    <w:rsid w:val="001F185A"/>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4798762">
      <w:bodyDiv w:val="1"/>
      <w:marLeft w:val="0"/>
      <w:marRight w:val="0"/>
      <w:marTop w:val="0"/>
      <w:marBottom w:val="0"/>
      <w:divBdr>
        <w:top w:val="none" w:sz="0" w:space="0" w:color="auto"/>
        <w:left w:val="none" w:sz="0" w:space="0" w:color="auto"/>
        <w:bottom w:val="none" w:sz="0" w:space="0" w:color="auto"/>
        <w:right w:val="none" w:sz="0" w:space="0" w:color="auto"/>
      </w:divBdr>
    </w:div>
    <w:div w:id="154540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9C8B8-2F67-4455-A581-1D007FB54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March 21, 2003</vt:lpstr>
    </vt:vector>
  </TitlesOfParts>
  <Company>Dogwood Management Partners LLC</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21, 2003</dc:title>
  <dc:creator>Ross Statham</dc:creator>
  <cp:lastModifiedBy>Tcaa Admin</cp:lastModifiedBy>
  <cp:revision>39</cp:revision>
  <cp:lastPrinted>2024-04-05T16:32:00Z</cp:lastPrinted>
  <dcterms:created xsi:type="dcterms:W3CDTF">2024-05-08T18:34:00Z</dcterms:created>
  <dcterms:modified xsi:type="dcterms:W3CDTF">2024-05-08T20:23:00Z</dcterms:modified>
</cp:coreProperties>
</file>