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0B571" w14:textId="04A76B56" w:rsidR="0025496D" w:rsidRPr="00EA569A" w:rsidRDefault="0025496D" w:rsidP="009D131B">
      <w:pPr>
        <w:tabs>
          <w:tab w:val="left" w:pos="360"/>
          <w:tab w:val="right" w:pos="10224"/>
        </w:tabs>
        <w:spacing w:after="0" w:line="240" w:lineRule="auto"/>
        <w:rPr>
          <w:b/>
        </w:rPr>
      </w:pPr>
      <w:r w:rsidRPr="00EA569A">
        <w:rPr>
          <w:b/>
          <w:sz w:val="36"/>
          <w:u w:val="single"/>
        </w:rPr>
        <w:t>Airport Operations Report</w:t>
      </w:r>
      <w:r w:rsidR="002A6B26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6184312"/>
          <w:placeholder>
            <w:docPart w:val="EAFBB1FF19E34B3390267DD4BD27F01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720E4F">
            <w:rPr>
              <w:b/>
              <w:sz w:val="24"/>
              <w:szCs w:val="24"/>
            </w:rPr>
            <w:t xml:space="preserve">June </w:t>
          </w:r>
          <w:proofErr w:type="gramStart"/>
          <w:r w:rsidR="00720E4F">
            <w:rPr>
              <w:b/>
              <w:sz w:val="24"/>
              <w:szCs w:val="24"/>
            </w:rPr>
            <w:t xml:space="preserve">11 </w:t>
          </w:r>
          <w:r w:rsidR="00A05E13">
            <w:rPr>
              <w:b/>
              <w:sz w:val="24"/>
              <w:szCs w:val="24"/>
            </w:rPr>
            <w:t xml:space="preserve"> 2024</w:t>
          </w:r>
          <w:proofErr w:type="gramEnd"/>
        </w:sdtContent>
      </w:sdt>
    </w:p>
    <w:p w14:paraId="5C3D89F7" w14:textId="77777777" w:rsidR="00EA569A" w:rsidRDefault="00EA569A" w:rsidP="009F2463">
      <w:pPr>
        <w:tabs>
          <w:tab w:val="left" w:pos="360"/>
          <w:tab w:val="right" w:pos="10224"/>
        </w:tabs>
        <w:spacing w:after="240" w:line="240" w:lineRule="auto"/>
        <w:rPr>
          <w:b/>
        </w:rPr>
      </w:pPr>
      <w:r>
        <w:rPr>
          <w:b/>
        </w:rPr>
        <w:t>Mark Wilson, Airport Manager</w:t>
      </w:r>
    </w:p>
    <w:p w14:paraId="74558EC7" w14:textId="77777777" w:rsidR="0025496D" w:rsidRPr="00C223DF" w:rsidRDefault="0025496D" w:rsidP="00A65470">
      <w:pPr>
        <w:spacing w:after="0" w:line="240" w:lineRule="auto"/>
        <w:ind w:firstLine="360"/>
        <w:rPr>
          <w:i/>
        </w:rPr>
      </w:pPr>
      <w:r w:rsidRPr="00C223DF">
        <w:rPr>
          <w:i/>
        </w:rPr>
        <w:t>Physical Maintenance and Repair Highlight</w:t>
      </w:r>
      <w:r w:rsidR="00B71F2E" w:rsidRPr="00C223DF">
        <w:rPr>
          <w:i/>
        </w:rPr>
        <w:t>s:</w:t>
      </w:r>
    </w:p>
    <w:p w14:paraId="75CDBD26" w14:textId="77777777" w:rsidR="00435B3F" w:rsidRDefault="00435B3F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/>
          <w:u w:val="single"/>
        </w:rPr>
        <w:sectPr w:rsidR="00435B3F" w:rsidSect="0099773A">
          <w:headerReference w:type="default" r:id="rId8"/>
          <w:footerReference w:type="default" r:id="rId9"/>
          <w:pgSz w:w="12240" w:h="15840"/>
          <w:pgMar w:top="1440" w:right="1354" w:bottom="720" w:left="1008" w:header="720" w:footer="720" w:gutter="0"/>
          <w:cols w:space="720"/>
          <w:docGrid w:linePitch="360"/>
        </w:sectPr>
      </w:pPr>
    </w:p>
    <w:p w14:paraId="2A122944" w14:textId="4882DFFB" w:rsidR="00C30BD5" w:rsidRPr="00A41307" w:rsidRDefault="00C30BD5" w:rsidP="00EB5BE3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Bush-Hog</w:t>
      </w:r>
      <w:r w:rsidRPr="00A41307">
        <w:rPr>
          <w:b/>
        </w:rPr>
        <w:t>:</w:t>
      </w:r>
      <w:r w:rsidR="0057054E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15C5F1CB" w14:textId="688808D1" w:rsidR="00C30BD5" w:rsidRPr="00F50B51" w:rsidRDefault="00C30BD5" w:rsidP="0057054E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Edger</w:t>
      </w:r>
      <w:r w:rsidRPr="00F50B51">
        <w:rPr>
          <w:b/>
        </w:rPr>
        <w:t>:</w:t>
      </w:r>
      <w:r w:rsidR="0057054E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65D9B549" w14:textId="020BCF58" w:rsidR="00C30BD5" w:rsidRPr="008774D3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FBO Building</w:t>
      </w:r>
      <w:r w:rsidRPr="00C223DF">
        <w:rPr>
          <w:b/>
          <w:bCs/>
        </w:rPr>
        <w:t>:</w:t>
      </w:r>
      <w:r>
        <w:tab/>
      </w:r>
      <w:r w:rsidR="00D738EC">
        <w:rPr>
          <w:b/>
          <w:color w:val="538135" w:themeColor="accent6" w:themeShade="BF"/>
        </w:rPr>
        <w:t>Full-Op</w:t>
      </w:r>
    </w:p>
    <w:p w14:paraId="6C0CA8BA" w14:textId="0EBA6BD1" w:rsidR="00C30BD5" w:rsidRPr="008936B9" w:rsidRDefault="00C30BD5" w:rsidP="005736A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Field</w:t>
      </w:r>
      <w:r w:rsidRPr="008936B9">
        <w:rPr>
          <w:b/>
          <w:u w:val="single"/>
        </w:rPr>
        <w:t xml:space="preserve"> Lighting</w:t>
      </w:r>
      <w:r w:rsidRPr="008936B9">
        <w:rPr>
          <w:b/>
        </w:rPr>
        <w:t>:</w:t>
      </w:r>
      <w:r w:rsidRPr="008936B9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  <w:r w:rsidRPr="000E4B0C">
        <w:rPr>
          <w:b/>
          <w:color w:val="538135" w:themeColor="accent6" w:themeShade="BF"/>
        </w:rPr>
        <w:t xml:space="preserve"> </w:t>
      </w:r>
      <w:r w:rsidRPr="00FC25FF">
        <w:rPr>
          <w:b/>
          <w:i/>
          <w:iCs/>
          <w:color w:val="538135" w:themeColor="accent6" w:themeShade="BF"/>
        </w:rPr>
        <w:t>(Med power)</w:t>
      </w:r>
    </w:p>
    <w:p w14:paraId="3CB1E766" w14:textId="0635AA70" w:rsidR="00C30BD5" w:rsidRPr="00C54EFF" w:rsidRDefault="00C30BD5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Farm</w:t>
      </w:r>
      <w:r w:rsidR="00C54EFF">
        <w:rPr>
          <w:b/>
          <w:u w:val="single"/>
        </w:rPr>
        <w:t xml:space="preserve"> (AV)</w:t>
      </w:r>
      <w:r w:rsidRPr="00070BDE">
        <w:rPr>
          <w:b/>
          <w:bCs/>
        </w:rPr>
        <w:t>:</w:t>
      </w:r>
      <w:r>
        <w:rPr>
          <w:b/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2A87DAEA" w14:textId="3751A047" w:rsidR="00C54EFF" w:rsidRPr="000D4E90" w:rsidRDefault="00C54EFF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>
        <w:rPr>
          <w:b/>
          <w:u w:val="single"/>
        </w:rPr>
        <w:t>Fuel Farm (JET)</w:t>
      </w:r>
      <w:r>
        <w:rPr>
          <w:b/>
        </w:rPr>
        <w:t>:</w:t>
      </w:r>
      <w:r w:rsidR="00750128">
        <w:rPr>
          <w:b/>
        </w:rPr>
        <w:tab/>
      </w:r>
      <w:r w:rsidR="00750128">
        <w:rPr>
          <w:b/>
          <w:color w:val="538135" w:themeColor="accent6" w:themeShade="BF"/>
        </w:rPr>
        <w:t>Full-Op</w:t>
      </w:r>
    </w:p>
    <w:p w14:paraId="10070967" w14:textId="2036D64E" w:rsidR="00C30BD5" w:rsidRPr="00750128" w:rsidRDefault="00C30BD5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Truck</w:t>
      </w:r>
      <w:r w:rsidR="00750128">
        <w:rPr>
          <w:b/>
          <w:u w:val="single"/>
        </w:rPr>
        <w:t xml:space="preserve"> (AV)</w:t>
      </w:r>
      <w:r w:rsidRPr="00070BDE">
        <w:rPr>
          <w:b/>
          <w:bCs/>
        </w:rPr>
        <w:t>:</w:t>
      </w:r>
      <w:r>
        <w:rPr>
          <w:b/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049D6507" w14:textId="150861E6" w:rsidR="00750128" w:rsidRPr="00C223DF" w:rsidRDefault="00750128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>
        <w:rPr>
          <w:b/>
          <w:u w:val="single"/>
        </w:rPr>
        <w:t>Fuel Truck (JET)</w:t>
      </w:r>
      <w:r w:rsidR="00CB097E">
        <w:rPr>
          <w:b/>
        </w:rPr>
        <w:t>:</w:t>
      </w:r>
      <w:r w:rsidR="00CB097E">
        <w:rPr>
          <w:b/>
        </w:rPr>
        <w:tab/>
      </w:r>
      <w:r w:rsidR="00CB097E">
        <w:rPr>
          <w:b/>
          <w:color w:val="538135" w:themeColor="accent6" w:themeShade="BF"/>
        </w:rPr>
        <w:t>Full-Op</w:t>
      </w:r>
    </w:p>
    <w:p w14:paraId="7900639F" w14:textId="55C84F08" w:rsidR="00C30BD5" w:rsidRPr="00A25880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Gate, North</w:t>
      </w:r>
      <w:r w:rsidRPr="00C223DF">
        <w:rPr>
          <w:b/>
        </w:rPr>
        <w:t>:</w:t>
      </w:r>
      <w:r>
        <w:rPr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1EFAB53D" w14:textId="35AFD103" w:rsidR="00C30BD5" w:rsidRPr="00685A5A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bCs/>
          <w:u w:val="single"/>
        </w:rPr>
        <w:t>Gate, South</w:t>
      </w:r>
      <w:r w:rsidRPr="00685A5A">
        <w:rPr>
          <w:b/>
          <w:bCs/>
        </w:rPr>
        <w:t>:</w:t>
      </w:r>
      <w:r w:rsidRPr="00685A5A">
        <w:rPr>
          <w:b/>
          <w:bCs/>
        </w:rP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13079CFC" w14:textId="5E4E1FC1" w:rsidR="00C30BD5" w:rsidRPr="008936B9" w:rsidRDefault="00C30BD5" w:rsidP="005736A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 w:rsidRPr="00C223DF">
        <w:rPr>
          <w:b/>
          <w:u w:val="single"/>
        </w:rPr>
        <w:t>Hangars</w:t>
      </w:r>
      <w:r w:rsidRPr="00C223DF">
        <w:rPr>
          <w:b/>
          <w:bCs/>
        </w:rPr>
        <w:t>:</w:t>
      </w:r>
      <w:r w:rsidR="006E3DAF" w:rsidRPr="006E3DAF">
        <w:rPr>
          <w:b/>
        </w:rPr>
        <w:t xml:space="preserve"> </w:t>
      </w:r>
      <w:r w:rsidR="006E3DAF">
        <w:rPr>
          <w:b/>
        </w:rPr>
        <w:tab/>
      </w:r>
      <w:r w:rsidR="006E3DAF">
        <w:rPr>
          <w:b/>
          <w:color w:val="538135" w:themeColor="accent6" w:themeShade="BF"/>
        </w:rPr>
        <w:t>Full-Op</w:t>
      </w:r>
    </w:p>
    <w:p w14:paraId="261E2F63" w14:textId="76F1701F" w:rsidR="00C30BD5" w:rsidRPr="00F50B51" w:rsidRDefault="00CE56E7" w:rsidP="00F578E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>
        <w:rPr>
          <w:b/>
          <w:u w:val="single"/>
        </w:rPr>
        <w:t>Stihl</w:t>
      </w:r>
      <w:r w:rsidR="00C30BD5" w:rsidRPr="00612250">
        <w:rPr>
          <w:b/>
          <w:u w:val="single"/>
        </w:rPr>
        <w:t xml:space="preserve"> Mower</w:t>
      </w:r>
      <w:r w:rsidR="00C30BD5" w:rsidRPr="00F50B51">
        <w:rPr>
          <w:b/>
        </w:rPr>
        <w:t>:</w:t>
      </w:r>
      <w:r w:rsidR="00F578E7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6F0CB983" w14:textId="36E65E6F" w:rsidR="00C30BD5" w:rsidRPr="00C96997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Lektro Tug</w:t>
      </w:r>
      <w:r w:rsidRPr="00C223DF">
        <w:rPr>
          <w:b/>
          <w:bCs/>
        </w:rPr>
        <w:t>:</w:t>
      </w:r>
      <w:r>
        <w:tab/>
      </w:r>
      <w:r w:rsidR="00D738EC">
        <w:rPr>
          <w:b/>
          <w:color w:val="538135" w:themeColor="accent6" w:themeShade="BF"/>
        </w:rPr>
        <w:t>Full-Op</w:t>
      </w:r>
    </w:p>
    <w:p w14:paraId="5635BA8B" w14:textId="23D349D0" w:rsidR="00C30BD5" w:rsidRPr="00C223DF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Rotating beacon</w:t>
      </w:r>
      <w:r w:rsidRPr="00C223DF">
        <w:rPr>
          <w:b/>
          <w:bCs/>
        </w:rPr>
        <w:t>:</w:t>
      </w:r>
      <w:bookmarkStart w:id="0" w:name="_Hlk52863972"/>
      <w:r>
        <w:tab/>
      </w:r>
      <w:r w:rsidR="00D738EC">
        <w:rPr>
          <w:b/>
          <w:color w:val="538135" w:themeColor="accent6" w:themeShade="BF"/>
        </w:rPr>
        <w:t>Full-Op</w:t>
      </w:r>
      <w:bookmarkEnd w:id="0"/>
    </w:p>
    <w:p w14:paraId="66424C52" w14:textId="15BE78D2" w:rsidR="00C30BD5" w:rsidRPr="00C36511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Siteminder:</w:t>
      </w:r>
      <w: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1876E03A" w14:textId="41F5854A" w:rsidR="00C30BD5" w:rsidRPr="00FF1860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South Gate:</w:t>
      </w:r>
      <w: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2384BCE8" w14:textId="548C60BC" w:rsidR="00C30BD5" w:rsidRPr="00C30BD5" w:rsidRDefault="00C30BD5" w:rsidP="00EB5BE3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A41307">
        <w:rPr>
          <w:b/>
          <w:u w:val="single"/>
        </w:rPr>
        <w:t>Square</w:t>
      </w:r>
      <w:r w:rsidRPr="00A41307">
        <w:rPr>
          <w:b/>
        </w:rPr>
        <w:t>:</w:t>
      </w:r>
      <w:r w:rsidRPr="00A41307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364FCDB9" w14:textId="359B56E3" w:rsidR="00C30BD5" w:rsidRPr="00F50B51" w:rsidRDefault="00C30BD5" w:rsidP="00D738E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Tractor</w:t>
      </w:r>
      <w:r w:rsidRPr="00F50B51">
        <w:rPr>
          <w:b/>
        </w:rPr>
        <w:t>:</w:t>
      </w:r>
      <w:r w:rsidR="00496E73">
        <w:rPr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2E9409F3" w14:textId="6BECCE2B" w:rsidR="00C30BD5" w:rsidRPr="00F50B51" w:rsidRDefault="00C30BD5" w:rsidP="00D738E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Weed Trimmer</w:t>
      </w:r>
      <w:r w:rsidRPr="00F50B51">
        <w:rPr>
          <w:b/>
        </w:rPr>
        <w:t>:</w:t>
      </w:r>
      <w:r w:rsidR="00D738EC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777A1A63" w14:textId="33002259" w:rsidR="00F50B51" w:rsidRDefault="00F50B51" w:rsidP="002C748E">
      <w:pPr>
        <w:pStyle w:val="ListParagraph"/>
        <w:spacing w:before="120" w:after="0" w:line="240" w:lineRule="auto"/>
        <w:contextualSpacing w:val="0"/>
        <w:rPr>
          <w:b/>
          <w:color w:val="2E74B5" w:themeColor="accent5" w:themeShade="BF"/>
          <w:u w:val="single"/>
        </w:rPr>
        <w:sectPr w:rsidR="00F50B51" w:rsidSect="0099773A">
          <w:type w:val="continuous"/>
          <w:pgSz w:w="12240" w:h="15840"/>
          <w:pgMar w:top="1440" w:right="1354" w:bottom="720" w:left="1008" w:header="720" w:footer="720" w:gutter="0"/>
          <w:cols w:num="2" w:sep="1" w:space="0" w:equalWidth="0">
            <w:col w:w="4752" w:space="0"/>
            <w:col w:w="5126"/>
          </w:cols>
          <w:docGrid w:linePitch="360"/>
        </w:sectPr>
      </w:pPr>
    </w:p>
    <w:p w14:paraId="351B6419" w14:textId="2A9FC647" w:rsidR="00CB097E" w:rsidRDefault="00C1683D" w:rsidP="00CB097E">
      <w:pPr>
        <w:pStyle w:val="ListParagraph"/>
        <w:spacing w:before="120" w:after="0" w:line="240" w:lineRule="auto"/>
        <w:contextualSpacing w:val="0"/>
        <w:rPr>
          <w:b/>
          <w:color w:val="2E74B5" w:themeColor="accent5" w:themeShade="BF"/>
          <w:u w:val="single"/>
        </w:rPr>
      </w:pPr>
      <w:r w:rsidRPr="00F65259">
        <w:rPr>
          <w:b/>
          <w:noProof/>
          <w:color w:val="2E74B5" w:themeColor="accent5" w:themeShade="BF"/>
          <w:u w:val="singl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7D1FA53" wp14:editId="184AADF5">
                <wp:simplePos x="0" y="0"/>
                <wp:positionH relativeFrom="column">
                  <wp:posOffset>3995347</wp:posOffset>
                </wp:positionH>
                <wp:positionV relativeFrom="paragraph">
                  <wp:posOffset>99431</wp:posOffset>
                </wp:positionV>
                <wp:extent cx="1003895" cy="1067681"/>
                <wp:effectExtent l="0" t="0" r="25400" b="1841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895" cy="1067681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4033E" w14:textId="77777777" w:rsidR="00F65259" w:rsidRPr="00C1683D" w:rsidRDefault="00F65259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A = 3</w:t>
                            </w:r>
                          </w:p>
                          <w:p w14:paraId="097D4C86" w14:textId="77777777" w:rsidR="00F65259" w:rsidRPr="00C1683D" w:rsidRDefault="00F65259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B = 5</w:t>
                            </w:r>
                          </w:p>
                          <w:p w14:paraId="26ED72D8" w14:textId="5F83DDE1" w:rsidR="00F65259" w:rsidRPr="00C1683D" w:rsidRDefault="00F65259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C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96030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7E5B8ADA" w14:textId="6B2798A4" w:rsidR="00F65259" w:rsidRPr="00C1683D" w:rsidRDefault="00F65259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D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4F4D61EF" w14:textId="4AA171BF" w:rsidR="00F65259" w:rsidRPr="00C1683D" w:rsidRDefault="00F65259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E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38037F7C" w14:textId="36F065F4" w:rsidR="006D5B6E" w:rsidRPr="00C1683D" w:rsidRDefault="006D5B6E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F = 4</w:t>
                            </w:r>
                          </w:p>
                          <w:p w14:paraId="4AAEC8E4" w14:textId="0B022EFC" w:rsidR="006D5B6E" w:rsidRPr="00C1683D" w:rsidRDefault="006D5B6E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G = 4</w:t>
                            </w:r>
                          </w:p>
                          <w:p w14:paraId="6C2ADC58" w14:textId="58B404E2" w:rsidR="00580925" w:rsidRPr="00B96030" w:rsidRDefault="00580925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B96030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T = 7</w:t>
                            </w:r>
                          </w:p>
                          <w:p w14:paraId="5814D9CC" w14:textId="0490FE7D" w:rsidR="00580925" w:rsidRPr="00C1683D" w:rsidRDefault="00580925" w:rsidP="00B9603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D1FA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4.6pt;margin-top:7.85pt;width:79.05pt;height:84.0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" fillcolor="white [3201]" strokecolor="#5b9bd5 [3208]" strokeweight="1pt">
                <v:textbox>
                  <w:txbxContent>
                    <w:p w14:paraId="5E84033E" w14:textId="77777777" w:rsidR="00F65259" w:rsidRPr="00C1683D" w:rsidRDefault="00F65259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A = 3</w:t>
                      </w:r>
                    </w:p>
                    <w:p w14:paraId="097D4C86" w14:textId="77777777" w:rsidR="00F65259" w:rsidRPr="00C1683D" w:rsidRDefault="00F65259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B = 5</w:t>
                      </w:r>
                    </w:p>
                    <w:p w14:paraId="26ED72D8" w14:textId="5F83DDE1" w:rsidR="00F65259" w:rsidRPr="00C1683D" w:rsidRDefault="00F65259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C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="00B96030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3</w:t>
                      </w:r>
                    </w:p>
                    <w:p w14:paraId="7E5B8ADA" w14:textId="6B2798A4" w:rsidR="00F65259" w:rsidRPr="00C1683D" w:rsidRDefault="00F65259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D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5</w:t>
                      </w:r>
                    </w:p>
                    <w:p w14:paraId="4F4D61EF" w14:textId="4AA171BF" w:rsidR="00F65259" w:rsidRPr="00C1683D" w:rsidRDefault="00F65259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E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5</w:t>
                      </w:r>
                    </w:p>
                    <w:p w14:paraId="38037F7C" w14:textId="36F065F4" w:rsidR="006D5B6E" w:rsidRPr="00C1683D" w:rsidRDefault="006D5B6E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F = 4</w:t>
                      </w:r>
                    </w:p>
                    <w:p w14:paraId="4AAEC8E4" w14:textId="0B022EFC" w:rsidR="006D5B6E" w:rsidRPr="00C1683D" w:rsidRDefault="006D5B6E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G = 4</w:t>
                      </w:r>
                    </w:p>
                    <w:p w14:paraId="6C2ADC58" w14:textId="58B404E2" w:rsidR="00580925" w:rsidRPr="00B96030" w:rsidRDefault="00580925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B96030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T = 7</w:t>
                      </w:r>
                    </w:p>
                    <w:p w14:paraId="5814D9CC" w14:textId="0490FE7D" w:rsidR="00580925" w:rsidRPr="00C1683D" w:rsidRDefault="00580925" w:rsidP="00B9603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76657F" w14:textId="2732824E" w:rsidR="009B6E44" w:rsidRDefault="00B96030" w:rsidP="00162F15">
      <w:pPr>
        <w:pStyle w:val="ListParagraph"/>
        <w:spacing w:before="120" w:after="0" w:line="240" w:lineRule="auto"/>
        <w:ind w:left="0" w:firstLine="360"/>
        <w:contextualSpacing w:val="0"/>
        <w:rPr>
          <w:color w:val="2E74B5" w:themeColor="accent5" w:themeShade="BF"/>
        </w:rPr>
      </w:pPr>
      <w:r w:rsidRPr="00B96030">
        <w:rPr>
          <w:b/>
          <w:noProof/>
          <w:color w:val="2E74B5" w:themeColor="accent5" w:themeShade="BF"/>
          <w:u w:val="single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8189D62" wp14:editId="785360B9">
                <wp:simplePos x="0" y="0"/>
                <wp:positionH relativeFrom="column">
                  <wp:posOffset>4048966</wp:posOffset>
                </wp:positionH>
                <wp:positionV relativeFrom="paragraph">
                  <wp:posOffset>222250</wp:posOffset>
                </wp:positionV>
                <wp:extent cx="480152" cy="332989"/>
                <wp:effectExtent l="0" t="0" r="0" b="0"/>
                <wp:wrapNone/>
                <wp:docPr id="337308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152" cy="332989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77E3B" w14:textId="4692028F" w:rsidR="00B96030" w:rsidRPr="00C1683D" w:rsidRDefault="00B96030" w:rsidP="00B9603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4A827087" w14:textId="77777777" w:rsidR="00B96030" w:rsidRPr="00C1683D" w:rsidRDefault="00B96030" w:rsidP="00B9603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TOTAL</w:t>
                            </w:r>
                          </w:p>
                          <w:p w14:paraId="4CC24025" w14:textId="01196706" w:rsidR="00B96030" w:rsidRDefault="00B960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89D62" id="_x0000_s1027" type="#_x0000_t202" style="position:absolute;left:0;text-align:left;margin-left:318.8pt;margin-top:17.5pt;width:37.8pt;height:26.2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" fillcolor="white [3201]" stroked="f" strokeweight="1pt">
                <v:textbox>
                  <w:txbxContent>
                    <w:p w14:paraId="50077E3B" w14:textId="4692028F" w:rsidR="00B96030" w:rsidRPr="00C1683D" w:rsidRDefault="00B96030" w:rsidP="00B9603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6</w:t>
                      </w:r>
                    </w:p>
                    <w:p w14:paraId="4A827087" w14:textId="77777777" w:rsidR="00B96030" w:rsidRPr="00C1683D" w:rsidRDefault="00B96030" w:rsidP="00B9603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TOTAL</w:t>
                      </w:r>
                    </w:p>
                    <w:p w14:paraId="4CC24025" w14:textId="01196706" w:rsidR="00B96030" w:rsidRDefault="00B96030"/>
                  </w:txbxContent>
                </v:textbox>
              </v:shape>
            </w:pict>
          </mc:Fallback>
        </mc:AlternateContent>
      </w:r>
      <w:r w:rsidR="00F65259" w:rsidRPr="006A0A05">
        <w:rPr>
          <w:b/>
          <w:color w:val="2E74B5" w:themeColor="accent5" w:themeShade="BF"/>
          <w:u w:val="single"/>
        </w:rPr>
        <w:t>Hangar Rental</w:t>
      </w:r>
      <w:r w:rsidR="00F65259" w:rsidRPr="006A0A05">
        <w:rPr>
          <w:b/>
          <w:bCs/>
          <w:color w:val="2E74B5" w:themeColor="accent5" w:themeShade="BF"/>
        </w:rPr>
        <w:t>:</w:t>
      </w:r>
    </w:p>
    <w:p w14:paraId="73E93814" w14:textId="2FE67E90" w:rsidR="00DE4C47" w:rsidRPr="009002FB" w:rsidRDefault="00D66785" w:rsidP="009002FB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are </w:t>
      </w:r>
      <w:r w:rsidR="00856C57" w:rsidRPr="006A0A05">
        <w:rPr>
          <w:b/>
          <w:bCs/>
          <w:color w:val="2E74B5" w:themeColor="accent5" w:themeShade="BF"/>
          <w:u w:val="single"/>
        </w:rPr>
        <w:t>3</w:t>
      </w:r>
      <w:r w:rsidR="00A838EF">
        <w:rPr>
          <w:b/>
          <w:bCs/>
          <w:color w:val="2E74B5" w:themeColor="accent5" w:themeShade="BF"/>
          <w:u w:val="single"/>
        </w:rPr>
        <w:t>6</w:t>
      </w:r>
      <w:r w:rsidR="00856C57" w:rsidRPr="006A0A05">
        <w:rPr>
          <w:color w:val="2E74B5" w:themeColor="accent5" w:themeShade="BF"/>
        </w:rPr>
        <w:t xml:space="preserve"> of 3</w:t>
      </w:r>
      <w:r w:rsidR="00A838EF">
        <w:rPr>
          <w:color w:val="2E74B5" w:themeColor="accent5" w:themeShade="BF"/>
        </w:rPr>
        <w:t>6</w:t>
      </w:r>
      <w:r w:rsidR="00DE4C47" w:rsidRPr="006A0A05">
        <w:rPr>
          <w:color w:val="2E74B5" w:themeColor="accent5" w:themeShade="BF"/>
        </w:rPr>
        <w:t xml:space="preserve"> enclosed hangars currently </w:t>
      </w:r>
      <w:r w:rsidRPr="006A0A05">
        <w:rPr>
          <w:color w:val="2E74B5" w:themeColor="accent5" w:themeShade="BF"/>
        </w:rPr>
        <w:t xml:space="preserve">being </w:t>
      </w:r>
      <w:r w:rsidR="00DE4C47" w:rsidRPr="006A0A05">
        <w:rPr>
          <w:color w:val="2E74B5" w:themeColor="accent5" w:themeShade="BF"/>
        </w:rPr>
        <w:t>rented.</w:t>
      </w:r>
    </w:p>
    <w:p w14:paraId="55193AD8" w14:textId="243F3CA8" w:rsidR="00923568" w:rsidRDefault="00D66785" w:rsidP="00CB097E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>There are</w:t>
      </w:r>
      <w:r w:rsidRPr="00A66EC8">
        <w:rPr>
          <w:b/>
          <w:bCs/>
          <w:color w:val="2E74B5" w:themeColor="accent5" w:themeShade="BF"/>
        </w:rPr>
        <w:t xml:space="preserve"> </w:t>
      </w:r>
      <w:r w:rsidR="00AC5866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</w:t>
      </w:r>
      <w:r w:rsidR="00DE4C47" w:rsidRPr="006335E0">
        <w:rPr>
          <w:color w:val="2E74B5" w:themeColor="accent5" w:themeShade="BF"/>
        </w:rPr>
        <w:t xml:space="preserve"> </w:t>
      </w:r>
      <w:r w:rsidR="000318AB" w:rsidRPr="006335E0">
        <w:rPr>
          <w:color w:val="2E74B5" w:themeColor="accent5" w:themeShade="BF"/>
        </w:rPr>
        <w:t>7</w:t>
      </w:r>
      <w:r w:rsidR="00DE4C47" w:rsidRPr="006335E0">
        <w:rPr>
          <w:color w:val="2E74B5" w:themeColor="accent5" w:themeShade="BF"/>
        </w:rPr>
        <w:t xml:space="preserve"> </w:t>
      </w:r>
      <w:r w:rsidR="00DE4C47" w:rsidRPr="006A0A05">
        <w:rPr>
          <w:color w:val="2E74B5" w:themeColor="accent5" w:themeShade="BF"/>
        </w:rPr>
        <w:t>shade hangar</w:t>
      </w:r>
      <w:r w:rsidR="00815E99">
        <w:rPr>
          <w:color w:val="2E74B5" w:themeColor="accent5" w:themeShade="BF"/>
        </w:rPr>
        <w:t>s</w:t>
      </w:r>
      <w:r w:rsidR="00DE4C47" w:rsidRPr="006A0A05">
        <w:rPr>
          <w:color w:val="2E74B5" w:themeColor="accent5" w:themeShade="BF"/>
        </w:rPr>
        <w:t xml:space="preserve"> </w:t>
      </w:r>
      <w:r w:rsidRPr="006A0A05">
        <w:rPr>
          <w:color w:val="2E74B5" w:themeColor="accent5" w:themeShade="BF"/>
        </w:rPr>
        <w:t>currently being rente</w:t>
      </w:r>
      <w:r w:rsidR="009D5423">
        <w:rPr>
          <w:color w:val="2E74B5" w:themeColor="accent5" w:themeShade="BF"/>
        </w:rPr>
        <w:t>d.</w:t>
      </w:r>
    </w:p>
    <w:p w14:paraId="43F359BE" w14:textId="1A1A914B" w:rsidR="00923568" w:rsidRDefault="00D66785" w:rsidP="00CB097E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</w:t>
      </w:r>
      <w:r w:rsidR="00753AD2">
        <w:rPr>
          <w:color w:val="2E74B5" w:themeColor="accent5" w:themeShade="BF"/>
        </w:rPr>
        <w:t>are</w:t>
      </w:r>
      <w:r w:rsidRPr="006A0A05">
        <w:rPr>
          <w:color w:val="2E74B5" w:themeColor="accent5" w:themeShade="BF"/>
        </w:rPr>
        <w:t xml:space="preserve"> </w:t>
      </w:r>
      <w:r w:rsidR="00753AD2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 </w:t>
      </w:r>
      <w:r w:rsidR="00856C57" w:rsidRPr="006A0A05">
        <w:rPr>
          <w:color w:val="2E74B5" w:themeColor="accent5" w:themeShade="BF"/>
        </w:rPr>
        <w:t>15</w:t>
      </w:r>
      <w:r w:rsidR="00DE4C47" w:rsidRPr="006A0A05">
        <w:rPr>
          <w:color w:val="2E74B5" w:themeColor="accent5" w:themeShade="BF"/>
        </w:rPr>
        <w:t xml:space="preserve"> open </w:t>
      </w:r>
      <w:r w:rsidR="00856C57" w:rsidRPr="006A0A05">
        <w:rPr>
          <w:color w:val="2E74B5" w:themeColor="accent5" w:themeShade="BF"/>
        </w:rPr>
        <w:t xml:space="preserve">area </w:t>
      </w:r>
      <w:r w:rsidR="00DE4C47" w:rsidRPr="006A0A05">
        <w:rPr>
          <w:color w:val="2E74B5" w:themeColor="accent5" w:themeShade="BF"/>
        </w:rPr>
        <w:t>tie-down</w:t>
      </w:r>
      <w:r w:rsidR="00856C57" w:rsidRPr="006A0A05">
        <w:rPr>
          <w:color w:val="2E74B5" w:themeColor="accent5" w:themeShade="BF"/>
        </w:rPr>
        <w:t xml:space="preserve">s </w:t>
      </w:r>
      <w:r w:rsidRPr="006A0A05">
        <w:rPr>
          <w:color w:val="2E74B5" w:themeColor="accent5" w:themeShade="BF"/>
        </w:rPr>
        <w:t>currently being rented</w:t>
      </w:r>
      <w:r w:rsidR="00C755C9">
        <w:rPr>
          <w:color w:val="2E74B5" w:themeColor="accent5" w:themeShade="BF"/>
        </w:rPr>
        <w:t>.</w:t>
      </w:r>
    </w:p>
    <w:p w14:paraId="44F2F79A" w14:textId="77777777" w:rsidR="00CB7799" w:rsidRDefault="00CB7799" w:rsidP="00CB097E">
      <w:pPr>
        <w:tabs>
          <w:tab w:val="left" w:pos="2250"/>
        </w:tabs>
        <w:spacing w:before="120" w:after="0" w:line="240" w:lineRule="auto"/>
        <w:ind w:left="720"/>
      </w:pPr>
    </w:p>
    <w:p w14:paraId="1646128F" w14:textId="77777777" w:rsidR="00CB7799" w:rsidRDefault="00CB7799" w:rsidP="00CB097E">
      <w:pPr>
        <w:tabs>
          <w:tab w:val="left" w:pos="2250"/>
        </w:tabs>
        <w:spacing w:before="120" w:after="0" w:line="240" w:lineRule="auto"/>
        <w:ind w:left="720"/>
      </w:pPr>
    </w:p>
    <w:p w14:paraId="1C3BFFF6" w14:textId="70C767DC" w:rsidR="00725157" w:rsidRPr="00BF5D18" w:rsidRDefault="00000000" w:rsidP="00174EE4">
      <w:pPr>
        <w:spacing w:before="120" w:after="0" w:line="240" w:lineRule="auto"/>
        <w:ind w:left="1800" w:hanging="1440"/>
        <w:rPr>
          <w:color w:val="2E74B5" w:themeColor="accent5" w:themeShade="BF"/>
        </w:rPr>
      </w:pPr>
      <w:hyperlink r:id="rId10" w:history="1">
        <w:r w:rsidR="005A664C" w:rsidRPr="00221E08">
          <w:rPr>
            <w:rStyle w:val="Hyperlink"/>
            <w:b/>
            <w:bCs/>
          </w:rPr>
          <w:t>WAITING LIST</w:t>
        </w:r>
      </w:hyperlink>
      <w:r w:rsidR="005A664C" w:rsidRPr="00F36531">
        <w:rPr>
          <w:color w:val="2E74B5" w:themeColor="accent5" w:themeShade="BF"/>
        </w:rPr>
        <w:t>:</w:t>
      </w:r>
      <w:r w:rsidR="00A6022B">
        <w:rPr>
          <w:color w:val="2E74B5" w:themeColor="accent5" w:themeShade="BF"/>
        </w:rPr>
        <w:tab/>
      </w:r>
      <w:r w:rsidR="00B45812">
        <w:rPr>
          <w:color w:val="2E74B5" w:themeColor="accent5" w:themeShade="BF"/>
          <w:u w:val="single"/>
        </w:rPr>
        <w:t>6</w:t>
      </w:r>
      <w:r w:rsidR="00503B03">
        <w:rPr>
          <w:color w:val="2E74B5" w:themeColor="accent5" w:themeShade="BF"/>
          <w:u w:val="single"/>
        </w:rPr>
        <w:t xml:space="preserve"> on waiting list</w:t>
      </w:r>
      <w:r w:rsidR="00B45812">
        <w:rPr>
          <w:color w:val="2E74B5" w:themeColor="accent5" w:themeShade="BF"/>
          <w:u w:val="single"/>
        </w:rPr>
        <w:t xml:space="preserve"> for box hangars</w:t>
      </w:r>
      <w:r w:rsidR="00023B99">
        <w:rPr>
          <w:color w:val="2E74B5" w:themeColor="accent5" w:themeShade="BF"/>
          <w:u w:val="single"/>
        </w:rPr>
        <w:t xml:space="preserve">; </w:t>
      </w:r>
      <w:r w:rsidR="00FF5BE1">
        <w:rPr>
          <w:color w:val="2E74B5" w:themeColor="accent5" w:themeShade="BF"/>
          <w:u w:val="single"/>
        </w:rPr>
        <w:t>three of those six are current tenants who want a larger hangar.</w:t>
      </w:r>
    </w:p>
    <w:p w14:paraId="31DB3EC0" w14:textId="77777777" w:rsidR="00E45D02" w:rsidRDefault="00E45D02" w:rsidP="00813537">
      <w:pPr>
        <w:spacing w:after="120" w:line="240" w:lineRule="auto"/>
        <w:ind w:left="720" w:hanging="720"/>
        <w:jc w:val="both"/>
        <w:rPr>
          <w:b/>
          <w:sz w:val="20"/>
          <w:szCs w:val="20"/>
        </w:rPr>
      </w:pPr>
    </w:p>
    <w:p w14:paraId="1C29A740" w14:textId="21CA548C" w:rsidR="00F05ADB" w:rsidRDefault="00582552" w:rsidP="00813537">
      <w:pPr>
        <w:spacing w:after="120" w:line="240" w:lineRule="auto"/>
        <w:ind w:left="720" w:hanging="720"/>
        <w:jc w:val="both"/>
        <w:rPr>
          <w:bCs/>
          <w:sz w:val="20"/>
          <w:szCs w:val="20"/>
        </w:rPr>
      </w:pPr>
      <w:r w:rsidRPr="004619D0">
        <w:rPr>
          <w:b/>
          <w:sz w:val="20"/>
          <w:szCs w:val="20"/>
        </w:rPr>
        <w:t>NOTE</w:t>
      </w:r>
      <w:r w:rsidR="007E5C6B" w:rsidRPr="004619D0">
        <w:rPr>
          <w:b/>
          <w:sz w:val="20"/>
          <w:szCs w:val="20"/>
        </w:rPr>
        <w:t>S</w:t>
      </w:r>
      <w:r w:rsidRPr="004619D0">
        <w:rPr>
          <w:bCs/>
          <w:sz w:val="20"/>
          <w:szCs w:val="20"/>
        </w:rPr>
        <w:t>:</w:t>
      </w:r>
      <w:r w:rsidR="00EA1BE6">
        <w:rPr>
          <w:bCs/>
          <w:sz w:val="20"/>
          <w:szCs w:val="20"/>
        </w:rPr>
        <w:t xml:space="preserve"> </w:t>
      </w:r>
    </w:p>
    <w:p w14:paraId="36FD77BB" w14:textId="56EAAEB6" w:rsidR="002F5FEB" w:rsidRDefault="002F5FEB" w:rsidP="00E249F7">
      <w:pPr>
        <w:tabs>
          <w:tab w:val="left" w:pos="9360"/>
        </w:tabs>
        <w:spacing w:after="0" w:line="240" w:lineRule="auto"/>
        <w:ind w:right="518"/>
        <w:jc w:val="both"/>
        <w:rPr>
          <w:bCs/>
          <w:sz w:val="20"/>
          <w:szCs w:val="20"/>
        </w:rPr>
      </w:pPr>
    </w:p>
    <w:p w14:paraId="07EC65F3" w14:textId="15CB4BA7" w:rsidR="00CC4FCD" w:rsidRPr="00B76C57" w:rsidRDefault="007300C6" w:rsidP="00B76C57">
      <w:pPr>
        <w:tabs>
          <w:tab w:val="left" w:pos="9360"/>
        </w:tabs>
        <w:spacing w:after="0" w:line="240" w:lineRule="auto"/>
        <w:ind w:right="518"/>
        <w:jc w:val="both"/>
        <w:rPr>
          <w:bCs/>
          <w:sz w:val="20"/>
          <w:szCs w:val="20"/>
        </w:rPr>
      </w:pPr>
      <w:r>
        <w:br w:type="page"/>
      </w:r>
    </w:p>
    <w:p w14:paraId="06298E52" w14:textId="23E2C6C1" w:rsidR="007300C6" w:rsidRPr="00152B96" w:rsidRDefault="007300C6" w:rsidP="007300C6">
      <w:pPr>
        <w:tabs>
          <w:tab w:val="left" w:pos="360"/>
          <w:tab w:val="right" w:pos="10224"/>
        </w:tabs>
        <w:spacing w:after="0" w:line="240" w:lineRule="auto"/>
        <w:rPr>
          <w:b/>
          <w:sz w:val="24"/>
          <w:szCs w:val="24"/>
        </w:rPr>
      </w:pPr>
      <w:r w:rsidRPr="00152B96">
        <w:rPr>
          <w:b/>
          <w:sz w:val="40"/>
          <w:szCs w:val="40"/>
          <w:u w:val="single"/>
        </w:rPr>
        <w:lastRenderedPageBreak/>
        <w:t>Airport Fuel Report</w:t>
      </w:r>
      <w:r w:rsidRPr="00EA569A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170379811"/>
          <w:placeholder>
            <w:docPart w:val="7429C0200C8742D0A6A3F46E791E6D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720E4F">
            <w:rPr>
              <w:b/>
              <w:sz w:val="24"/>
              <w:szCs w:val="24"/>
            </w:rPr>
            <w:t xml:space="preserve">June </w:t>
          </w:r>
          <w:proofErr w:type="gramStart"/>
          <w:r w:rsidR="00720E4F">
            <w:rPr>
              <w:b/>
              <w:sz w:val="24"/>
              <w:szCs w:val="24"/>
            </w:rPr>
            <w:t>11  2024</w:t>
          </w:r>
          <w:proofErr w:type="gramEnd"/>
        </w:sdtContent>
      </w:sdt>
    </w:p>
    <w:p w14:paraId="034586D5" w14:textId="77777777" w:rsidR="007300C6" w:rsidRPr="00152B96" w:rsidRDefault="007300C6" w:rsidP="007300C6">
      <w:pPr>
        <w:tabs>
          <w:tab w:val="left" w:pos="360"/>
          <w:tab w:val="right" w:pos="10224"/>
        </w:tabs>
        <w:spacing w:after="240" w:line="240" w:lineRule="auto"/>
        <w:rPr>
          <w:b/>
          <w:sz w:val="24"/>
          <w:szCs w:val="24"/>
        </w:rPr>
      </w:pPr>
      <w:r w:rsidRPr="00152B96">
        <w:rPr>
          <w:b/>
          <w:sz w:val="24"/>
          <w:szCs w:val="24"/>
        </w:rPr>
        <w:t>Mark Wilson, Airport Manager</w:t>
      </w:r>
    </w:p>
    <w:p w14:paraId="7F1C9C30" w14:textId="77777777" w:rsidR="00F41A83" w:rsidRPr="00F41A83" w:rsidRDefault="00F41A83" w:rsidP="00F41A8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41A83">
        <w:rPr>
          <w:rFonts w:ascii="Consolas" w:hAnsi="Consolas"/>
          <w:iCs/>
          <w:sz w:val="24"/>
          <w:szCs w:val="24"/>
        </w:rPr>
        <w:t>End of Month May 2024 on hand:</w:t>
      </w:r>
    </w:p>
    <w:p w14:paraId="07A0D34E" w14:textId="77777777" w:rsidR="00F41A83" w:rsidRPr="00F41A83" w:rsidRDefault="00F41A83" w:rsidP="00F41A8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3FD7002C" w14:textId="77777777" w:rsidR="00F41A83" w:rsidRPr="00F41A83" w:rsidRDefault="00F41A83" w:rsidP="00F41A8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41A83">
        <w:rPr>
          <w:rFonts w:ascii="Consolas" w:hAnsi="Consolas"/>
          <w:iCs/>
          <w:sz w:val="24"/>
          <w:szCs w:val="24"/>
        </w:rPr>
        <w:t>1) 100 LL</w:t>
      </w:r>
    </w:p>
    <w:p w14:paraId="362E7199" w14:textId="77777777" w:rsidR="00F41A83" w:rsidRPr="00F41A83" w:rsidRDefault="00F41A83" w:rsidP="00F41A8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41A83">
        <w:rPr>
          <w:rFonts w:ascii="Consolas" w:hAnsi="Consolas"/>
          <w:iCs/>
          <w:sz w:val="24"/>
          <w:szCs w:val="24"/>
        </w:rPr>
        <w:t xml:space="preserve">   a) Fuel Farm Tank: 5,428.46</w:t>
      </w:r>
    </w:p>
    <w:p w14:paraId="2EC8DDB7" w14:textId="77777777" w:rsidR="00F41A83" w:rsidRPr="00F41A83" w:rsidRDefault="00F41A83" w:rsidP="00F41A8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41A83">
        <w:rPr>
          <w:rFonts w:ascii="Consolas" w:hAnsi="Consolas"/>
          <w:iCs/>
          <w:sz w:val="24"/>
          <w:szCs w:val="24"/>
        </w:rPr>
        <w:t xml:space="preserve">   b) Fuel Truck:       757.13</w:t>
      </w:r>
    </w:p>
    <w:p w14:paraId="6AEE74DE" w14:textId="77777777" w:rsidR="00F41A83" w:rsidRPr="00F41A83" w:rsidRDefault="00F41A83" w:rsidP="00F41A8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41A83">
        <w:rPr>
          <w:rFonts w:ascii="Consolas" w:hAnsi="Consolas"/>
          <w:iCs/>
          <w:sz w:val="24"/>
          <w:szCs w:val="24"/>
        </w:rPr>
        <w:t xml:space="preserve">               Total: 6,185.59</w:t>
      </w:r>
    </w:p>
    <w:p w14:paraId="59065C1D" w14:textId="77777777" w:rsidR="00F41A83" w:rsidRPr="00F41A83" w:rsidRDefault="00F41A83" w:rsidP="00F41A8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64089AED" w14:textId="77777777" w:rsidR="00F41A83" w:rsidRPr="00F41A83" w:rsidRDefault="00F41A83" w:rsidP="00F41A8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41A83">
        <w:rPr>
          <w:rFonts w:ascii="Consolas" w:hAnsi="Consolas"/>
          <w:iCs/>
          <w:sz w:val="24"/>
          <w:szCs w:val="24"/>
        </w:rPr>
        <w:t>2) JET A</w:t>
      </w:r>
    </w:p>
    <w:p w14:paraId="392C607F" w14:textId="77777777" w:rsidR="00F41A83" w:rsidRPr="00F41A83" w:rsidRDefault="00F41A83" w:rsidP="00F41A8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41A83">
        <w:rPr>
          <w:rFonts w:ascii="Consolas" w:hAnsi="Consolas"/>
          <w:iCs/>
          <w:sz w:val="24"/>
          <w:szCs w:val="24"/>
        </w:rPr>
        <w:t xml:space="preserve">   a) Fuel Farm Tank: 6,187.15</w:t>
      </w:r>
    </w:p>
    <w:p w14:paraId="767EBF46" w14:textId="77777777" w:rsidR="00F41A83" w:rsidRPr="00F41A83" w:rsidRDefault="00F41A83" w:rsidP="00F41A8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41A83">
        <w:rPr>
          <w:rFonts w:ascii="Consolas" w:hAnsi="Consolas"/>
          <w:iCs/>
          <w:sz w:val="24"/>
          <w:szCs w:val="24"/>
        </w:rPr>
        <w:t xml:space="preserve">   b) Fuel Truck:       757.13</w:t>
      </w:r>
    </w:p>
    <w:p w14:paraId="777CEA25" w14:textId="77777777" w:rsidR="00F41A83" w:rsidRPr="00F41A83" w:rsidRDefault="00F41A83" w:rsidP="00F41A8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41A83">
        <w:rPr>
          <w:rFonts w:ascii="Consolas" w:hAnsi="Consolas"/>
          <w:iCs/>
          <w:sz w:val="24"/>
          <w:szCs w:val="24"/>
        </w:rPr>
        <w:t xml:space="preserve">               Total: 6,944.28</w:t>
      </w:r>
    </w:p>
    <w:p w14:paraId="0E2F8841" w14:textId="77777777" w:rsidR="00F41A83" w:rsidRPr="00F41A83" w:rsidRDefault="00F41A83" w:rsidP="00F41A8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508ACE00" w14:textId="77777777" w:rsidR="00F41A83" w:rsidRPr="00F41A83" w:rsidRDefault="00F41A83" w:rsidP="00F41A8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41A83">
        <w:rPr>
          <w:rFonts w:ascii="Consolas" w:hAnsi="Consolas"/>
          <w:iCs/>
          <w:sz w:val="24"/>
          <w:szCs w:val="24"/>
        </w:rPr>
        <w:t>Jet A fuel delivery: Invoice # 1020014</w:t>
      </w:r>
    </w:p>
    <w:p w14:paraId="780DAC2A" w14:textId="77777777" w:rsidR="00F41A83" w:rsidRPr="00F41A83" w:rsidRDefault="00F41A83" w:rsidP="00F41A8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41A83">
        <w:rPr>
          <w:rFonts w:ascii="Consolas" w:hAnsi="Consolas"/>
          <w:iCs/>
          <w:sz w:val="24"/>
          <w:szCs w:val="24"/>
        </w:rPr>
        <w:t>Invoice date: May 11</w:t>
      </w:r>
      <w:proofErr w:type="gramStart"/>
      <w:r w:rsidRPr="00F41A83">
        <w:rPr>
          <w:rFonts w:ascii="Consolas" w:hAnsi="Consolas"/>
          <w:iCs/>
          <w:sz w:val="24"/>
          <w:szCs w:val="24"/>
        </w:rPr>
        <w:t xml:space="preserve"> 2024</w:t>
      </w:r>
      <w:proofErr w:type="gramEnd"/>
    </w:p>
    <w:p w14:paraId="3F92C31D" w14:textId="77777777" w:rsidR="00F41A83" w:rsidRPr="00F41A83" w:rsidRDefault="00F41A83" w:rsidP="00F41A8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41A83">
        <w:rPr>
          <w:rFonts w:ascii="Consolas" w:hAnsi="Consolas"/>
          <w:iCs/>
          <w:sz w:val="24"/>
          <w:szCs w:val="24"/>
        </w:rPr>
        <w:t>7909 Gallons</w:t>
      </w:r>
    </w:p>
    <w:p w14:paraId="68582D82" w14:textId="7C54131D" w:rsidR="004075CA" w:rsidRPr="00BB1517" w:rsidRDefault="00F41A83" w:rsidP="00F41A8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F41A83">
        <w:rPr>
          <w:rFonts w:ascii="Consolas" w:hAnsi="Consolas"/>
          <w:iCs/>
          <w:sz w:val="24"/>
          <w:szCs w:val="24"/>
        </w:rPr>
        <w:t xml:space="preserve">$25,628.92 </w:t>
      </w:r>
      <w:r w:rsidR="004075CA" w:rsidRPr="00BB1517">
        <w:rPr>
          <w:rFonts w:ascii="Consolas" w:hAnsi="Consolas"/>
          <w:iCs/>
          <w:sz w:val="24"/>
          <w:szCs w:val="24"/>
        </w:rPr>
        <w:br w:type="page"/>
      </w:r>
    </w:p>
    <w:p w14:paraId="5CF6C652" w14:textId="562145E7" w:rsidR="007B7905" w:rsidRPr="00EA569A" w:rsidRDefault="00000000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68796634"/>
          <w:placeholder>
            <w:docPart w:val="2867606499F44D05AEE2E80279B61B2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720E4F">
            <w:rPr>
              <w:b/>
              <w:sz w:val="24"/>
              <w:szCs w:val="24"/>
            </w:rPr>
            <w:t xml:space="preserve">June </w:t>
          </w:r>
          <w:proofErr w:type="gramStart"/>
          <w:r w:rsidR="00720E4F">
            <w:rPr>
              <w:b/>
              <w:sz w:val="24"/>
              <w:szCs w:val="24"/>
            </w:rPr>
            <w:t>11  2024</w:t>
          </w:r>
          <w:proofErr w:type="gramEnd"/>
        </w:sdtContent>
      </w:sdt>
    </w:p>
    <w:p w14:paraId="15D44A00" w14:textId="5CCFC09D" w:rsidR="0049721D" w:rsidRDefault="0049721D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100LL FUEL SALES </w:t>
      </w:r>
      <w:r w:rsidR="006E1FBE">
        <w:rPr>
          <w:rFonts w:ascii="Consolas" w:hAnsi="Consolas"/>
          <w:b/>
          <w:bCs/>
          <w:iCs/>
          <w:sz w:val="24"/>
          <w:szCs w:val="24"/>
        </w:rPr>
        <w:t>202</w:t>
      </w:r>
      <w:r w:rsidR="004B6039">
        <w:rPr>
          <w:rFonts w:ascii="Consolas" w:hAnsi="Consolas"/>
          <w:b/>
          <w:bCs/>
          <w:iCs/>
          <w:sz w:val="24"/>
          <w:szCs w:val="24"/>
        </w:rPr>
        <w:t>2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4B6039">
        <w:rPr>
          <w:rFonts w:ascii="Consolas" w:hAnsi="Consolas"/>
          <w:b/>
          <w:bCs/>
          <w:iCs/>
          <w:sz w:val="24"/>
          <w:szCs w:val="24"/>
        </w:rPr>
        <w:t>4</w:t>
      </w:r>
    </w:p>
    <w:p w14:paraId="32D945F4" w14:textId="4091CF22" w:rsidR="008A7EE0" w:rsidRDefault="00A30C6F" w:rsidP="000D0F38">
      <w:pPr>
        <w:spacing w:after="0" w:line="240" w:lineRule="auto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A30C6F">
        <w:rPr>
          <w:noProof/>
        </w:rPr>
        <w:drawing>
          <wp:inline distT="0" distB="0" distL="0" distR="0" wp14:anchorId="34C410BC" wp14:editId="7E613422">
            <wp:extent cx="6272530" cy="3408680"/>
            <wp:effectExtent l="0" t="0" r="0" b="1270"/>
            <wp:docPr id="770339007" name="Picture 1" descr="A table with numbers and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339007" name="Picture 1" descr="A table with numbers and numbers&#10;&#10;Description automatically generated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2530" cy="34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6E70DA" w14:textId="57E8766E" w:rsidR="008A7EE0" w:rsidRDefault="000C75F8" w:rsidP="00387863">
      <w:pPr>
        <w:spacing w:before="120"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JET A FUEL SALES </w:t>
      </w:r>
      <w:r w:rsidR="00ED09F0">
        <w:rPr>
          <w:rFonts w:ascii="Consolas" w:hAnsi="Consolas"/>
          <w:b/>
          <w:bCs/>
          <w:iCs/>
          <w:sz w:val="24"/>
          <w:szCs w:val="24"/>
        </w:rPr>
        <w:t>202</w:t>
      </w:r>
      <w:r w:rsidR="004B6039">
        <w:rPr>
          <w:rFonts w:ascii="Consolas" w:hAnsi="Consolas"/>
          <w:b/>
          <w:bCs/>
          <w:iCs/>
          <w:sz w:val="24"/>
          <w:szCs w:val="24"/>
        </w:rPr>
        <w:t>2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4B6039">
        <w:rPr>
          <w:rFonts w:ascii="Consolas" w:hAnsi="Consolas"/>
          <w:b/>
          <w:bCs/>
          <w:iCs/>
          <w:sz w:val="24"/>
          <w:szCs w:val="24"/>
        </w:rPr>
        <w:t>4</w:t>
      </w:r>
    </w:p>
    <w:p w14:paraId="03C77364" w14:textId="302250C8" w:rsidR="004B4DA8" w:rsidRDefault="009567D2" w:rsidP="00C96545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9567D2">
        <w:rPr>
          <w:noProof/>
        </w:rPr>
        <w:drawing>
          <wp:inline distT="0" distB="0" distL="0" distR="0" wp14:anchorId="2F81CE57" wp14:editId="684A4483">
            <wp:extent cx="6272530" cy="3408680"/>
            <wp:effectExtent l="0" t="0" r="0" b="1270"/>
            <wp:docPr id="667461746" name="Picture 1" descr="A table with numbers and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461746" name="Picture 1" descr="A table with numbers and numbers&#10;&#10;Description automatically generated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2530" cy="34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03741" w14:textId="15F91DB4" w:rsidR="00581B13" w:rsidRDefault="00204278" w:rsidP="002B5D41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204278">
        <w:rPr>
          <w:noProof/>
        </w:rPr>
        <w:lastRenderedPageBreak/>
        <w:drawing>
          <wp:inline distT="0" distB="0" distL="0" distR="0" wp14:anchorId="63AF0C42" wp14:editId="2DE90BBD">
            <wp:extent cx="5590476" cy="3847619"/>
            <wp:effectExtent l="0" t="0" r="0" b="635"/>
            <wp:docPr id="1662514291" name="Picture 1" descr="A graph of a number of fuel pric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514291" name="Picture 1" descr="A graph of a number of fuel prices&#10;&#10;Description automatically generated with medium confidenc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90476" cy="3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A245D" w14:textId="39C61F38" w:rsidR="00B67A50" w:rsidRDefault="00E206CC" w:rsidP="003D076A">
      <w:pPr>
        <w:spacing w:after="0" w:line="240" w:lineRule="auto"/>
        <w:rPr>
          <w:noProof/>
        </w:rPr>
      </w:pPr>
      <w:r w:rsidRPr="00E206CC">
        <w:rPr>
          <w:noProof/>
        </w:rPr>
        <w:drawing>
          <wp:anchor distT="0" distB="0" distL="114300" distR="114300" simplePos="0" relativeHeight="251684864" behindDoc="0" locked="0" layoutInCell="1" allowOverlap="1" wp14:anchorId="6A29FAA2" wp14:editId="602000E0">
            <wp:simplePos x="0" y="0"/>
            <wp:positionH relativeFrom="column">
              <wp:posOffset>342926</wp:posOffset>
            </wp:positionH>
            <wp:positionV relativeFrom="paragraph">
              <wp:posOffset>76743</wp:posOffset>
            </wp:positionV>
            <wp:extent cx="2561590" cy="3256915"/>
            <wp:effectExtent l="0" t="0" r="0" b="635"/>
            <wp:wrapNone/>
            <wp:docPr id="838244191" name="Picture 1" descr="A graph on a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244191" name="Picture 1" descr="A graph on a paper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3256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206CC">
        <w:rPr>
          <w:noProof/>
        </w:rPr>
        <w:drawing>
          <wp:anchor distT="0" distB="0" distL="114300" distR="114300" simplePos="0" relativeHeight="251683840" behindDoc="0" locked="0" layoutInCell="1" allowOverlap="1" wp14:anchorId="10A00BD5" wp14:editId="396D5A46">
            <wp:simplePos x="0" y="0"/>
            <wp:positionH relativeFrom="column">
              <wp:posOffset>3250613</wp:posOffset>
            </wp:positionH>
            <wp:positionV relativeFrom="paragraph">
              <wp:posOffset>467929</wp:posOffset>
            </wp:positionV>
            <wp:extent cx="2152381" cy="2295238"/>
            <wp:effectExtent l="0" t="0" r="635" b="0"/>
            <wp:wrapNone/>
            <wp:docPr id="154722602" name="Picture 1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22602" name="Picture 1" descr="A screenshot of a graph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381" cy="2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67A50" w:rsidSect="0099773A">
      <w:type w:val="continuous"/>
      <w:pgSz w:w="12240" w:h="15840"/>
      <w:pgMar w:top="1440" w:right="1354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9F605" w14:textId="77777777" w:rsidR="005D5AD3" w:rsidRDefault="005D5AD3" w:rsidP="001D46EF">
      <w:pPr>
        <w:spacing w:after="0" w:line="240" w:lineRule="auto"/>
      </w:pPr>
      <w:r>
        <w:separator/>
      </w:r>
    </w:p>
  </w:endnote>
  <w:endnote w:type="continuationSeparator" w:id="0">
    <w:p w14:paraId="776FAA20" w14:textId="77777777" w:rsidR="005D5AD3" w:rsidRDefault="005D5AD3" w:rsidP="001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55E4A" w14:textId="77777777" w:rsid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</w:p>
  <w:p w14:paraId="5CB1E35C" w14:textId="50B1DA6D" w:rsidR="00BD1B91" w:rsidRP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BD1B91">
      <w:rPr>
        <w:rFonts w:ascii="Arial" w:eastAsia="Times New Roman" w:hAnsi="Arial" w:cs="Arial"/>
        <w:noProof/>
        <w:color w:val="000066"/>
        <w:szCs w:val="20"/>
      </w:rPr>
      <w:t>https://www.kbcr.gov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958E5" w14:textId="77777777" w:rsidR="005D5AD3" w:rsidRDefault="005D5AD3" w:rsidP="001D46EF">
      <w:pPr>
        <w:spacing w:after="0" w:line="240" w:lineRule="auto"/>
      </w:pPr>
      <w:r>
        <w:separator/>
      </w:r>
    </w:p>
  </w:footnote>
  <w:footnote w:type="continuationSeparator" w:id="0">
    <w:p w14:paraId="2272476C" w14:textId="77777777" w:rsidR="005D5AD3" w:rsidRDefault="005D5AD3" w:rsidP="001D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74236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 w:val="32"/>
        <w:szCs w:val="20"/>
      </w:rPr>
    </w:pPr>
    <w:r w:rsidRPr="001D46EF">
      <w:rPr>
        <w:rFonts w:ascii="Arial" w:eastAsia="Times New Roman" w:hAnsi="Arial" w:cs="Arial"/>
        <w:noProof/>
        <w:color w:val="000066"/>
        <w:sz w:val="32"/>
        <w:szCs w:val="20"/>
      </w:rPr>
      <w:drawing>
        <wp:anchor distT="0" distB="0" distL="114300" distR="114300" simplePos="0" relativeHeight="251659264" behindDoc="0" locked="0" layoutInCell="1" allowOverlap="1" wp14:anchorId="509D6CCB" wp14:editId="4263985D">
          <wp:simplePos x="0" y="0"/>
          <wp:positionH relativeFrom="column">
            <wp:posOffset>6020</wp:posOffset>
          </wp:positionH>
          <wp:positionV relativeFrom="paragraph">
            <wp:posOffset>-41910</wp:posOffset>
          </wp:positionV>
          <wp:extent cx="1574800" cy="824230"/>
          <wp:effectExtent l="0" t="0" r="0" b="0"/>
          <wp:wrapSquare wrapText="bothSides"/>
          <wp:docPr id="25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D46EF">
      <w:rPr>
        <w:rFonts w:ascii="Arial" w:eastAsia="Times New Roman" w:hAnsi="Arial" w:cs="Arial"/>
        <w:noProof/>
        <w:color w:val="000066"/>
        <w:sz w:val="32"/>
        <w:szCs w:val="20"/>
      </w:rPr>
      <w:tab/>
      <w:t>Tri-County Airport Authority</w:t>
    </w:r>
  </w:p>
  <w:p w14:paraId="61E3DF8A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1983 Tri-County Airport Rd - Bonifay, FL 32425</w:t>
    </w:r>
  </w:p>
  <w:p w14:paraId="7E03ADBC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12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Mail: PO Box 756 - Bonifay, FL 32425</w:t>
    </w:r>
  </w:p>
  <w:p w14:paraId="166ACCBD" w14:textId="15DDDEE7" w:rsidR="001D46EF" w:rsidRPr="001D46EF" w:rsidRDefault="001D46EF" w:rsidP="00025901">
    <w:pPr>
      <w:tabs>
        <w:tab w:val="center" w:pos="4320"/>
        <w:tab w:val="right" w:pos="8640"/>
      </w:tabs>
      <w:suppressAutoHyphens/>
      <w:autoSpaceDE w:val="0"/>
      <w:spacing w:after="12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</w:t>
    </w:r>
    <w:r w:rsidR="00F042A2">
      <w:rPr>
        <w:rFonts w:ascii="Arial" w:eastAsia="Times New Roman" w:hAnsi="Arial" w:cs="Arial"/>
        <w:noProof/>
        <w:color w:val="000066"/>
        <w:szCs w:val="20"/>
      </w:rPr>
      <w:t>________</w:t>
    </w: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770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D07818"/>
    <w:multiLevelType w:val="multilevel"/>
    <w:tmpl w:val="FE0CD3E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E706808"/>
    <w:multiLevelType w:val="hybridMultilevel"/>
    <w:tmpl w:val="A79447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E22882"/>
    <w:multiLevelType w:val="hybridMultilevel"/>
    <w:tmpl w:val="77A2DE2E"/>
    <w:lvl w:ilvl="0" w:tplc="04090013">
      <w:start w:val="1"/>
      <w:numFmt w:val="upp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34740ECD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AF15FB0"/>
    <w:multiLevelType w:val="multilevel"/>
    <w:tmpl w:val="6090F242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9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996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2427BC9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7C55B62"/>
    <w:multiLevelType w:val="hybridMultilevel"/>
    <w:tmpl w:val="FA12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B3C73"/>
    <w:multiLevelType w:val="multilevel"/>
    <w:tmpl w:val="A1F6C84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922596A"/>
    <w:multiLevelType w:val="hybridMultilevel"/>
    <w:tmpl w:val="05E20B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7DB13798"/>
    <w:multiLevelType w:val="multilevel"/>
    <w:tmpl w:val="90E63D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89632968">
    <w:abstractNumId w:val="3"/>
  </w:num>
  <w:num w:numId="2" w16cid:durableId="1541285038">
    <w:abstractNumId w:val="10"/>
  </w:num>
  <w:num w:numId="3" w16cid:durableId="1313634739">
    <w:abstractNumId w:val="11"/>
  </w:num>
  <w:num w:numId="4" w16cid:durableId="513959383">
    <w:abstractNumId w:val="4"/>
  </w:num>
  <w:num w:numId="5" w16cid:durableId="1674920178">
    <w:abstractNumId w:val="7"/>
  </w:num>
  <w:num w:numId="6" w16cid:durableId="425923737">
    <w:abstractNumId w:val="5"/>
  </w:num>
  <w:num w:numId="7" w16cid:durableId="2016565249">
    <w:abstractNumId w:val="0"/>
  </w:num>
  <w:num w:numId="8" w16cid:durableId="2082217141">
    <w:abstractNumId w:val="1"/>
  </w:num>
  <w:num w:numId="9" w16cid:durableId="431046354">
    <w:abstractNumId w:val="9"/>
  </w:num>
  <w:num w:numId="10" w16cid:durableId="338897734">
    <w:abstractNumId w:val="6"/>
  </w:num>
  <w:num w:numId="11" w16cid:durableId="167445926">
    <w:abstractNumId w:val="8"/>
  </w:num>
  <w:num w:numId="12" w16cid:durableId="1049257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63"/>
    <w:rsid w:val="00000C6F"/>
    <w:rsid w:val="000029CC"/>
    <w:rsid w:val="00003B10"/>
    <w:rsid w:val="00004B85"/>
    <w:rsid w:val="00010A7B"/>
    <w:rsid w:val="0001624B"/>
    <w:rsid w:val="000163FF"/>
    <w:rsid w:val="00017A48"/>
    <w:rsid w:val="000204E8"/>
    <w:rsid w:val="0002077A"/>
    <w:rsid w:val="00020ECF"/>
    <w:rsid w:val="000218E6"/>
    <w:rsid w:val="00021ACA"/>
    <w:rsid w:val="00022674"/>
    <w:rsid w:val="0002290A"/>
    <w:rsid w:val="000230D3"/>
    <w:rsid w:val="00023B99"/>
    <w:rsid w:val="0002434B"/>
    <w:rsid w:val="000244B4"/>
    <w:rsid w:val="00025901"/>
    <w:rsid w:val="000267F4"/>
    <w:rsid w:val="00027387"/>
    <w:rsid w:val="000309A9"/>
    <w:rsid w:val="00030FA7"/>
    <w:rsid w:val="000318AB"/>
    <w:rsid w:val="000334F3"/>
    <w:rsid w:val="00035066"/>
    <w:rsid w:val="00037B4B"/>
    <w:rsid w:val="00037BC8"/>
    <w:rsid w:val="000406C6"/>
    <w:rsid w:val="00042738"/>
    <w:rsid w:val="00042F05"/>
    <w:rsid w:val="000441BC"/>
    <w:rsid w:val="000443CB"/>
    <w:rsid w:val="00044452"/>
    <w:rsid w:val="000503D5"/>
    <w:rsid w:val="0005097B"/>
    <w:rsid w:val="000512AC"/>
    <w:rsid w:val="00051967"/>
    <w:rsid w:val="00051BBF"/>
    <w:rsid w:val="00052624"/>
    <w:rsid w:val="00052A8A"/>
    <w:rsid w:val="00053689"/>
    <w:rsid w:val="000544F9"/>
    <w:rsid w:val="000547C0"/>
    <w:rsid w:val="00060F9F"/>
    <w:rsid w:val="00061B03"/>
    <w:rsid w:val="00061CC5"/>
    <w:rsid w:val="00061F55"/>
    <w:rsid w:val="000624E1"/>
    <w:rsid w:val="000631D3"/>
    <w:rsid w:val="00070BDE"/>
    <w:rsid w:val="00072264"/>
    <w:rsid w:val="00072AF7"/>
    <w:rsid w:val="00073494"/>
    <w:rsid w:val="0007595A"/>
    <w:rsid w:val="00075980"/>
    <w:rsid w:val="00077031"/>
    <w:rsid w:val="00077B6C"/>
    <w:rsid w:val="00080CB7"/>
    <w:rsid w:val="0008201C"/>
    <w:rsid w:val="00082E24"/>
    <w:rsid w:val="00082EDA"/>
    <w:rsid w:val="00082FD4"/>
    <w:rsid w:val="0008506B"/>
    <w:rsid w:val="000851EB"/>
    <w:rsid w:val="00085C0C"/>
    <w:rsid w:val="000947E8"/>
    <w:rsid w:val="00096A50"/>
    <w:rsid w:val="00097CBF"/>
    <w:rsid w:val="000A0A88"/>
    <w:rsid w:val="000A2668"/>
    <w:rsid w:val="000A2768"/>
    <w:rsid w:val="000A40BC"/>
    <w:rsid w:val="000A5981"/>
    <w:rsid w:val="000A7A79"/>
    <w:rsid w:val="000B0267"/>
    <w:rsid w:val="000B0D3C"/>
    <w:rsid w:val="000B262C"/>
    <w:rsid w:val="000B2A36"/>
    <w:rsid w:val="000B2D0F"/>
    <w:rsid w:val="000B32F9"/>
    <w:rsid w:val="000B3432"/>
    <w:rsid w:val="000B4275"/>
    <w:rsid w:val="000B5E5A"/>
    <w:rsid w:val="000B678A"/>
    <w:rsid w:val="000C17A1"/>
    <w:rsid w:val="000C2553"/>
    <w:rsid w:val="000C6397"/>
    <w:rsid w:val="000C6A42"/>
    <w:rsid w:val="000C6B2D"/>
    <w:rsid w:val="000C75F8"/>
    <w:rsid w:val="000D055D"/>
    <w:rsid w:val="000D0F38"/>
    <w:rsid w:val="000D213F"/>
    <w:rsid w:val="000D4E22"/>
    <w:rsid w:val="000D4E90"/>
    <w:rsid w:val="000D5072"/>
    <w:rsid w:val="000D7C66"/>
    <w:rsid w:val="000E4B0C"/>
    <w:rsid w:val="000E637C"/>
    <w:rsid w:val="000E65D8"/>
    <w:rsid w:val="000E79FB"/>
    <w:rsid w:val="000F116A"/>
    <w:rsid w:val="000F2360"/>
    <w:rsid w:val="000F30E0"/>
    <w:rsid w:val="000F338E"/>
    <w:rsid w:val="000F3B0A"/>
    <w:rsid w:val="000F4E19"/>
    <w:rsid w:val="000F5846"/>
    <w:rsid w:val="000F5C53"/>
    <w:rsid w:val="000F6048"/>
    <w:rsid w:val="000F69ED"/>
    <w:rsid w:val="000F6A18"/>
    <w:rsid w:val="000F6C74"/>
    <w:rsid w:val="0010114E"/>
    <w:rsid w:val="00105C85"/>
    <w:rsid w:val="001063FA"/>
    <w:rsid w:val="00106E0A"/>
    <w:rsid w:val="00107996"/>
    <w:rsid w:val="00107CE5"/>
    <w:rsid w:val="00107CF3"/>
    <w:rsid w:val="00112344"/>
    <w:rsid w:val="0011297C"/>
    <w:rsid w:val="00113841"/>
    <w:rsid w:val="00113E34"/>
    <w:rsid w:val="00114C0F"/>
    <w:rsid w:val="001156B1"/>
    <w:rsid w:val="00116157"/>
    <w:rsid w:val="00116F87"/>
    <w:rsid w:val="001221C7"/>
    <w:rsid w:val="00122CA5"/>
    <w:rsid w:val="001234FB"/>
    <w:rsid w:val="0012445D"/>
    <w:rsid w:val="00125462"/>
    <w:rsid w:val="00126AC4"/>
    <w:rsid w:val="00127262"/>
    <w:rsid w:val="00127816"/>
    <w:rsid w:val="0012799B"/>
    <w:rsid w:val="00130CFF"/>
    <w:rsid w:val="00131837"/>
    <w:rsid w:val="00131AE1"/>
    <w:rsid w:val="001325E9"/>
    <w:rsid w:val="00132C89"/>
    <w:rsid w:val="001333D4"/>
    <w:rsid w:val="0013416B"/>
    <w:rsid w:val="0013487E"/>
    <w:rsid w:val="001356E1"/>
    <w:rsid w:val="00140887"/>
    <w:rsid w:val="001419EC"/>
    <w:rsid w:val="001423C4"/>
    <w:rsid w:val="00143717"/>
    <w:rsid w:val="00144510"/>
    <w:rsid w:val="001458C5"/>
    <w:rsid w:val="001471A3"/>
    <w:rsid w:val="00150BF7"/>
    <w:rsid w:val="00152003"/>
    <w:rsid w:val="00152F43"/>
    <w:rsid w:val="00153B12"/>
    <w:rsid w:val="001559A4"/>
    <w:rsid w:val="00155AC1"/>
    <w:rsid w:val="00157693"/>
    <w:rsid w:val="001617BE"/>
    <w:rsid w:val="00162F15"/>
    <w:rsid w:val="001651E5"/>
    <w:rsid w:val="00165B95"/>
    <w:rsid w:val="0016747D"/>
    <w:rsid w:val="0017194E"/>
    <w:rsid w:val="00173ACF"/>
    <w:rsid w:val="001741EA"/>
    <w:rsid w:val="00174238"/>
    <w:rsid w:val="00174EE4"/>
    <w:rsid w:val="00176EBD"/>
    <w:rsid w:val="001775F5"/>
    <w:rsid w:val="001806B1"/>
    <w:rsid w:val="0018149A"/>
    <w:rsid w:val="00182728"/>
    <w:rsid w:val="00183093"/>
    <w:rsid w:val="00186615"/>
    <w:rsid w:val="00187508"/>
    <w:rsid w:val="001877C1"/>
    <w:rsid w:val="00190496"/>
    <w:rsid w:val="0019099E"/>
    <w:rsid w:val="00190F06"/>
    <w:rsid w:val="00191A19"/>
    <w:rsid w:val="00194A1E"/>
    <w:rsid w:val="00194E23"/>
    <w:rsid w:val="0019628A"/>
    <w:rsid w:val="00197C6C"/>
    <w:rsid w:val="001A0F53"/>
    <w:rsid w:val="001A1B24"/>
    <w:rsid w:val="001A2E84"/>
    <w:rsid w:val="001A328F"/>
    <w:rsid w:val="001A423F"/>
    <w:rsid w:val="001A4660"/>
    <w:rsid w:val="001A7123"/>
    <w:rsid w:val="001B1563"/>
    <w:rsid w:val="001B2422"/>
    <w:rsid w:val="001B3CB5"/>
    <w:rsid w:val="001B6E84"/>
    <w:rsid w:val="001B7DB0"/>
    <w:rsid w:val="001C0687"/>
    <w:rsid w:val="001C0B82"/>
    <w:rsid w:val="001C2EEB"/>
    <w:rsid w:val="001D46EF"/>
    <w:rsid w:val="001D4F78"/>
    <w:rsid w:val="001D5761"/>
    <w:rsid w:val="001D68E9"/>
    <w:rsid w:val="001D7140"/>
    <w:rsid w:val="001E0CFF"/>
    <w:rsid w:val="001E0D23"/>
    <w:rsid w:val="001E0E88"/>
    <w:rsid w:val="001E1301"/>
    <w:rsid w:val="001E5AA6"/>
    <w:rsid w:val="001E6558"/>
    <w:rsid w:val="001E7CA5"/>
    <w:rsid w:val="001F1592"/>
    <w:rsid w:val="001F4BC9"/>
    <w:rsid w:val="001F5782"/>
    <w:rsid w:val="001F632C"/>
    <w:rsid w:val="001F7744"/>
    <w:rsid w:val="002001EE"/>
    <w:rsid w:val="00200834"/>
    <w:rsid w:val="00201EC7"/>
    <w:rsid w:val="00204278"/>
    <w:rsid w:val="00211E8F"/>
    <w:rsid w:val="00212722"/>
    <w:rsid w:val="00212891"/>
    <w:rsid w:val="00215024"/>
    <w:rsid w:val="00217296"/>
    <w:rsid w:val="00221E08"/>
    <w:rsid w:val="0022425B"/>
    <w:rsid w:val="00225B49"/>
    <w:rsid w:val="0022704F"/>
    <w:rsid w:val="00233D63"/>
    <w:rsid w:val="00233F14"/>
    <w:rsid w:val="0023659F"/>
    <w:rsid w:val="00237A89"/>
    <w:rsid w:val="00240698"/>
    <w:rsid w:val="00243417"/>
    <w:rsid w:val="002472CD"/>
    <w:rsid w:val="00247907"/>
    <w:rsid w:val="00247EEE"/>
    <w:rsid w:val="00250364"/>
    <w:rsid w:val="0025496D"/>
    <w:rsid w:val="00255447"/>
    <w:rsid w:val="00257BBA"/>
    <w:rsid w:val="00257E1E"/>
    <w:rsid w:val="00260123"/>
    <w:rsid w:val="00263274"/>
    <w:rsid w:val="0026423D"/>
    <w:rsid w:val="002644FD"/>
    <w:rsid w:val="002646B0"/>
    <w:rsid w:val="0027396D"/>
    <w:rsid w:val="00274BA2"/>
    <w:rsid w:val="00275BEF"/>
    <w:rsid w:val="0028021F"/>
    <w:rsid w:val="00285B98"/>
    <w:rsid w:val="002916D9"/>
    <w:rsid w:val="002917F8"/>
    <w:rsid w:val="00291B7B"/>
    <w:rsid w:val="00293831"/>
    <w:rsid w:val="00295576"/>
    <w:rsid w:val="00296103"/>
    <w:rsid w:val="00297EB8"/>
    <w:rsid w:val="002A0EC9"/>
    <w:rsid w:val="002A1579"/>
    <w:rsid w:val="002A3476"/>
    <w:rsid w:val="002A4049"/>
    <w:rsid w:val="002A49A7"/>
    <w:rsid w:val="002A571D"/>
    <w:rsid w:val="002A6B26"/>
    <w:rsid w:val="002B0300"/>
    <w:rsid w:val="002B206B"/>
    <w:rsid w:val="002B309B"/>
    <w:rsid w:val="002B3AF8"/>
    <w:rsid w:val="002B4447"/>
    <w:rsid w:val="002B5D41"/>
    <w:rsid w:val="002B5DD2"/>
    <w:rsid w:val="002B77BA"/>
    <w:rsid w:val="002C2584"/>
    <w:rsid w:val="002C2C78"/>
    <w:rsid w:val="002C4214"/>
    <w:rsid w:val="002C6C42"/>
    <w:rsid w:val="002C748E"/>
    <w:rsid w:val="002C75CB"/>
    <w:rsid w:val="002D16B3"/>
    <w:rsid w:val="002D17CB"/>
    <w:rsid w:val="002D1FCF"/>
    <w:rsid w:val="002D47DC"/>
    <w:rsid w:val="002D496F"/>
    <w:rsid w:val="002D52E7"/>
    <w:rsid w:val="002D7AF4"/>
    <w:rsid w:val="002E06BA"/>
    <w:rsid w:val="002E0876"/>
    <w:rsid w:val="002E0946"/>
    <w:rsid w:val="002E161D"/>
    <w:rsid w:val="002E35C3"/>
    <w:rsid w:val="002E3CED"/>
    <w:rsid w:val="002E615C"/>
    <w:rsid w:val="002E69DC"/>
    <w:rsid w:val="002F0297"/>
    <w:rsid w:val="002F2894"/>
    <w:rsid w:val="002F28A7"/>
    <w:rsid w:val="002F3724"/>
    <w:rsid w:val="002F5FEB"/>
    <w:rsid w:val="002F6627"/>
    <w:rsid w:val="002F6C8E"/>
    <w:rsid w:val="002F7376"/>
    <w:rsid w:val="002F7754"/>
    <w:rsid w:val="00300065"/>
    <w:rsid w:val="00300AB8"/>
    <w:rsid w:val="00301521"/>
    <w:rsid w:val="00301A01"/>
    <w:rsid w:val="003027E0"/>
    <w:rsid w:val="0030361E"/>
    <w:rsid w:val="003036A6"/>
    <w:rsid w:val="00306C05"/>
    <w:rsid w:val="00307ABE"/>
    <w:rsid w:val="00312766"/>
    <w:rsid w:val="003153A0"/>
    <w:rsid w:val="00316500"/>
    <w:rsid w:val="00316604"/>
    <w:rsid w:val="00316852"/>
    <w:rsid w:val="00323017"/>
    <w:rsid w:val="00324785"/>
    <w:rsid w:val="00324796"/>
    <w:rsid w:val="003277AE"/>
    <w:rsid w:val="00327C2B"/>
    <w:rsid w:val="00330C3E"/>
    <w:rsid w:val="0033148E"/>
    <w:rsid w:val="003340BE"/>
    <w:rsid w:val="00334A3D"/>
    <w:rsid w:val="00337954"/>
    <w:rsid w:val="00337BEE"/>
    <w:rsid w:val="00340488"/>
    <w:rsid w:val="00340B0E"/>
    <w:rsid w:val="00341EF1"/>
    <w:rsid w:val="00342E86"/>
    <w:rsid w:val="00343BB5"/>
    <w:rsid w:val="00344136"/>
    <w:rsid w:val="003444CF"/>
    <w:rsid w:val="00344846"/>
    <w:rsid w:val="0034690C"/>
    <w:rsid w:val="0034764C"/>
    <w:rsid w:val="00350263"/>
    <w:rsid w:val="00351524"/>
    <w:rsid w:val="003529A0"/>
    <w:rsid w:val="00352B57"/>
    <w:rsid w:val="003530A8"/>
    <w:rsid w:val="0035783D"/>
    <w:rsid w:val="00357D21"/>
    <w:rsid w:val="00360E76"/>
    <w:rsid w:val="00361747"/>
    <w:rsid w:val="003621D8"/>
    <w:rsid w:val="003630A5"/>
    <w:rsid w:val="0036508E"/>
    <w:rsid w:val="00366497"/>
    <w:rsid w:val="00370084"/>
    <w:rsid w:val="00374B69"/>
    <w:rsid w:val="003752AB"/>
    <w:rsid w:val="003757A0"/>
    <w:rsid w:val="00377BA7"/>
    <w:rsid w:val="00380B2C"/>
    <w:rsid w:val="00384273"/>
    <w:rsid w:val="003842D1"/>
    <w:rsid w:val="00385626"/>
    <w:rsid w:val="00385E7B"/>
    <w:rsid w:val="00386210"/>
    <w:rsid w:val="003867E8"/>
    <w:rsid w:val="003872DC"/>
    <w:rsid w:val="003872FF"/>
    <w:rsid w:val="00387863"/>
    <w:rsid w:val="00387E3E"/>
    <w:rsid w:val="00390F2A"/>
    <w:rsid w:val="00394AA1"/>
    <w:rsid w:val="00395673"/>
    <w:rsid w:val="00397AEB"/>
    <w:rsid w:val="003A2C49"/>
    <w:rsid w:val="003A354F"/>
    <w:rsid w:val="003A4275"/>
    <w:rsid w:val="003B0348"/>
    <w:rsid w:val="003B1FB2"/>
    <w:rsid w:val="003B2930"/>
    <w:rsid w:val="003B2C90"/>
    <w:rsid w:val="003B31D8"/>
    <w:rsid w:val="003B41FC"/>
    <w:rsid w:val="003B4E62"/>
    <w:rsid w:val="003B7E43"/>
    <w:rsid w:val="003C138E"/>
    <w:rsid w:val="003C1C24"/>
    <w:rsid w:val="003C1FE3"/>
    <w:rsid w:val="003C228C"/>
    <w:rsid w:val="003C49A0"/>
    <w:rsid w:val="003C67DB"/>
    <w:rsid w:val="003C67EF"/>
    <w:rsid w:val="003C6968"/>
    <w:rsid w:val="003C70E4"/>
    <w:rsid w:val="003C7547"/>
    <w:rsid w:val="003C7DD5"/>
    <w:rsid w:val="003D05FD"/>
    <w:rsid w:val="003D076A"/>
    <w:rsid w:val="003D0B6B"/>
    <w:rsid w:val="003D2742"/>
    <w:rsid w:val="003D3D79"/>
    <w:rsid w:val="003D4702"/>
    <w:rsid w:val="003D58DB"/>
    <w:rsid w:val="003D730B"/>
    <w:rsid w:val="003E02A2"/>
    <w:rsid w:val="003E0D73"/>
    <w:rsid w:val="003E180F"/>
    <w:rsid w:val="003E215B"/>
    <w:rsid w:val="003E4375"/>
    <w:rsid w:val="003E4BCB"/>
    <w:rsid w:val="003F10D3"/>
    <w:rsid w:val="003F2C9E"/>
    <w:rsid w:val="003F7874"/>
    <w:rsid w:val="00400396"/>
    <w:rsid w:val="00400A43"/>
    <w:rsid w:val="00402D48"/>
    <w:rsid w:val="00406B10"/>
    <w:rsid w:val="004075CA"/>
    <w:rsid w:val="00410A3C"/>
    <w:rsid w:val="00411AFE"/>
    <w:rsid w:val="00411BC0"/>
    <w:rsid w:val="00411DE0"/>
    <w:rsid w:val="00412AF0"/>
    <w:rsid w:val="00412E8B"/>
    <w:rsid w:val="00416871"/>
    <w:rsid w:val="00416872"/>
    <w:rsid w:val="00417063"/>
    <w:rsid w:val="0041796A"/>
    <w:rsid w:val="00420625"/>
    <w:rsid w:val="004232B8"/>
    <w:rsid w:val="004235BD"/>
    <w:rsid w:val="00423C54"/>
    <w:rsid w:val="00426DF7"/>
    <w:rsid w:val="0042738E"/>
    <w:rsid w:val="0042787A"/>
    <w:rsid w:val="0043260E"/>
    <w:rsid w:val="00435853"/>
    <w:rsid w:val="00435B3F"/>
    <w:rsid w:val="00435EFD"/>
    <w:rsid w:val="00437513"/>
    <w:rsid w:val="004424A6"/>
    <w:rsid w:val="00445B3D"/>
    <w:rsid w:val="00446A36"/>
    <w:rsid w:val="004502C7"/>
    <w:rsid w:val="004521D5"/>
    <w:rsid w:val="0045245D"/>
    <w:rsid w:val="004619D0"/>
    <w:rsid w:val="00461AEC"/>
    <w:rsid w:val="00461B50"/>
    <w:rsid w:val="00462C8D"/>
    <w:rsid w:val="004641AE"/>
    <w:rsid w:val="004646E2"/>
    <w:rsid w:val="00464921"/>
    <w:rsid w:val="0046570F"/>
    <w:rsid w:val="00466071"/>
    <w:rsid w:val="004703EA"/>
    <w:rsid w:val="004724CB"/>
    <w:rsid w:val="0047290D"/>
    <w:rsid w:val="00472ACA"/>
    <w:rsid w:val="00473A6D"/>
    <w:rsid w:val="00477BE4"/>
    <w:rsid w:val="0048129B"/>
    <w:rsid w:val="004828CF"/>
    <w:rsid w:val="004878B2"/>
    <w:rsid w:val="00487A2E"/>
    <w:rsid w:val="0049320C"/>
    <w:rsid w:val="0049418A"/>
    <w:rsid w:val="00495270"/>
    <w:rsid w:val="00495E4D"/>
    <w:rsid w:val="00496E73"/>
    <w:rsid w:val="0049721D"/>
    <w:rsid w:val="004A2AC1"/>
    <w:rsid w:val="004A3955"/>
    <w:rsid w:val="004A46EA"/>
    <w:rsid w:val="004A4D79"/>
    <w:rsid w:val="004A6141"/>
    <w:rsid w:val="004B0C7D"/>
    <w:rsid w:val="004B15C7"/>
    <w:rsid w:val="004B1772"/>
    <w:rsid w:val="004B2175"/>
    <w:rsid w:val="004B30F9"/>
    <w:rsid w:val="004B3254"/>
    <w:rsid w:val="004B4DA8"/>
    <w:rsid w:val="004B51E8"/>
    <w:rsid w:val="004B5B74"/>
    <w:rsid w:val="004B6039"/>
    <w:rsid w:val="004C0E0C"/>
    <w:rsid w:val="004C17F7"/>
    <w:rsid w:val="004C2D1C"/>
    <w:rsid w:val="004C430C"/>
    <w:rsid w:val="004C50B4"/>
    <w:rsid w:val="004C6258"/>
    <w:rsid w:val="004D428E"/>
    <w:rsid w:val="004D55C1"/>
    <w:rsid w:val="004D5A8B"/>
    <w:rsid w:val="004D799C"/>
    <w:rsid w:val="004E1FAA"/>
    <w:rsid w:val="004E2E04"/>
    <w:rsid w:val="004E2E78"/>
    <w:rsid w:val="004E46D4"/>
    <w:rsid w:val="004E62BA"/>
    <w:rsid w:val="004F0832"/>
    <w:rsid w:val="004F1BB9"/>
    <w:rsid w:val="004F1D5E"/>
    <w:rsid w:val="004F237B"/>
    <w:rsid w:val="004F309A"/>
    <w:rsid w:val="004F44D2"/>
    <w:rsid w:val="00501E3F"/>
    <w:rsid w:val="00503B03"/>
    <w:rsid w:val="00504BBC"/>
    <w:rsid w:val="005060F7"/>
    <w:rsid w:val="00507B71"/>
    <w:rsid w:val="00512148"/>
    <w:rsid w:val="005130EF"/>
    <w:rsid w:val="005132C9"/>
    <w:rsid w:val="005155FF"/>
    <w:rsid w:val="00517515"/>
    <w:rsid w:val="0052035E"/>
    <w:rsid w:val="00523B3E"/>
    <w:rsid w:val="00525074"/>
    <w:rsid w:val="0052540B"/>
    <w:rsid w:val="00526BA7"/>
    <w:rsid w:val="005313F6"/>
    <w:rsid w:val="005315D6"/>
    <w:rsid w:val="00532AE3"/>
    <w:rsid w:val="00532C58"/>
    <w:rsid w:val="005330FF"/>
    <w:rsid w:val="00536AEF"/>
    <w:rsid w:val="00540579"/>
    <w:rsid w:val="005406DC"/>
    <w:rsid w:val="00540B13"/>
    <w:rsid w:val="00543C81"/>
    <w:rsid w:val="005464B9"/>
    <w:rsid w:val="00550F4D"/>
    <w:rsid w:val="00551308"/>
    <w:rsid w:val="00551601"/>
    <w:rsid w:val="005520BA"/>
    <w:rsid w:val="00552810"/>
    <w:rsid w:val="00552880"/>
    <w:rsid w:val="0055398F"/>
    <w:rsid w:val="005569E3"/>
    <w:rsid w:val="00556AD6"/>
    <w:rsid w:val="00556FC5"/>
    <w:rsid w:val="00557421"/>
    <w:rsid w:val="00560589"/>
    <w:rsid w:val="005607AE"/>
    <w:rsid w:val="00560D2E"/>
    <w:rsid w:val="005616DD"/>
    <w:rsid w:val="0056262E"/>
    <w:rsid w:val="00562751"/>
    <w:rsid w:val="00562EE7"/>
    <w:rsid w:val="00566862"/>
    <w:rsid w:val="00566AEF"/>
    <w:rsid w:val="00566D7A"/>
    <w:rsid w:val="00567E8B"/>
    <w:rsid w:val="0057054E"/>
    <w:rsid w:val="00570895"/>
    <w:rsid w:val="0057369D"/>
    <w:rsid w:val="005736AC"/>
    <w:rsid w:val="00573BCF"/>
    <w:rsid w:val="00573E6D"/>
    <w:rsid w:val="00580925"/>
    <w:rsid w:val="00581B13"/>
    <w:rsid w:val="00582552"/>
    <w:rsid w:val="00583041"/>
    <w:rsid w:val="005833A5"/>
    <w:rsid w:val="0058669B"/>
    <w:rsid w:val="0058782E"/>
    <w:rsid w:val="005926DD"/>
    <w:rsid w:val="005945CF"/>
    <w:rsid w:val="00594A5E"/>
    <w:rsid w:val="00594C5F"/>
    <w:rsid w:val="005965A6"/>
    <w:rsid w:val="00596C10"/>
    <w:rsid w:val="00597BE7"/>
    <w:rsid w:val="00597EB2"/>
    <w:rsid w:val="005A0405"/>
    <w:rsid w:val="005A1800"/>
    <w:rsid w:val="005A2265"/>
    <w:rsid w:val="005A46B0"/>
    <w:rsid w:val="005A5186"/>
    <w:rsid w:val="005A646C"/>
    <w:rsid w:val="005A664C"/>
    <w:rsid w:val="005A70FF"/>
    <w:rsid w:val="005A7478"/>
    <w:rsid w:val="005B21D0"/>
    <w:rsid w:val="005B2DE1"/>
    <w:rsid w:val="005B40B3"/>
    <w:rsid w:val="005B4B48"/>
    <w:rsid w:val="005B7D99"/>
    <w:rsid w:val="005C16B8"/>
    <w:rsid w:val="005C51DD"/>
    <w:rsid w:val="005C6BDF"/>
    <w:rsid w:val="005C7196"/>
    <w:rsid w:val="005C73B7"/>
    <w:rsid w:val="005D0B0D"/>
    <w:rsid w:val="005D2174"/>
    <w:rsid w:val="005D4A14"/>
    <w:rsid w:val="005D52C0"/>
    <w:rsid w:val="005D56BC"/>
    <w:rsid w:val="005D573A"/>
    <w:rsid w:val="005D5AD3"/>
    <w:rsid w:val="005E0E25"/>
    <w:rsid w:val="005E55D1"/>
    <w:rsid w:val="005E7967"/>
    <w:rsid w:val="005F10E2"/>
    <w:rsid w:val="005F1C74"/>
    <w:rsid w:val="005F3A2E"/>
    <w:rsid w:val="005F7329"/>
    <w:rsid w:val="00601012"/>
    <w:rsid w:val="006020A7"/>
    <w:rsid w:val="00604CE6"/>
    <w:rsid w:val="006056BD"/>
    <w:rsid w:val="00605FE5"/>
    <w:rsid w:val="00606D92"/>
    <w:rsid w:val="00607DA6"/>
    <w:rsid w:val="006116B0"/>
    <w:rsid w:val="00612250"/>
    <w:rsid w:val="006129BD"/>
    <w:rsid w:val="00612B46"/>
    <w:rsid w:val="00614A3D"/>
    <w:rsid w:val="00617883"/>
    <w:rsid w:val="006205CF"/>
    <w:rsid w:val="00622A9D"/>
    <w:rsid w:val="00623046"/>
    <w:rsid w:val="0062363A"/>
    <w:rsid w:val="00624CA7"/>
    <w:rsid w:val="006255F2"/>
    <w:rsid w:val="006256B6"/>
    <w:rsid w:val="006257F6"/>
    <w:rsid w:val="00625A07"/>
    <w:rsid w:val="00627188"/>
    <w:rsid w:val="006305D9"/>
    <w:rsid w:val="006306DE"/>
    <w:rsid w:val="00631139"/>
    <w:rsid w:val="006326DF"/>
    <w:rsid w:val="006335E0"/>
    <w:rsid w:val="00634A80"/>
    <w:rsid w:val="006350DE"/>
    <w:rsid w:val="0063585E"/>
    <w:rsid w:val="006366E0"/>
    <w:rsid w:val="00641960"/>
    <w:rsid w:val="00642707"/>
    <w:rsid w:val="00643B10"/>
    <w:rsid w:val="006457B3"/>
    <w:rsid w:val="00646FFC"/>
    <w:rsid w:val="0065049F"/>
    <w:rsid w:val="00651408"/>
    <w:rsid w:val="00651B7D"/>
    <w:rsid w:val="00653841"/>
    <w:rsid w:val="0065445F"/>
    <w:rsid w:val="00654CFE"/>
    <w:rsid w:val="006554F8"/>
    <w:rsid w:val="006568F2"/>
    <w:rsid w:val="00661335"/>
    <w:rsid w:val="00665F18"/>
    <w:rsid w:val="0066782A"/>
    <w:rsid w:val="00667D91"/>
    <w:rsid w:val="00667DE5"/>
    <w:rsid w:val="006816DC"/>
    <w:rsid w:val="00685A5A"/>
    <w:rsid w:val="0068729C"/>
    <w:rsid w:val="00687ADB"/>
    <w:rsid w:val="006903CC"/>
    <w:rsid w:val="00696E12"/>
    <w:rsid w:val="0069784E"/>
    <w:rsid w:val="006A01E0"/>
    <w:rsid w:val="006A0942"/>
    <w:rsid w:val="006A0A05"/>
    <w:rsid w:val="006A16F1"/>
    <w:rsid w:val="006A1973"/>
    <w:rsid w:val="006A1A9D"/>
    <w:rsid w:val="006A5641"/>
    <w:rsid w:val="006A60FF"/>
    <w:rsid w:val="006A7753"/>
    <w:rsid w:val="006B164A"/>
    <w:rsid w:val="006B2215"/>
    <w:rsid w:val="006B26CA"/>
    <w:rsid w:val="006B28A9"/>
    <w:rsid w:val="006B568A"/>
    <w:rsid w:val="006B59A3"/>
    <w:rsid w:val="006B678B"/>
    <w:rsid w:val="006B6A22"/>
    <w:rsid w:val="006C36C4"/>
    <w:rsid w:val="006C78FF"/>
    <w:rsid w:val="006D2102"/>
    <w:rsid w:val="006D2CB7"/>
    <w:rsid w:val="006D3026"/>
    <w:rsid w:val="006D3D4B"/>
    <w:rsid w:val="006D5221"/>
    <w:rsid w:val="006D5B6E"/>
    <w:rsid w:val="006D6416"/>
    <w:rsid w:val="006E01DA"/>
    <w:rsid w:val="006E0DF7"/>
    <w:rsid w:val="006E1FBE"/>
    <w:rsid w:val="006E2176"/>
    <w:rsid w:val="006E3DAF"/>
    <w:rsid w:val="006E57F4"/>
    <w:rsid w:val="006E587E"/>
    <w:rsid w:val="006E7C43"/>
    <w:rsid w:val="006F0358"/>
    <w:rsid w:val="006F1822"/>
    <w:rsid w:val="006F1CA2"/>
    <w:rsid w:val="006F225E"/>
    <w:rsid w:val="006F27AD"/>
    <w:rsid w:val="006F2864"/>
    <w:rsid w:val="006F64D5"/>
    <w:rsid w:val="006F7A69"/>
    <w:rsid w:val="00701110"/>
    <w:rsid w:val="00701D8C"/>
    <w:rsid w:val="0070248E"/>
    <w:rsid w:val="00703578"/>
    <w:rsid w:val="0070552D"/>
    <w:rsid w:val="00705A5F"/>
    <w:rsid w:val="00707144"/>
    <w:rsid w:val="00710CA0"/>
    <w:rsid w:val="00711E68"/>
    <w:rsid w:val="00713F36"/>
    <w:rsid w:val="007159DD"/>
    <w:rsid w:val="00716A60"/>
    <w:rsid w:val="00720E4F"/>
    <w:rsid w:val="00722108"/>
    <w:rsid w:val="00723F6A"/>
    <w:rsid w:val="0072497E"/>
    <w:rsid w:val="00725157"/>
    <w:rsid w:val="00727033"/>
    <w:rsid w:val="007273D8"/>
    <w:rsid w:val="007300C6"/>
    <w:rsid w:val="00731753"/>
    <w:rsid w:val="0073192A"/>
    <w:rsid w:val="00733A40"/>
    <w:rsid w:val="007362E8"/>
    <w:rsid w:val="00743452"/>
    <w:rsid w:val="0074401D"/>
    <w:rsid w:val="00750128"/>
    <w:rsid w:val="00753287"/>
    <w:rsid w:val="00753AD2"/>
    <w:rsid w:val="00755514"/>
    <w:rsid w:val="007600E3"/>
    <w:rsid w:val="007606BB"/>
    <w:rsid w:val="00761B3E"/>
    <w:rsid w:val="00763C84"/>
    <w:rsid w:val="007702A5"/>
    <w:rsid w:val="00772033"/>
    <w:rsid w:val="007721CE"/>
    <w:rsid w:val="007756DD"/>
    <w:rsid w:val="007759A9"/>
    <w:rsid w:val="00775E05"/>
    <w:rsid w:val="00775F85"/>
    <w:rsid w:val="007762DB"/>
    <w:rsid w:val="007800D1"/>
    <w:rsid w:val="00780283"/>
    <w:rsid w:val="00785FD9"/>
    <w:rsid w:val="0078639A"/>
    <w:rsid w:val="007938A5"/>
    <w:rsid w:val="007950C2"/>
    <w:rsid w:val="00795D89"/>
    <w:rsid w:val="00796E4E"/>
    <w:rsid w:val="0079738B"/>
    <w:rsid w:val="007A23AB"/>
    <w:rsid w:val="007A3E15"/>
    <w:rsid w:val="007B38B6"/>
    <w:rsid w:val="007B7905"/>
    <w:rsid w:val="007C2203"/>
    <w:rsid w:val="007C2A19"/>
    <w:rsid w:val="007C52E2"/>
    <w:rsid w:val="007D17C5"/>
    <w:rsid w:val="007D710D"/>
    <w:rsid w:val="007D784E"/>
    <w:rsid w:val="007E39FD"/>
    <w:rsid w:val="007E3E2E"/>
    <w:rsid w:val="007E47BB"/>
    <w:rsid w:val="007E4D5C"/>
    <w:rsid w:val="007E5C6B"/>
    <w:rsid w:val="007F12A1"/>
    <w:rsid w:val="007F15D7"/>
    <w:rsid w:val="007F1C89"/>
    <w:rsid w:val="007F1D4F"/>
    <w:rsid w:val="007F4768"/>
    <w:rsid w:val="007F51DC"/>
    <w:rsid w:val="007F66C6"/>
    <w:rsid w:val="007F7F00"/>
    <w:rsid w:val="00806C02"/>
    <w:rsid w:val="008079CB"/>
    <w:rsid w:val="008101D3"/>
    <w:rsid w:val="008105A8"/>
    <w:rsid w:val="008107DB"/>
    <w:rsid w:val="00810F5A"/>
    <w:rsid w:val="00813537"/>
    <w:rsid w:val="00814D37"/>
    <w:rsid w:val="00815E99"/>
    <w:rsid w:val="008203BB"/>
    <w:rsid w:val="00820A15"/>
    <w:rsid w:val="008213FE"/>
    <w:rsid w:val="00821455"/>
    <w:rsid w:val="00822227"/>
    <w:rsid w:val="00822564"/>
    <w:rsid w:val="008231DF"/>
    <w:rsid w:val="00824450"/>
    <w:rsid w:val="0082470E"/>
    <w:rsid w:val="008326BD"/>
    <w:rsid w:val="00833BB6"/>
    <w:rsid w:val="00834F3A"/>
    <w:rsid w:val="00841654"/>
    <w:rsid w:val="008429A0"/>
    <w:rsid w:val="00842BEE"/>
    <w:rsid w:val="00844368"/>
    <w:rsid w:val="008501EF"/>
    <w:rsid w:val="00852798"/>
    <w:rsid w:val="0085586C"/>
    <w:rsid w:val="00855D3E"/>
    <w:rsid w:val="00856886"/>
    <w:rsid w:val="00856C57"/>
    <w:rsid w:val="00857E9F"/>
    <w:rsid w:val="008601B8"/>
    <w:rsid w:val="00860B08"/>
    <w:rsid w:val="00862853"/>
    <w:rsid w:val="00862A27"/>
    <w:rsid w:val="00863C1F"/>
    <w:rsid w:val="008640BA"/>
    <w:rsid w:val="008641F4"/>
    <w:rsid w:val="0087499A"/>
    <w:rsid w:val="008760D6"/>
    <w:rsid w:val="008774D3"/>
    <w:rsid w:val="0088050E"/>
    <w:rsid w:val="00880870"/>
    <w:rsid w:val="00881938"/>
    <w:rsid w:val="008830DF"/>
    <w:rsid w:val="00884D5B"/>
    <w:rsid w:val="008863EA"/>
    <w:rsid w:val="0088709E"/>
    <w:rsid w:val="0089299B"/>
    <w:rsid w:val="008936B9"/>
    <w:rsid w:val="00895989"/>
    <w:rsid w:val="008A01CF"/>
    <w:rsid w:val="008A267C"/>
    <w:rsid w:val="008A268E"/>
    <w:rsid w:val="008A2959"/>
    <w:rsid w:val="008A2EB4"/>
    <w:rsid w:val="008A3A7F"/>
    <w:rsid w:val="008A3AA7"/>
    <w:rsid w:val="008A48B8"/>
    <w:rsid w:val="008A63DF"/>
    <w:rsid w:val="008A7EE0"/>
    <w:rsid w:val="008B06A6"/>
    <w:rsid w:val="008B3EB6"/>
    <w:rsid w:val="008B3EED"/>
    <w:rsid w:val="008B4FBB"/>
    <w:rsid w:val="008B5005"/>
    <w:rsid w:val="008B632A"/>
    <w:rsid w:val="008C0A14"/>
    <w:rsid w:val="008C1126"/>
    <w:rsid w:val="008C1234"/>
    <w:rsid w:val="008C3014"/>
    <w:rsid w:val="008C532F"/>
    <w:rsid w:val="008C5639"/>
    <w:rsid w:val="008C5B5E"/>
    <w:rsid w:val="008C764A"/>
    <w:rsid w:val="008C7AA0"/>
    <w:rsid w:val="008D059C"/>
    <w:rsid w:val="008D1709"/>
    <w:rsid w:val="008D20C5"/>
    <w:rsid w:val="008D217D"/>
    <w:rsid w:val="008D28CD"/>
    <w:rsid w:val="008D3767"/>
    <w:rsid w:val="008D3BFC"/>
    <w:rsid w:val="008D5405"/>
    <w:rsid w:val="008D54D9"/>
    <w:rsid w:val="008D5A07"/>
    <w:rsid w:val="008D671A"/>
    <w:rsid w:val="008D6F8B"/>
    <w:rsid w:val="008E192D"/>
    <w:rsid w:val="008E6181"/>
    <w:rsid w:val="008E77EF"/>
    <w:rsid w:val="008E7A67"/>
    <w:rsid w:val="008F6B78"/>
    <w:rsid w:val="008F75EB"/>
    <w:rsid w:val="009002FB"/>
    <w:rsid w:val="00900BA6"/>
    <w:rsid w:val="009028AF"/>
    <w:rsid w:val="00905121"/>
    <w:rsid w:val="009055AE"/>
    <w:rsid w:val="00905C5A"/>
    <w:rsid w:val="00905EDC"/>
    <w:rsid w:val="009074D9"/>
    <w:rsid w:val="009075E6"/>
    <w:rsid w:val="0090794C"/>
    <w:rsid w:val="00910657"/>
    <w:rsid w:val="009118E4"/>
    <w:rsid w:val="00913C21"/>
    <w:rsid w:val="0091639C"/>
    <w:rsid w:val="0091683D"/>
    <w:rsid w:val="0092015A"/>
    <w:rsid w:val="00920F1E"/>
    <w:rsid w:val="00921716"/>
    <w:rsid w:val="009227B2"/>
    <w:rsid w:val="00923568"/>
    <w:rsid w:val="00924339"/>
    <w:rsid w:val="00924DE2"/>
    <w:rsid w:val="00924E59"/>
    <w:rsid w:val="009277D4"/>
    <w:rsid w:val="009304B4"/>
    <w:rsid w:val="00930E8F"/>
    <w:rsid w:val="009310E1"/>
    <w:rsid w:val="0093150D"/>
    <w:rsid w:val="009316A3"/>
    <w:rsid w:val="00934BF6"/>
    <w:rsid w:val="00941C7F"/>
    <w:rsid w:val="009426F5"/>
    <w:rsid w:val="00946969"/>
    <w:rsid w:val="00947182"/>
    <w:rsid w:val="00947D44"/>
    <w:rsid w:val="009511AE"/>
    <w:rsid w:val="0095231E"/>
    <w:rsid w:val="00952E3C"/>
    <w:rsid w:val="00953493"/>
    <w:rsid w:val="00955913"/>
    <w:rsid w:val="00956033"/>
    <w:rsid w:val="009567D2"/>
    <w:rsid w:val="00957249"/>
    <w:rsid w:val="009604EA"/>
    <w:rsid w:val="0096110F"/>
    <w:rsid w:val="00961A07"/>
    <w:rsid w:val="0096286A"/>
    <w:rsid w:val="009636CD"/>
    <w:rsid w:val="009637DE"/>
    <w:rsid w:val="00963E18"/>
    <w:rsid w:val="00964AD0"/>
    <w:rsid w:val="0096747D"/>
    <w:rsid w:val="009710CD"/>
    <w:rsid w:val="00971292"/>
    <w:rsid w:val="0097492B"/>
    <w:rsid w:val="00975613"/>
    <w:rsid w:val="00977025"/>
    <w:rsid w:val="009773E9"/>
    <w:rsid w:val="0097752C"/>
    <w:rsid w:val="00977F4E"/>
    <w:rsid w:val="009812F7"/>
    <w:rsid w:val="00981DFF"/>
    <w:rsid w:val="00985D0C"/>
    <w:rsid w:val="009866DC"/>
    <w:rsid w:val="00990025"/>
    <w:rsid w:val="00990F81"/>
    <w:rsid w:val="00991189"/>
    <w:rsid w:val="00991F85"/>
    <w:rsid w:val="00994D31"/>
    <w:rsid w:val="00995A60"/>
    <w:rsid w:val="0099773A"/>
    <w:rsid w:val="009A0636"/>
    <w:rsid w:val="009A06F0"/>
    <w:rsid w:val="009A0893"/>
    <w:rsid w:val="009A46E1"/>
    <w:rsid w:val="009A58E7"/>
    <w:rsid w:val="009A7FE7"/>
    <w:rsid w:val="009B0B5D"/>
    <w:rsid w:val="009B12F4"/>
    <w:rsid w:val="009B29A1"/>
    <w:rsid w:val="009B4D80"/>
    <w:rsid w:val="009B5245"/>
    <w:rsid w:val="009B5701"/>
    <w:rsid w:val="009B5C31"/>
    <w:rsid w:val="009B6E44"/>
    <w:rsid w:val="009C1D7A"/>
    <w:rsid w:val="009C2EF9"/>
    <w:rsid w:val="009C55B4"/>
    <w:rsid w:val="009D131B"/>
    <w:rsid w:val="009D28BF"/>
    <w:rsid w:val="009D2B1A"/>
    <w:rsid w:val="009D4E51"/>
    <w:rsid w:val="009D4F4E"/>
    <w:rsid w:val="009D53BE"/>
    <w:rsid w:val="009D5423"/>
    <w:rsid w:val="009D5DBE"/>
    <w:rsid w:val="009E0B8F"/>
    <w:rsid w:val="009E25B1"/>
    <w:rsid w:val="009E621A"/>
    <w:rsid w:val="009E64E9"/>
    <w:rsid w:val="009E697E"/>
    <w:rsid w:val="009F113A"/>
    <w:rsid w:val="009F2463"/>
    <w:rsid w:val="009F26B0"/>
    <w:rsid w:val="009F30F0"/>
    <w:rsid w:val="009F3165"/>
    <w:rsid w:val="009F38FC"/>
    <w:rsid w:val="009F52A3"/>
    <w:rsid w:val="009F65C6"/>
    <w:rsid w:val="00A00387"/>
    <w:rsid w:val="00A00E06"/>
    <w:rsid w:val="00A02679"/>
    <w:rsid w:val="00A02E06"/>
    <w:rsid w:val="00A04121"/>
    <w:rsid w:val="00A05797"/>
    <w:rsid w:val="00A057D5"/>
    <w:rsid w:val="00A05E13"/>
    <w:rsid w:val="00A07454"/>
    <w:rsid w:val="00A07848"/>
    <w:rsid w:val="00A11279"/>
    <w:rsid w:val="00A117FC"/>
    <w:rsid w:val="00A11B63"/>
    <w:rsid w:val="00A12849"/>
    <w:rsid w:val="00A12B61"/>
    <w:rsid w:val="00A14235"/>
    <w:rsid w:val="00A15E8D"/>
    <w:rsid w:val="00A16E69"/>
    <w:rsid w:val="00A17EC0"/>
    <w:rsid w:val="00A21D18"/>
    <w:rsid w:val="00A23E1C"/>
    <w:rsid w:val="00A23F1E"/>
    <w:rsid w:val="00A24099"/>
    <w:rsid w:val="00A25880"/>
    <w:rsid w:val="00A30A69"/>
    <w:rsid w:val="00A30AA4"/>
    <w:rsid w:val="00A30C6F"/>
    <w:rsid w:val="00A3321A"/>
    <w:rsid w:val="00A33935"/>
    <w:rsid w:val="00A3739C"/>
    <w:rsid w:val="00A4008A"/>
    <w:rsid w:val="00A40202"/>
    <w:rsid w:val="00A41307"/>
    <w:rsid w:val="00A41580"/>
    <w:rsid w:val="00A429B1"/>
    <w:rsid w:val="00A435B4"/>
    <w:rsid w:val="00A51533"/>
    <w:rsid w:val="00A539C2"/>
    <w:rsid w:val="00A554BD"/>
    <w:rsid w:val="00A55527"/>
    <w:rsid w:val="00A56C62"/>
    <w:rsid w:val="00A57D77"/>
    <w:rsid w:val="00A6022B"/>
    <w:rsid w:val="00A65470"/>
    <w:rsid w:val="00A65F61"/>
    <w:rsid w:val="00A66942"/>
    <w:rsid w:val="00A66EC8"/>
    <w:rsid w:val="00A67D93"/>
    <w:rsid w:val="00A73F3D"/>
    <w:rsid w:val="00A74145"/>
    <w:rsid w:val="00A74629"/>
    <w:rsid w:val="00A75723"/>
    <w:rsid w:val="00A76465"/>
    <w:rsid w:val="00A76841"/>
    <w:rsid w:val="00A774BE"/>
    <w:rsid w:val="00A834CB"/>
    <w:rsid w:val="00A8385F"/>
    <w:rsid w:val="00A838EF"/>
    <w:rsid w:val="00A85803"/>
    <w:rsid w:val="00A863AF"/>
    <w:rsid w:val="00A87E6A"/>
    <w:rsid w:val="00A9013E"/>
    <w:rsid w:val="00A90823"/>
    <w:rsid w:val="00AA070E"/>
    <w:rsid w:val="00AA158B"/>
    <w:rsid w:val="00AA16BB"/>
    <w:rsid w:val="00AA21BF"/>
    <w:rsid w:val="00AA3592"/>
    <w:rsid w:val="00AA38D3"/>
    <w:rsid w:val="00AA3DD6"/>
    <w:rsid w:val="00AA4BFD"/>
    <w:rsid w:val="00AB10FE"/>
    <w:rsid w:val="00AB17B5"/>
    <w:rsid w:val="00AB2006"/>
    <w:rsid w:val="00AB23BF"/>
    <w:rsid w:val="00AB3234"/>
    <w:rsid w:val="00AB6AA9"/>
    <w:rsid w:val="00AB6F71"/>
    <w:rsid w:val="00AC23F6"/>
    <w:rsid w:val="00AC4E8F"/>
    <w:rsid w:val="00AC5083"/>
    <w:rsid w:val="00AC5734"/>
    <w:rsid w:val="00AC5866"/>
    <w:rsid w:val="00AD1295"/>
    <w:rsid w:val="00AD2C19"/>
    <w:rsid w:val="00AD4785"/>
    <w:rsid w:val="00AD62E4"/>
    <w:rsid w:val="00AE0448"/>
    <w:rsid w:val="00AE0753"/>
    <w:rsid w:val="00AE25E1"/>
    <w:rsid w:val="00AE2762"/>
    <w:rsid w:val="00AE4580"/>
    <w:rsid w:val="00AE5767"/>
    <w:rsid w:val="00AE5973"/>
    <w:rsid w:val="00AF2129"/>
    <w:rsid w:val="00AF2425"/>
    <w:rsid w:val="00AF31C2"/>
    <w:rsid w:val="00AF3611"/>
    <w:rsid w:val="00AF407E"/>
    <w:rsid w:val="00AF7C9F"/>
    <w:rsid w:val="00B014D0"/>
    <w:rsid w:val="00B02793"/>
    <w:rsid w:val="00B04D7F"/>
    <w:rsid w:val="00B05901"/>
    <w:rsid w:val="00B0703E"/>
    <w:rsid w:val="00B07F24"/>
    <w:rsid w:val="00B100F3"/>
    <w:rsid w:val="00B10AE1"/>
    <w:rsid w:val="00B10F70"/>
    <w:rsid w:val="00B12F34"/>
    <w:rsid w:val="00B14E4A"/>
    <w:rsid w:val="00B14F81"/>
    <w:rsid w:val="00B179C2"/>
    <w:rsid w:val="00B20299"/>
    <w:rsid w:val="00B207BD"/>
    <w:rsid w:val="00B210CF"/>
    <w:rsid w:val="00B2314E"/>
    <w:rsid w:val="00B253A3"/>
    <w:rsid w:val="00B27904"/>
    <w:rsid w:val="00B36766"/>
    <w:rsid w:val="00B374E2"/>
    <w:rsid w:val="00B376F9"/>
    <w:rsid w:val="00B409D0"/>
    <w:rsid w:val="00B418FC"/>
    <w:rsid w:val="00B420EC"/>
    <w:rsid w:val="00B424BF"/>
    <w:rsid w:val="00B42897"/>
    <w:rsid w:val="00B4290F"/>
    <w:rsid w:val="00B44A29"/>
    <w:rsid w:val="00B44B9F"/>
    <w:rsid w:val="00B45812"/>
    <w:rsid w:val="00B458BF"/>
    <w:rsid w:val="00B50575"/>
    <w:rsid w:val="00B51F3E"/>
    <w:rsid w:val="00B524BB"/>
    <w:rsid w:val="00B53647"/>
    <w:rsid w:val="00B54C52"/>
    <w:rsid w:val="00B56F79"/>
    <w:rsid w:val="00B57233"/>
    <w:rsid w:val="00B613ED"/>
    <w:rsid w:val="00B64177"/>
    <w:rsid w:val="00B641CE"/>
    <w:rsid w:val="00B6495C"/>
    <w:rsid w:val="00B649A5"/>
    <w:rsid w:val="00B66E9E"/>
    <w:rsid w:val="00B67A50"/>
    <w:rsid w:val="00B67C3F"/>
    <w:rsid w:val="00B71F2E"/>
    <w:rsid w:val="00B735C9"/>
    <w:rsid w:val="00B74796"/>
    <w:rsid w:val="00B76C57"/>
    <w:rsid w:val="00B77988"/>
    <w:rsid w:val="00B80E0C"/>
    <w:rsid w:val="00B81C8D"/>
    <w:rsid w:val="00B86AF2"/>
    <w:rsid w:val="00B879DA"/>
    <w:rsid w:val="00B87BA1"/>
    <w:rsid w:val="00B9118D"/>
    <w:rsid w:val="00B93603"/>
    <w:rsid w:val="00B954D0"/>
    <w:rsid w:val="00B96030"/>
    <w:rsid w:val="00B97693"/>
    <w:rsid w:val="00BA02CF"/>
    <w:rsid w:val="00BA03D1"/>
    <w:rsid w:val="00BA1A77"/>
    <w:rsid w:val="00BA1BC6"/>
    <w:rsid w:val="00BA23B6"/>
    <w:rsid w:val="00BA280D"/>
    <w:rsid w:val="00BA4955"/>
    <w:rsid w:val="00BA7C49"/>
    <w:rsid w:val="00BB1517"/>
    <w:rsid w:val="00BB26DD"/>
    <w:rsid w:val="00BB398B"/>
    <w:rsid w:val="00BB41D7"/>
    <w:rsid w:val="00BB607D"/>
    <w:rsid w:val="00BB6731"/>
    <w:rsid w:val="00BB68E3"/>
    <w:rsid w:val="00BC238D"/>
    <w:rsid w:val="00BC2F5C"/>
    <w:rsid w:val="00BC56E8"/>
    <w:rsid w:val="00BC7539"/>
    <w:rsid w:val="00BC796A"/>
    <w:rsid w:val="00BD04EC"/>
    <w:rsid w:val="00BD0DA0"/>
    <w:rsid w:val="00BD1B91"/>
    <w:rsid w:val="00BD3536"/>
    <w:rsid w:val="00BD3FCF"/>
    <w:rsid w:val="00BD5265"/>
    <w:rsid w:val="00BD7207"/>
    <w:rsid w:val="00BE0A22"/>
    <w:rsid w:val="00BE2963"/>
    <w:rsid w:val="00BE6F39"/>
    <w:rsid w:val="00BF0137"/>
    <w:rsid w:val="00BF3335"/>
    <w:rsid w:val="00BF35F3"/>
    <w:rsid w:val="00BF3D09"/>
    <w:rsid w:val="00BF505E"/>
    <w:rsid w:val="00BF5D18"/>
    <w:rsid w:val="00BF6AF6"/>
    <w:rsid w:val="00BF7CDD"/>
    <w:rsid w:val="00C00B7F"/>
    <w:rsid w:val="00C018D0"/>
    <w:rsid w:val="00C03DDA"/>
    <w:rsid w:val="00C050A4"/>
    <w:rsid w:val="00C06675"/>
    <w:rsid w:val="00C1008F"/>
    <w:rsid w:val="00C10FAF"/>
    <w:rsid w:val="00C11BF7"/>
    <w:rsid w:val="00C11E2C"/>
    <w:rsid w:val="00C13A92"/>
    <w:rsid w:val="00C155D6"/>
    <w:rsid w:val="00C155F1"/>
    <w:rsid w:val="00C1675A"/>
    <w:rsid w:val="00C1683D"/>
    <w:rsid w:val="00C16B42"/>
    <w:rsid w:val="00C223DF"/>
    <w:rsid w:val="00C226DB"/>
    <w:rsid w:val="00C22DCD"/>
    <w:rsid w:val="00C255C3"/>
    <w:rsid w:val="00C26DC2"/>
    <w:rsid w:val="00C2762B"/>
    <w:rsid w:val="00C27F76"/>
    <w:rsid w:val="00C30AF5"/>
    <w:rsid w:val="00C30BD5"/>
    <w:rsid w:val="00C30EED"/>
    <w:rsid w:val="00C31AFB"/>
    <w:rsid w:val="00C31D46"/>
    <w:rsid w:val="00C32B67"/>
    <w:rsid w:val="00C3333B"/>
    <w:rsid w:val="00C34576"/>
    <w:rsid w:val="00C34A44"/>
    <w:rsid w:val="00C352CF"/>
    <w:rsid w:val="00C35E4D"/>
    <w:rsid w:val="00C36511"/>
    <w:rsid w:val="00C36894"/>
    <w:rsid w:val="00C46751"/>
    <w:rsid w:val="00C478D5"/>
    <w:rsid w:val="00C524AB"/>
    <w:rsid w:val="00C53665"/>
    <w:rsid w:val="00C5394D"/>
    <w:rsid w:val="00C549B1"/>
    <w:rsid w:val="00C54D3E"/>
    <w:rsid w:val="00C54EFF"/>
    <w:rsid w:val="00C5754E"/>
    <w:rsid w:val="00C603D4"/>
    <w:rsid w:val="00C61F97"/>
    <w:rsid w:val="00C649FA"/>
    <w:rsid w:val="00C65932"/>
    <w:rsid w:val="00C66A52"/>
    <w:rsid w:val="00C70FCB"/>
    <w:rsid w:val="00C716F9"/>
    <w:rsid w:val="00C7485A"/>
    <w:rsid w:val="00C755C9"/>
    <w:rsid w:val="00C75D35"/>
    <w:rsid w:val="00C76C31"/>
    <w:rsid w:val="00C76E21"/>
    <w:rsid w:val="00C8028C"/>
    <w:rsid w:val="00C8233E"/>
    <w:rsid w:val="00C8354F"/>
    <w:rsid w:val="00C8470F"/>
    <w:rsid w:val="00C8534C"/>
    <w:rsid w:val="00C8747F"/>
    <w:rsid w:val="00C95866"/>
    <w:rsid w:val="00C96545"/>
    <w:rsid w:val="00C96997"/>
    <w:rsid w:val="00CA0903"/>
    <w:rsid w:val="00CA0CDA"/>
    <w:rsid w:val="00CA217F"/>
    <w:rsid w:val="00CA45DF"/>
    <w:rsid w:val="00CA663E"/>
    <w:rsid w:val="00CA7597"/>
    <w:rsid w:val="00CB024B"/>
    <w:rsid w:val="00CB097E"/>
    <w:rsid w:val="00CB1784"/>
    <w:rsid w:val="00CB1B04"/>
    <w:rsid w:val="00CB1FD9"/>
    <w:rsid w:val="00CB2631"/>
    <w:rsid w:val="00CB2E81"/>
    <w:rsid w:val="00CB412A"/>
    <w:rsid w:val="00CB4774"/>
    <w:rsid w:val="00CB7799"/>
    <w:rsid w:val="00CB793F"/>
    <w:rsid w:val="00CC0979"/>
    <w:rsid w:val="00CC1768"/>
    <w:rsid w:val="00CC2010"/>
    <w:rsid w:val="00CC4FCD"/>
    <w:rsid w:val="00CC65E2"/>
    <w:rsid w:val="00CD3F94"/>
    <w:rsid w:val="00CD4C52"/>
    <w:rsid w:val="00CD5139"/>
    <w:rsid w:val="00CD794C"/>
    <w:rsid w:val="00CE1815"/>
    <w:rsid w:val="00CE1C40"/>
    <w:rsid w:val="00CE4915"/>
    <w:rsid w:val="00CE56E7"/>
    <w:rsid w:val="00CE68A8"/>
    <w:rsid w:val="00CE6CAA"/>
    <w:rsid w:val="00CE710C"/>
    <w:rsid w:val="00CE73E7"/>
    <w:rsid w:val="00CE7CA3"/>
    <w:rsid w:val="00CF2464"/>
    <w:rsid w:val="00CF54CB"/>
    <w:rsid w:val="00CF59D5"/>
    <w:rsid w:val="00CF70F4"/>
    <w:rsid w:val="00D0179A"/>
    <w:rsid w:val="00D043C5"/>
    <w:rsid w:val="00D0495A"/>
    <w:rsid w:val="00D06285"/>
    <w:rsid w:val="00D109DE"/>
    <w:rsid w:val="00D11A59"/>
    <w:rsid w:val="00D12144"/>
    <w:rsid w:val="00D122D4"/>
    <w:rsid w:val="00D128C7"/>
    <w:rsid w:val="00D13914"/>
    <w:rsid w:val="00D1561C"/>
    <w:rsid w:val="00D15885"/>
    <w:rsid w:val="00D17A59"/>
    <w:rsid w:val="00D17C73"/>
    <w:rsid w:val="00D20841"/>
    <w:rsid w:val="00D21686"/>
    <w:rsid w:val="00D248AD"/>
    <w:rsid w:val="00D24BB2"/>
    <w:rsid w:val="00D25612"/>
    <w:rsid w:val="00D25966"/>
    <w:rsid w:val="00D25E39"/>
    <w:rsid w:val="00D262F7"/>
    <w:rsid w:val="00D3045E"/>
    <w:rsid w:val="00D32B52"/>
    <w:rsid w:val="00D32E37"/>
    <w:rsid w:val="00D33A93"/>
    <w:rsid w:val="00D34418"/>
    <w:rsid w:val="00D36D3D"/>
    <w:rsid w:val="00D421DE"/>
    <w:rsid w:val="00D42AB6"/>
    <w:rsid w:val="00D433E6"/>
    <w:rsid w:val="00D44A96"/>
    <w:rsid w:val="00D47B34"/>
    <w:rsid w:val="00D50093"/>
    <w:rsid w:val="00D50811"/>
    <w:rsid w:val="00D518A6"/>
    <w:rsid w:val="00D55799"/>
    <w:rsid w:val="00D61343"/>
    <w:rsid w:val="00D61A3A"/>
    <w:rsid w:val="00D62183"/>
    <w:rsid w:val="00D623E7"/>
    <w:rsid w:val="00D64AA2"/>
    <w:rsid w:val="00D65539"/>
    <w:rsid w:val="00D65AC4"/>
    <w:rsid w:val="00D66060"/>
    <w:rsid w:val="00D66785"/>
    <w:rsid w:val="00D672A3"/>
    <w:rsid w:val="00D70AC4"/>
    <w:rsid w:val="00D70CE4"/>
    <w:rsid w:val="00D72B66"/>
    <w:rsid w:val="00D738EC"/>
    <w:rsid w:val="00D73DC4"/>
    <w:rsid w:val="00D85F5B"/>
    <w:rsid w:val="00D904DD"/>
    <w:rsid w:val="00D90519"/>
    <w:rsid w:val="00D910AC"/>
    <w:rsid w:val="00D9185C"/>
    <w:rsid w:val="00D91A32"/>
    <w:rsid w:val="00D91CE9"/>
    <w:rsid w:val="00D92D30"/>
    <w:rsid w:val="00D93DB3"/>
    <w:rsid w:val="00D94970"/>
    <w:rsid w:val="00D959BB"/>
    <w:rsid w:val="00D9648E"/>
    <w:rsid w:val="00D96FFC"/>
    <w:rsid w:val="00DA0B2B"/>
    <w:rsid w:val="00DA104E"/>
    <w:rsid w:val="00DA15CE"/>
    <w:rsid w:val="00DA1C3B"/>
    <w:rsid w:val="00DA2175"/>
    <w:rsid w:val="00DA2F75"/>
    <w:rsid w:val="00DA319A"/>
    <w:rsid w:val="00DA33AD"/>
    <w:rsid w:val="00DA4F13"/>
    <w:rsid w:val="00DA542B"/>
    <w:rsid w:val="00DA5A43"/>
    <w:rsid w:val="00DA5C6F"/>
    <w:rsid w:val="00DA7910"/>
    <w:rsid w:val="00DB0351"/>
    <w:rsid w:val="00DB2416"/>
    <w:rsid w:val="00DB2680"/>
    <w:rsid w:val="00DB2F71"/>
    <w:rsid w:val="00DB33A2"/>
    <w:rsid w:val="00DB4F1E"/>
    <w:rsid w:val="00DB5AEB"/>
    <w:rsid w:val="00DB6906"/>
    <w:rsid w:val="00DB6C4B"/>
    <w:rsid w:val="00DB7746"/>
    <w:rsid w:val="00DB7C2A"/>
    <w:rsid w:val="00DB7CA4"/>
    <w:rsid w:val="00DC069E"/>
    <w:rsid w:val="00DC2A88"/>
    <w:rsid w:val="00DC5216"/>
    <w:rsid w:val="00DC65B6"/>
    <w:rsid w:val="00DC6B5F"/>
    <w:rsid w:val="00DD185F"/>
    <w:rsid w:val="00DD2B75"/>
    <w:rsid w:val="00DD55D5"/>
    <w:rsid w:val="00DD5B25"/>
    <w:rsid w:val="00DD5FFD"/>
    <w:rsid w:val="00DE10CF"/>
    <w:rsid w:val="00DE14BC"/>
    <w:rsid w:val="00DE4C47"/>
    <w:rsid w:val="00DE581D"/>
    <w:rsid w:val="00DE69AF"/>
    <w:rsid w:val="00DE7893"/>
    <w:rsid w:val="00DF052B"/>
    <w:rsid w:val="00DF1231"/>
    <w:rsid w:val="00DF1616"/>
    <w:rsid w:val="00DF3DF5"/>
    <w:rsid w:val="00DF4539"/>
    <w:rsid w:val="00DF6862"/>
    <w:rsid w:val="00E0222A"/>
    <w:rsid w:val="00E0567A"/>
    <w:rsid w:val="00E10254"/>
    <w:rsid w:val="00E10642"/>
    <w:rsid w:val="00E121CD"/>
    <w:rsid w:val="00E16871"/>
    <w:rsid w:val="00E177F2"/>
    <w:rsid w:val="00E206CC"/>
    <w:rsid w:val="00E20B17"/>
    <w:rsid w:val="00E22BD2"/>
    <w:rsid w:val="00E23C52"/>
    <w:rsid w:val="00E24314"/>
    <w:rsid w:val="00E249F7"/>
    <w:rsid w:val="00E26465"/>
    <w:rsid w:val="00E26665"/>
    <w:rsid w:val="00E268F7"/>
    <w:rsid w:val="00E27212"/>
    <w:rsid w:val="00E353DA"/>
    <w:rsid w:val="00E35442"/>
    <w:rsid w:val="00E37109"/>
    <w:rsid w:val="00E43124"/>
    <w:rsid w:val="00E448DE"/>
    <w:rsid w:val="00E44CB6"/>
    <w:rsid w:val="00E4525F"/>
    <w:rsid w:val="00E45734"/>
    <w:rsid w:val="00E45D02"/>
    <w:rsid w:val="00E46B48"/>
    <w:rsid w:val="00E55A4C"/>
    <w:rsid w:val="00E664A6"/>
    <w:rsid w:val="00E672A1"/>
    <w:rsid w:val="00E74B32"/>
    <w:rsid w:val="00E75A0A"/>
    <w:rsid w:val="00E760FF"/>
    <w:rsid w:val="00E80E47"/>
    <w:rsid w:val="00E814CF"/>
    <w:rsid w:val="00E81ED2"/>
    <w:rsid w:val="00E82F1C"/>
    <w:rsid w:val="00E834F7"/>
    <w:rsid w:val="00E83E5B"/>
    <w:rsid w:val="00E84C6D"/>
    <w:rsid w:val="00E85725"/>
    <w:rsid w:val="00E91E40"/>
    <w:rsid w:val="00E92A44"/>
    <w:rsid w:val="00E9516F"/>
    <w:rsid w:val="00E951B3"/>
    <w:rsid w:val="00E962A6"/>
    <w:rsid w:val="00E96987"/>
    <w:rsid w:val="00EA03F0"/>
    <w:rsid w:val="00EA0EB6"/>
    <w:rsid w:val="00EA1190"/>
    <w:rsid w:val="00EA129C"/>
    <w:rsid w:val="00EA181E"/>
    <w:rsid w:val="00EA1BE6"/>
    <w:rsid w:val="00EA2C71"/>
    <w:rsid w:val="00EA463A"/>
    <w:rsid w:val="00EA569A"/>
    <w:rsid w:val="00EA6A25"/>
    <w:rsid w:val="00EA6E0F"/>
    <w:rsid w:val="00EB0C2C"/>
    <w:rsid w:val="00EB275B"/>
    <w:rsid w:val="00EB5C1B"/>
    <w:rsid w:val="00EB5E14"/>
    <w:rsid w:val="00EC0AE7"/>
    <w:rsid w:val="00EC1CBC"/>
    <w:rsid w:val="00EC2B5C"/>
    <w:rsid w:val="00EC337F"/>
    <w:rsid w:val="00EC3649"/>
    <w:rsid w:val="00EC4426"/>
    <w:rsid w:val="00EC4A61"/>
    <w:rsid w:val="00EC4EF8"/>
    <w:rsid w:val="00EC5186"/>
    <w:rsid w:val="00EC5AF2"/>
    <w:rsid w:val="00EC79D6"/>
    <w:rsid w:val="00EC7B65"/>
    <w:rsid w:val="00ED09F0"/>
    <w:rsid w:val="00ED21CE"/>
    <w:rsid w:val="00ED425C"/>
    <w:rsid w:val="00ED65D8"/>
    <w:rsid w:val="00ED67BD"/>
    <w:rsid w:val="00ED6EDA"/>
    <w:rsid w:val="00ED763C"/>
    <w:rsid w:val="00EE179B"/>
    <w:rsid w:val="00EE2D44"/>
    <w:rsid w:val="00EE7C84"/>
    <w:rsid w:val="00EF202E"/>
    <w:rsid w:val="00EF5024"/>
    <w:rsid w:val="00EF5468"/>
    <w:rsid w:val="00EF7970"/>
    <w:rsid w:val="00F005EE"/>
    <w:rsid w:val="00F00BE4"/>
    <w:rsid w:val="00F00C9E"/>
    <w:rsid w:val="00F01016"/>
    <w:rsid w:val="00F0235E"/>
    <w:rsid w:val="00F042A2"/>
    <w:rsid w:val="00F05444"/>
    <w:rsid w:val="00F05ADB"/>
    <w:rsid w:val="00F066E3"/>
    <w:rsid w:val="00F10647"/>
    <w:rsid w:val="00F106AD"/>
    <w:rsid w:val="00F114BC"/>
    <w:rsid w:val="00F12482"/>
    <w:rsid w:val="00F12C91"/>
    <w:rsid w:val="00F14CA9"/>
    <w:rsid w:val="00F1529F"/>
    <w:rsid w:val="00F15A00"/>
    <w:rsid w:val="00F16F33"/>
    <w:rsid w:val="00F17E7A"/>
    <w:rsid w:val="00F22A2B"/>
    <w:rsid w:val="00F2432D"/>
    <w:rsid w:val="00F25168"/>
    <w:rsid w:val="00F26907"/>
    <w:rsid w:val="00F305A5"/>
    <w:rsid w:val="00F32304"/>
    <w:rsid w:val="00F32994"/>
    <w:rsid w:val="00F33505"/>
    <w:rsid w:val="00F36531"/>
    <w:rsid w:val="00F3765C"/>
    <w:rsid w:val="00F41A83"/>
    <w:rsid w:val="00F41AE5"/>
    <w:rsid w:val="00F41BAF"/>
    <w:rsid w:val="00F41D8D"/>
    <w:rsid w:val="00F4275E"/>
    <w:rsid w:val="00F436C5"/>
    <w:rsid w:val="00F460BD"/>
    <w:rsid w:val="00F460CE"/>
    <w:rsid w:val="00F4752D"/>
    <w:rsid w:val="00F502CD"/>
    <w:rsid w:val="00F50B51"/>
    <w:rsid w:val="00F50CD6"/>
    <w:rsid w:val="00F51F21"/>
    <w:rsid w:val="00F537DD"/>
    <w:rsid w:val="00F540FF"/>
    <w:rsid w:val="00F578E7"/>
    <w:rsid w:val="00F57A78"/>
    <w:rsid w:val="00F64C67"/>
    <w:rsid w:val="00F65259"/>
    <w:rsid w:val="00F72065"/>
    <w:rsid w:val="00F72DCD"/>
    <w:rsid w:val="00F750BB"/>
    <w:rsid w:val="00F76F27"/>
    <w:rsid w:val="00F7716D"/>
    <w:rsid w:val="00F77476"/>
    <w:rsid w:val="00F80B4E"/>
    <w:rsid w:val="00F814F0"/>
    <w:rsid w:val="00F81A6B"/>
    <w:rsid w:val="00F81DB5"/>
    <w:rsid w:val="00F81E76"/>
    <w:rsid w:val="00F83609"/>
    <w:rsid w:val="00F83CC8"/>
    <w:rsid w:val="00F854AD"/>
    <w:rsid w:val="00F868C1"/>
    <w:rsid w:val="00F86A1B"/>
    <w:rsid w:val="00F9199B"/>
    <w:rsid w:val="00F961E7"/>
    <w:rsid w:val="00FA0D74"/>
    <w:rsid w:val="00FA3264"/>
    <w:rsid w:val="00FA42BF"/>
    <w:rsid w:val="00FA5D24"/>
    <w:rsid w:val="00FA795C"/>
    <w:rsid w:val="00FB1B62"/>
    <w:rsid w:val="00FB2B62"/>
    <w:rsid w:val="00FB3B8B"/>
    <w:rsid w:val="00FB443E"/>
    <w:rsid w:val="00FB6C63"/>
    <w:rsid w:val="00FB6F23"/>
    <w:rsid w:val="00FC0AA2"/>
    <w:rsid w:val="00FC21DF"/>
    <w:rsid w:val="00FC2581"/>
    <w:rsid w:val="00FC25FF"/>
    <w:rsid w:val="00FC2606"/>
    <w:rsid w:val="00FC2EFD"/>
    <w:rsid w:val="00FC3002"/>
    <w:rsid w:val="00FC3524"/>
    <w:rsid w:val="00FD021E"/>
    <w:rsid w:val="00FD328D"/>
    <w:rsid w:val="00FD471E"/>
    <w:rsid w:val="00FD5414"/>
    <w:rsid w:val="00FD5772"/>
    <w:rsid w:val="00FD5E0B"/>
    <w:rsid w:val="00FD5FA9"/>
    <w:rsid w:val="00FD773E"/>
    <w:rsid w:val="00FD78EE"/>
    <w:rsid w:val="00FE2FC8"/>
    <w:rsid w:val="00FF1860"/>
    <w:rsid w:val="00FF5126"/>
    <w:rsid w:val="00FF5BE1"/>
    <w:rsid w:val="00FF684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A4BC"/>
  <w15:docId w15:val="{8AFB9570-F7C7-46C6-BDDF-39A746D1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6EF"/>
  </w:style>
  <w:style w:type="paragraph" w:styleId="Footer">
    <w:name w:val="footer"/>
    <w:basedOn w:val="Normal"/>
    <w:link w:val="Foot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EF"/>
  </w:style>
  <w:style w:type="character" w:styleId="PlaceholderText">
    <w:name w:val="Placeholder Text"/>
    <w:basedOn w:val="DefaultParagraphFont"/>
    <w:uiPriority w:val="99"/>
    <w:semiHidden/>
    <w:rsid w:val="00E962A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21E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E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2E84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B9603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9603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file:///D:\OneDrive\Documents\TCA\TCA%20TENANTS\HANGAR%20WAITING%20LIST\HANGAR%20WAITING%20LIST.xls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%20County%20Airport\Documents\Custom%20Office%20Templates\Physical%20Maintenance%20and%20Repairs%20Highligh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AFBB1FF19E34B3390267DD4BD27F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3734-DBC4-4725-8ED4-9E4DAC45035C}"/>
      </w:docPartPr>
      <w:docPartBody>
        <w:p w:rsidR="008F0C48" w:rsidRDefault="006A552B"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7429C0200C8742D0A6A3F46E791E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9153-118C-4109-90B2-8CF7A7DD1170}"/>
      </w:docPartPr>
      <w:docPartBody>
        <w:p w:rsidR="008F0C48" w:rsidRDefault="006A552B" w:rsidP="006A552B">
          <w:pPr>
            <w:pStyle w:val="7429C0200C8742D0A6A3F46E791E6DC3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867606499F44D05AEE2E80279B61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EB4B0-0718-4FA3-83F7-69075B97459F}"/>
      </w:docPartPr>
      <w:docPartBody>
        <w:p w:rsidR="008F0C48" w:rsidRDefault="006A552B" w:rsidP="006A552B">
          <w:pPr>
            <w:pStyle w:val="2867606499F44D05AEE2E80279B61B26"/>
          </w:pPr>
          <w:r w:rsidRPr="00A14BE7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B"/>
    <w:rsid w:val="000B01E3"/>
    <w:rsid w:val="000B2281"/>
    <w:rsid w:val="000B678A"/>
    <w:rsid w:val="000D246A"/>
    <w:rsid w:val="000E2D6C"/>
    <w:rsid w:val="001474DB"/>
    <w:rsid w:val="001C4910"/>
    <w:rsid w:val="002D0010"/>
    <w:rsid w:val="00367FF1"/>
    <w:rsid w:val="003F0770"/>
    <w:rsid w:val="00432E84"/>
    <w:rsid w:val="005C374C"/>
    <w:rsid w:val="005E6FB9"/>
    <w:rsid w:val="00627FD9"/>
    <w:rsid w:val="006A552B"/>
    <w:rsid w:val="007A0FE1"/>
    <w:rsid w:val="007B62C7"/>
    <w:rsid w:val="007C5144"/>
    <w:rsid w:val="00806532"/>
    <w:rsid w:val="008F0C48"/>
    <w:rsid w:val="009F4811"/>
    <w:rsid w:val="00A50D57"/>
    <w:rsid w:val="00AD758B"/>
    <w:rsid w:val="00B50350"/>
    <w:rsid w:val="00CC679E"/>
    <w:rsid w:val="00D14BB2"/>
    <w:rsid w:val="00DC5C71"/>
    <w:rsid w:val="00DF052B"/>
    <w:rsid w:val="00E036D0"/>
    <w:rsid w:val="00FB3598"/>
    <w:rsid w:val="00FC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7FF1"/>
    <w:rPr>
      <w:color w:val="808080"/>
    </w:rPr>
  </w:style>
  <w:style w:type="paragraph" w:customStyle="1" w:styleId="7429C0200C8742D0A6A3F46E791E6DC3">
    <w:name w:val="7429C0200C8742D0A6A3F46E791E6DC3"/>
    <w:rsid w:val="006A552B"/>
  </w:style>
  <w:style w:type="paragraph" w:customStyle="1" w:styleId="2867606499F44D05AEE2E80279B61B26">
    <w:name w:val="2867606499F44D05AEE2E80279B61B26"/>
    <w:rsid w:val="006A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CC2B-6F5B-414B-AFAB-CFB33E23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Maintenance and Repairs Highlights</Template>
  <TotalTime>0</TotalTime>
  <Pages>4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June 11  2024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 County Airport</dc:creator>
  <cp:lastModifiedBy>Ross Statham</cp:lastModifiedBy>
  <cp:revision>2</cp:revision>
  <cp:lastPrinted>2024-06-04T19:25:00Z</cp:lastPrinted>
  <dcterms:created xsi:type="dcterms:W3CDTF">2024-06-04T19:25:00Z</dcterms:created>
  <dcterms:modified xsi:type="dcterms:W3CDTF">2024-06-04T19:25:00Z</dcterms:modified>
</cp:coreProperties>
</file>