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00B571" w14:textId="69A86199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647F7B">
            <w:rPr>
              <w:b/>
              <w:sz w:val="24"/>
              <w:szCs w:val="24"/>
            </w:rPr>
            <w:t>Ju</w:t>
          </w:r>
          <w:r w:rsidR="00D62D52">
            <w:rPr>
              <w:b/>
              <w:sz w:val="24"/>
              <w:szCs w:val="24"/>
            </w:rPr>
            <w:t>ly 9,</w:t>
          </w:r>
          <w:r w:rsidR="00647F7B">
            <w:rPr>
              <w:b/>
              <w:sz w:val="24"/>
              <w:szCs w:val="24"/>
            </w:rPr>
            <w:t xml:space="preserve"> 2024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75CDBD26" w14:textId="77777777" w:rsidR="00435B3F" w:rsidRDefault="00435B3F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/>
          <w:u w:val="single"/>
        </w:rPr>
        <w:sectPr w:rsidR="00435B3F" w:rsidSect="0099773A">
          <w:headerReference w:type="default" r:id="rId8"/>
          <w:footerReference w:type="default" r:id="rId9"/>
          <w:pgSz w:w="12240" w:h="15840"/>
          <w:pgMar w:top="1440" w:right="1354" w:bottom="720" w:left="1008" w:header="720" w:footer="720" w:gutter="0"/>
          <w:cols w:space="720"/>
          <w:docGrid w:linePitch="360"/>
        </w:sectPr>
      </w:pPr>
    </w:p>
    <w:p w14:paraId="2A122944" w14:textId="4882DFFB" w:rsidR="00C30BD5" w:rsidRPr="00A41307" w:rsidRDefault="00C30BD5" w:rsidP="00EB5BE3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Bush-Hog</w:t>
      </w:r>
      <w:r w:rsidRPr="00A41307">
        <w:rPr>
          <w:b/>
        </w:rPr>
        <w:t>:</w:t>
      </w:r>
      <w:r w:rsidR="0057054E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5C5F1CB" w14:textId="688808D1" w:rsidR="00C30BD5" w:rsidRPr="00F50B51" w:rsidRDefault="00C30BD5" w:rsidP="0057054E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Edger</w:t>
      </w:r>
      <w:r w:rsidRPr="00F50B51">
        <w:rPr>
          <w:b/>
        </w:rPr>
        <w:t>:</w:t>
      </w:r>
      <w:r w:rsidR="0057054E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65D9B549" w14:textId="020BCF58" w:rsidR="00C30BD5" w:rsidRPr="008774D3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6C0CA8BA" w14:textId="0EBA6BD1" w:rsidR="00C30BD5" w:rsidRPr="008936B9" w:rsidRDefault="00C30BD5" w:rsidP="005736A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Field</w:t>
      </w:r>
      <w:r w:rsidRPr="008936B9">
        <w:rPr>
          <w:b/>
          <w:u w:val="single"/>
        </w:rPr>
        <w:t xml:space="preserve"> Lighting</w:t>
      </w:r>
      <w:r w:rsidRPr="008936B9">
        <w:rPr>
          <w:b/>
        </w:rPr>
        <w:t>:</w:t>
      </w:r>
      <w:r w:rsidRPr="008936B9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  <w:r w:rsidRPr="000E4B0C">
        <w:rPr>
          <w:b/>
          <w:color w:val="538135" w:themeColor="accent6" w:themeShade="BF"/>
        </w:rPr>
        <w:t xml:space="preserve"> </w:t>
      </w:r>
      <w:r w:rsidRPr="00FC25FF">
        <w:rPr>
          <w:b/>
          <w:i/>
          <w:iCs/>
          <w:color w:val="538135" w:themeColor="accent6" w:themeShade="BF"/>
        </w:rPr>
        <w:t>(Med power)</w:t>
      </w:r>
    </w:p>
    <w:p w14:paraId="3CB1E766" w14:textId="0635AA70" w:rsidR="00C30BD5" w:rsidRPr="00C54EFF" w:rsidRDefault="00C30BD5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Farm</w:t>
      </w:r>
      <w:r w:rsidR="00C54EFF">
        <w:rPr>
          <w:b/>
          <w:u w:val="single"/>
        </w:rPr>
        <w:t xml:space="preserve"> (AV)</w:t>
      </w:r>
      <w:r w:rsidRPr="00070BDE">
        <w:rPr>
          <w:b/>
          <w:bCs/>
        </w:rPr>
        <w:t>:</w:t>
      </w:r>
      <w:r>
        <w:rPr>
          <w:b/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2A87DAEA" w14:textId="3751A047" w:rsidR="00C54EFF" w:rsidRPr="000D4E90" w:rsidRDefault="00C54EFF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>
        <w:rPr>
          <w:b/>
          <w:u w:val="single"/>
        </w:rPr>
        <w:t>Fuel Farm (JET)</w:t>
      </w:r>
      <w:r>
        <w:rPr>
          <w:b/>
        </w:rPr>
        <w:t>:</w:t>
      </w:r>
      <w:r w:rsidR="00750128">
        <w:rPr>
          <w:b/>
        </w:rPr>
        <w:tab/>
      </w:r>
      <w:r w:rsidR="00750128">
        <w:rPr>
          <w:b/>
          <w:color w:val="538135" w:themeColor="accent6" w:themeShade="BF"/>
        </w:rPr>
        <w:t>Full-Op</w:t>
      </w:r>
    </w:p>
    <w:p w14:paraId="10070967" w14:textId="2036D64E" w:rsidR="00C30BD5" w:rsidRPr="00750128" w:rsidRDefault="00C30BD5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Truck</w:t>
      </w:r>
      <w:r w:rsidR="00750128">
        <w:rPr>
          <w:b/>
          <w:u w:val="single"/>
        </w:rPr>
        <w:t xml:space="preserve"> (AV)</w:t>
      </w:r>
      <w:r w:rsidRPr="00070BDE">
        <w:rPr>
          <w:b/>
          <w:bCs/>
        </w:rPr>
        <w:t>:</w:t>
      </w:r>
      <w:r>
        <w:rPr>
          <w:b/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049D6507" w14:textId="150861E6" w:rsidR="00750128" w:rsidRPr="00C223DF" w:rsidRDefault="00750128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>
        <w:rPr>
          <w:b/>
          <w:u w:val="single"/>
        </w:rPr>
        <w:t>Fuel Truck (JET)</w:t>
      </w:r>
      <w:r w:rsidR="00CB097E">
        <w:rPr>
          <w:b/>
        </w:rPr>
        <w:t>:</w:t>
      </w:r>
      <w:r w:rsidR="00CB097E">
        <w:rPr>
          <w:b/>
        </w:rPr>
        <w:tab/>
      </w:r>
      <w:r w:rsidR="00CB097E">
        <w:rPr>
          <w:b/>
          <w:color w:val="538135" w:themeColor="accent6" w:themeShade="BF"/>
        </w:rPr>
        <w:t>Full-Op</w:t>
      </w:r>
    </w:p>
    <w:p w14:paraId="7900639F" w14:textId="55C84F08" w:rsidR="00C30BD5" w:rsidRPr="00A25880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Gate, North</w:t>
      </w:r>
      <w:r w:rsidRPr="00C223DF">
        <w:rPr>
          <w:b/>
        </w:rPr>
        <w:t>:</w:t>
      </w:r>
      <w:r>
        <w:rPr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1EFAB53D" w14:textId="35AFD103" w:rsidR="00C30BD5" w:rsidRPr="00685A5A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bCs/>
          <w:u w:val="single"/>
        </w:rPr>
        <w:t>Gate, South</w:t>
      </w:r>
      <w:r w:rsidRPr="00685A5A">
        <w:rPr>
          <w:b/>
          <w:bCs/>
        </w:rPr>
        <w:t>:</w:t>
      </w:r>
      <w:r w:rsidRPr="00685A5A">
        <w:rPr>
          <w:b/>
          <w:bCs/>
        </w:rP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13079CFC" w14:textId="5E4E1FC1" w:rsidR="00C30BD5" w:rsidRPr="008936B9" w:rsidRDefault="00C30BD5" w:rsidP="005736A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 w:rsidRPr="00C223DF">
        <w:rPr>
          <w:b/>
          <w:u w:val="single"/>
        </w:rPr>
        <w:t>Hangars</w:t>
      </w:r>
      <w:r w:rsidRPr="00C223DF">
        <w:rPr>
          <w:b/>
          <w:bCs/>
        </w:rPr>
        <w:t>:</w:t>
      </w:r>
      <w:r w:rsidR="006E3DAF" w:rsidRPr="006E3DAF">
        <w:rPr>
          <w:b/>
        </w:rPr>
        <w:t xml:space="preserve"> </w:t>
      </w:r>
      <w:r w:rsidR="006E3DAF">
        <w:rPr>
          <w:b/>
        </w:rPr>
        <w:tab/>
      </w:r>
      <w:r w:rsidR="006E3DAF">
        <w:rPr>
          <w:b/>
          <w:color w:val="538135" w:themeColor="accent6" w:themeShade="BF"/>
        </w:rPr>
        <w:t>Full-Op</w:t>
      </w:r>
    </w:p>
    <w:p w14:paraId="261E2F63" w14:textId="76F1701F" w:rsidR="00C30BD5" w:rsidRPr="00F50B51" w:rsidRDefault="00CE56E7" w:rsidP="00F578E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>
        <w:rPr>
          <w:b/>
          <w:u w:val="single"/>
        </w:rPr>
        <w:t>Stihl</w:t>
      </w:r>
      <w:r w:rsidR="00C30BD5" w:rsidRPr="00612250">
        <w:rPr>
          <w:b/>
          <w:u w:val="single"/>
        </w:rPr>
        <w:t xml:space="preserve"> Mower</w:t>
      </w:r>
      <w:r w:rsidR="00C30BD5" w:rsidRPr="00F50B51">
        <w:rPr>
          <w:b/>
        </w:rPr>
        <w:t>:</w:t>
      </w:r>
      <w:r w:rsidR="00F578E7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6F0CB983" w14:textId="36E65E6F" w:rsidR="00C30BD5" w:rsidRPr="00C96997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proofErr w:type="spellStart"/>
      <w:r w:rsidRPr="00C223DF">
        <w:rPr>
          <w:b/>
          <w:u w:val="single"/>
        </w:rPr>
        <w:t>Lektro</w:t>
      </w:r>
      <w:proofErr w:type="spellEnd"/>
      <w:r w:rsidRPr="00C223DF">
        <w:rPr>
          <w:b/>
          <w:u w:val="single"/>
        </w:rPr>
        <w:t xml:space="preserve"> Tug</w:t>
      </w:r>
      <w:r w:rsidRPr="00C223DF">
        <w:rPr>
          <w:b/>
          <w:bCs/>
        </w:rPr>
        <w:t>:</w:t>
      </w:r>
      <w:r>
        <w:tab/>
      </w:r>
      <w:r w:rsidR="00D738EC">
        <w:rPr>
          <w:b/>
          <w:color w:val="538135" w:themeColor="accent6" w:themeShade="BF"/>
        </w:rPr>
        <w:t>Full-Op</w:t>
      </w:r>
    </w:p>
    <w:p w14:paraId="5635BA8B" w14:textId="23D349D0" w:rsidR="00C30BD5" w:rsidRPr="00C223DF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>
        <w:tab/>
      </w:r>
      <w:r w:rsidR="00D738EC">
        <w:rPr>
          <w:b/>
          <w:color w:val="538135" w:themeColor="accent6" w:themeShade="BF"/>
        </w:rPr>
        <w:t>Full-Op</w:t>
      </w:r>
      <w:bookmarkEnd w:id="0"/>
    </w:p>
    <w:p w14:paraId="66424C52" w14:textId="15BE78D2" w:rsidR="00C30BD5" w:rsidRPr="00C36511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proofErr w:type="spellStart"/>
      <w:r>
        <w:rPr>
          <w:b/>
          <w:u w:val="single"/>
        </w:rPr>
        <w:t>Siteminder</w:t>
      </w:r>
      <w:proofErr w:type="spellEnd"/>
      <w:r>
        <w:rPr>
          <w:b/>
          <w:u w:val="single"/>
        </w:rPr>
        <w:t>:</w:t>
      </w:r>
      <w: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1876E03A" w14:textId="41F5854A" w:rsidR="00C30BD5" w:rsidRPr="00FF1860" w:rsidRDefault="00C30BD5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South Gate:</w:t>
      </w:r>
      <w:r>
        <w:tab/>
      </w:r>
      <w:r w:rsidR="00D738EC">
        <w:rPr>
          <w:b/>
          <w:bCs/>
          <w:color w:val="538135" w:themeColor="accent6" w:themeShade="BF"/>
        </w:rPr>
        <w:t>Full-Op</w:t>
      </w:r>
    </w:p>
    <w:p w14:paraId="2384BCE8" w14:textId="548C60BC" w:rsidR="00C30BD5" w:rsidRPr="00C30BD5" w:rsidRDefault="00C30BD5" w:rsidP="00EB5BE3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A41307">
        <w:rPr>
          <w:b/>
          <w:u w:val="single"/>
        </w:rPr>
        <w:t>Square</w:t>
      </w:r>
      <w:r w:rsidRPr="00A41307">
        <w:rPr>
          <w:b/>
        </w:rPr>
        <w:t>:</w:t>
      </w:r>
      <w:r w:rsidRPr="00A41307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364FCDB9" w14:textId="359B56E3" w:rsidR="00C30BD5" w:rsidRPr="00F50B51" w:rsidRDefault="00C30BD5" w:rsidP="00D738E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Tractor</w:t>
      </w:r>
      <w:r w:rsidRPr="00F50B51">
        <w:rPr>
          <w:b/>
        </w:rPr>
        <w:t>:</w:t>
      </w:r>
      <w:r w:rsidR="00496E73">
        <w:rPr>
          <w:bCs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2E9409F3" w14:textId="6BECCE2B" w:rsidR="00C30BD5" w:rsidRPr="00F50B51" w:rsidRDefault="00C30BD5" w:rsidP="00D738EC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  <w:u w:val="single"/>
        </w:rPr>
      </w:pPr>
      <w:r w:rsidRPr="00612250">
        <w:rPr>
          <w:b/>
          <w:u w:val="single"/>
        </w:rPr>
        <w:t>Weed Trimmer</w:t>
      </w:r>
      <w:r w:rsidRPr="00F50B51">
        <w:rPr>
          <w:b/>
        </w:rPr>
        <w:t>:</w:t>
      </w:r>
      <w:r w:rsidR="00D738EC">
        <w:rPr>
          <w:b/>
        </w:rPr>
        <w:tab/>
      </w:r>
      <w:r w:rsidR="00D738EC">
        <w:rPr>
          <w:b/>
          <w:color w:val="538135" w:themeColor="accent6" w:themeShade="BF"/>
        </w:rPr>
        <w:t>Full-Op</w:t>
      </w:r>
    </w:p>
    <w:p w14:paraId="777A1A63" w14:textId="33002259" w:rsidR="00F50B51" w:rsidRDefault="00F50B51" w:rsidP="002C748E">
      <w:pPr>
        <w:pStyle w:val="ListParagraph"/>
        <w:spacing w:before="120" w:after="0" w:line="240" w:lineRule="auto"/>
        <w:contextualSpacing w:val="0"/>
        <w:rPr>
          <w:b/>
          <w:color w:val="2E74B5" w:themeColor="accent5" w:themeShade="BF"/>
          <w:u w:val="single"/>
        </w:rPr>
        <w:sectPr w:rsidR="00F50B51" w:rsidSect="0099773A">
          <w:type w:val="continuous"/>
          <w:pgSz w:w="12240" w:h="15840"/>
          <w:pgMar w:top="1440" w:right="1354" w:bottom="720" w:left="1008" w:header="720" w:footer="720" w:gutter="0"/>
          <w:cols w:num="2" w:sep="1" w:space="0" w:equalWidth="0">
            <w:col w:w="4752" w:space="0"/>
            <w:col w:w="5126"/>
          </w:cols>
          <w:docGrid w:linePitch="360"/>
        </w:sectPr>
      </w:pPr>
    </w:p>
    <w:p w14:paraId="351B6419" w14:textId="2A9FC647" w:rsidR="00CB097E" w:rsidRDefault="00C1683D" w:rsidP="00CB097E">
      <w:pPr>
        <w:pStyle w:val="ListParagraph"/>
        <w:spacing w:before="120" w:after="0" w:line="240" w:lineRule="auto"/>
        <w:contextualSpacing w:val="0"/>
        <w:rPr>
          <w:b/>
          <w:color w:val="2E74B5" w:themeColor="accent5" w:themeShade="BF"/>
          <w:u w:val="single"/>
        </w:rPr>
      </w:pPr>
      <w:r w:rsidRPr="00F65259">
        <w:rPr>
          <w:b/>
          <w:noProof/>
          <w:color w:val="2E74B5" w:themeColor="accent5" w:themeShade="BF"/>
          <w:u w:val="single"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07D1FA53" wp14:editId="184AADF5">
                <wp:simplePos x="0" y="0"/>
                <wp:positionH relativeFrom="column">
                  <wp:posOffset>3995347</wp:posOffset>
                </wp:positionH>
                <wp:positionV relativeFrom="paragraph">
                  <wp:posOffset>99431</wp:posOffset>
                </wp:positionV>
                <wp:extent cx="1003895" cy="1067681"/>
                <wp:effectExtent l="0" t="0" r="25400" b="1841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3895" cy="1067681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4033E" w14:textId="77777777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A = 3</w:t>
                            </w:r>
                          </w:p>
                          <w:p w14:paraId="097D4C86" w14:textId="77777777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B = 5</w:t>
                            </w:r>
                          </w:p>
                          <w:p w14:paraId="26ED72D8" w14:textId="5F83DDE1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C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96030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  <w:p w14:paraId="7E5B8ADA" w14:textId="6B2798A4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D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4F4D61EF" w14:textId="4AA171BF" w:rsidR="00F65259" w:rsidRPr="00C1683D" w:rsidRDefault="00F65259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E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=</w:t>
                            </w:r>
                            <w:r w:rsidR="00162F15"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38037F7C" w14:textId="36F065F4" w:rsidR="006D5B6E" w:rsidRPr="00C1683D" w:rsidRDefault="006D5B6E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F = 4</w:t>
                            </w:r>
                          </w:p>
                          <w:p w14:paraId="4AAEC8E4" w14:textId="0B022EFC" w:rsidR="006D5B6E" w:rsidRPr="00C1683D" w:rsidRDefault="006D5B6E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G = 4</w:t>
                            </w:r>
                          </w:p>
                          <w:p w14:paraId="6C2ADC58" w14:textId="58B404E2" w:rsidR="00580925" w:rsidRPr="00B96030" w:rsidRDefault="00580925" w:rsidP="00412AF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right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B96030"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T = 7</w:t>
                            </w:r>
                          </w:p>
                          <w:p w14:paraId="5814D9CC" w14:textId="0490FE7D" w:rsidR="00580925" w:rsidRPr="00C1683D" w:rsidRDefault="00580925" w:rsidP="00B9603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rPr>
                                <w:rFonts w:ascii="Consolas" w:hAnsi="Consolas"/>
                                <w:color w:val="2E74B5" w:themeColor="accent5" w:themeShade="BF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D1FA5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4.6pt;margin-top:7.85pt;width:79.05pt;height:84.0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" fillcolor="white [3201]" strokecolor="#5b9bd5 [3208]" strokeweight="1pt">
                <v:textbox>
                  <w:txbxContent>
                    <w:p w14:paraId="5E84033E" w14:textId="77777777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A = 3</w:t>
                      </w:r>
                    </w:p>
                    <w:p w14:paraId="097D4C86" w14:textId="77777777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B = 5</w:t>
                      </w:r>
                    </w:p>
                    <w:p w14:paraId="26ED72D8" w14:textId="5F83DDE1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C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="00B96030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3</w:t>
                      </w:r>
                    </w:p>
                    <w:p w14:paraId="7E5B8ADA" w14:textId="6B2798A4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D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5</w:t>
                      </w:r>
                    </w:p>
                    <w:p w14:paraId="4F4D61EF" w14:textId="4AA171BF" w:rsidR="00F65259" w:rsidRPr="00C1683D" w:rsidRDefault="00F65259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E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=</w:t>
                      </w:r>
                      <w:r w:rsidR="00162F15"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 xml:space="preserve"> </w:t>
                      </w: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5</w:t>
                      </w:r>
                    </w:p>
                    <w:p w14:paraId="38037F7C" w14:textId="36F065F4" w:rsidR="006D5B6E" w:rsidRPr="00C1683D" w:rsidRDefault="006D5B6E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F = 4</w:t>
                      </w:r>
                    </w:p>
                    <w:p w14:paraId="4AAEC8E4" w14:textId="0B022EFC" w:rsidR="006D5B6E" w:rsidRPr="00C1683D" w:rsidRDefault="006D5B6E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G = 4</w:t>
                      </w:r>
                    </w:p>
                    <w:p w14:paraId="6C2ADC58" w14:textId="58B404E2" w:rsidR="00580925" w:rsidRPr="00B96030" w:rsidRDefault="00580925" w:rsidP="00412AF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right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B96030"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</w:rPr>
                        <w:t>T = 7</w:t>
                      </w:r>
                    </w:p>
                    <w:p w14:paraId="5814D9CC" w14:textId="0490FE7D" w:rsidR="00580925" w:rsidRPr="00C1683D" w:rsidRDefault="00580925" w:rsidP="00B9603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rPr>
                          <w:rFonts w:ascii="Consolas" w:hAnsi="Consolas"/>
                          <w:color w:val="2E74B5" w:themeColor="accent5" w:themeShade="BF"/>
                          <w:sz w:val="16"/>
                          <w:szCs w:val="16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276657F" w14:textId="2732824E" w:rsidR="009B6E44" w:rsidRDefault="00B96030" w:rsidP="00162F15">
      <w:pPr>
        <w:pStyle w:val="ListParagraph"/>
        <w:spacing w:before="120" w:after="0" w:line="240" w:lineRule="auto"/>
        <w:ind w:left="0" w:firstLine="360"/>
        <w:contextualSpacing w:val="0"/>
        <w:rPr>
          <w:color w:val="2E74B5" w:themeColor="accent5" w:themeShade="BF"/>
        </w:rPr>
      </w:pPr>
      <w:r w:rsidRPr="00B96030">
        <w:rPr>
          <w:b/>
          <w:noProof/>
          <w:color w:val="2E74B5" w:themeColor="accent5" w:themeShade="BF"/>
          <w:u w:val="single"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18189D62" wp14:editId="785360B9">
                <wp:simplePos x="0" y="0"/>
                <wp:positionH relativeFrom="column">
                  <wp:posOffset>4048966</wp:posOffset>
                </wp:positionH>
                <wp:positionV relativeFrom="paragraph">
                  <wp:posOffset>222250</wp:posOffset>
                </wp:positionV>
                <wp:extent cx="480152" cy="332989"/>
                <wp:effectExtent l="0" t="0" r="0" b="0"/>
                <wp:wrapNone/>
                <wp:docPr id="337308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152" cy="332989"/>
                        </a:xfrm>
                        <a:prstGeom prst="rect">
                          <a:avLst/>
                        </a:prstGeom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077E3B" w14:textId="4692028F" w:rsidR="00B96030" w:rsidRPr="00C1683D" w:rsidRDefault="00B96030" w:rsidP="00B9603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  <w:p w14:paraId="4A827087" w14:textId="77777777" w:rsidR="00B96030" w:rsidRPr="00C1683D" w:rsidRDefault="00B96030" w:rsidP="00B96030">
                            <w:pPr>
                              <w:pStyle w:val="ListParagraph"/>
                              <w:spacing w:after="0" w:line="240" w:lineRule="auto"/>
                              <w:ind w:left="0"/>
                              <w:contextualSpacing w:val="0"/>
                              <w:jc w:val="center"/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</w:pPr>
                            <w:r w:rsidRPr="00C1683D">
                              <w:rPr>
                                <w:rFonts w:ascii="Consolas" w:hAnsi="Consolas"/>
                                <w:b/>
                                <w:bCs/>
                                <w:color w:val="2E74B5" w:themeColor="accent5" w:themeShade="BF"/>
                                <w:sz w:val="16"/>
                                <w:szCs w:val="16"/>
                              </w:rPr>
                              <w:t>TOTAL</w:t>
                            </w:r>
                          </w:p>
                          <w:p w14:paraId="4CC24025" w14:textId="01196706" w:rsidR="00B96030" w:rsidRDefault="00B9603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89D62" id="_x0000_s1027" type="#_x0000_t202" style="position:absolute;left:0;text-align:left;margin-left:318.8pt;margin-top:17.5pt;width:37.8pt;height:26.2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" fillcolor="white [3201]" stroked="f" strokeweight="1pt">
                <v:textbox>
                  <w:txbxContent>
                    <w:p w14:paraId="50077E3B" w14:textId="4692028F" w:rsidR="00B96030" w:rsidRPr="00C1683D" w:rsidRDefault="00B96030" w:rsidP="00B9603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6</w:t>
                      </w:r>
                    </w:p>
                    <w:p w14:paraId="4A827087" w14:textId="77777777" w:rsidR="00B96030" w:rsidRPr="00C1683D" w:rsidRDefault="00B96030" w:rsidP="00B96030">
                      <w:pPr>
                        <w:pStyle w:val="ListParagraph"/>
                        <w:spacing w:after="0" w:line="240" w:lineRule="auto"/>
                        <w:ind w:left="0"/>
                        <w:contextualSpacing w:val="0"/>
                        <w:jc w:val="center"/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</w:pPr>
                      <w:r w:rsidRPr="00C1683D">
                        <w:rPr>
                          <w:rFonts w:ascii="Consolas" w:hAnsi="Consolas"/>
                          <w:b/>
                          <w:bCs/>
                          <w:color w:val="2E74B5" w:themeColor="accent5" w:themeShade="BF"/>
                          <w:sz w:val="16"/>
                          <w:szCs w:val="16"/>
                        </w:rPr>
                        <w:t>TOTAL</w:t>
                      </w:r>
                    </w:p>
                    <w:p w14:paraId="4CC24025" w14:textId="01196706" w:rsidR="00B96030" w:rsidRDefault="00B96030"/>
                  </w:txbxContent>
                </v:textbox>
              </v:shape>
            </w:pict>
          </mc:Fallback>
        </mc:AlternateContent>
      </w:r>
      <w:r w:rsidR="00F65259" w:rsidRPr="006A0A05">
        <w:rPr>
          <w:b/>
          <w:color w:val="2E74B5" w:themeColor="accent5" w:themeShade="BF"/>
          <w:u w:val="single"/>
        </w:rPr>
        <w:t>Hangar Rental</w:t>
      </w:r>
      <w:r w:rsidR="00F65259" w:rsidRPr="006A0A05">
        <w:rPr>
          <w:b/>
          <w:bCs/>
          <w:color w:val="2E74B5" w:themeColor="accent5" w:themeShade="BF"/>
        </w:rPr>
        <w:t>:</w:t>
      </w:r>
    </w:p>
    <w:p w14:paraId="73E93814" w14:textId="2FE67E90" w:rsidR="00DE4C47" w:rsidRPr="009002FB" w:rsidRDefault="00D66785" w:rsidP="009002FB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A838EF">
        <w:rPr>
          <w:b/>
          <w:bCs/>
          <w:color w:val="2E74B5" w:themeColor="accent5" w:themeShade="BF"/>
          <w:u w:val="single"/>
        </w:rPr>
        <w:t>6</w:t>
      </w:r>
      <w:r w:rsidR="00856C57" w:rsidRPr="006A0A05">
        <w:rPr>
          <w:color w:val="2E74B5" w:themeColor="accent5" w:themeShade="BF"/>
        </w:rPr>
        <w:t xml:space="preserve"> of 3</w:t>
      </w:r>
      <w:r w:rsidR="00A838EF">
        <w:rPr>
          <w:color w:val="2E74B5" w:themeColor="accent5" w:themeShade="BF"/>
        </w:rPr>
        <w:t>6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</w:p>
    <w:p w14:paraId="55193AD8" w14:textId="243F3CA8" w:rsidR="0092356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AC5866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</w:t>
      </w:r>
      <w:r w:rsidR="00815E99">
        <w:rPr>
          <w:color w:val="2E74B5" w:themeColor="accent5" w:themeShade="BF"/>
        </w:rPr>
        <w:t>s</w:t>
      </w:r>
      <w:r w:rsidR="00DE4C47" w:rsidRPr="006A0A05">
        <w:rPr>
          <w:color w:val="2E74B5" w:themeColor="accent5" w:themeShade="BF"/>
        </w:rPr>
        <w:t xml:space="preserve">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CB097E">
      <w:pPr>
        <w:pStyle w:val="ListParagraph"/>
        <w:numPr>
          <w:ilvl w:val="2"/>
          <w:numId w:val="4"/>
        </w:numPr>
        <w:spacing w:after="0" w:line="240" w:lineRule="auto"/>
        <w:ind w:left="720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44F2F79A" w14:textId="77777777" w:rsidR="00CB7799" w:rsidRDefault="00CB7799" w:rsidP="00CB097E">
      <w:pPr>
        <w:tabs>
          <w:tab w:val="left" w:pos="2250"/>
        </w:tabs>
        <w:spacing w:before="120" w:after="0" w:line="240" w:lineRule="auto"/>
        <w:ind w:left="720"/>
      </w:pPr>
    </w:p>
    <w:p w14:paraId="1646128F" w14:textId="77777777" w:rsidR="00CB7799" w:rsidRDefault="00CB7799" w:rsidP="00CB097E">
      <w:pPr>
        <w:tabs>
          <w:tab w:val="left" w:pos="2250"/>
        </w:tabs>
        <w:spacing w:before="120" w:after="0" w:line="240" w:lineRule="auto"/>
        <w:ind w:left="720"/>
      </w:pPr>
    </w:p>
    <w:p w14:paraId="1C3BFFF6" w14:textId="70C767DC" w:rsidR="00725157" w:rsidRPr="00BF5D18" w:rsidRDefault="00000000" w:rsidP="00174EE4">
      <w:pPr>
        <w:spacing w:before="120" w:after="0" w:line="240" w:lineRule="auto"/>
        <w:ind w:left="1800" w:hanging="1440"/>
        <w:rPr>
          <w:color w:val="2E74B5" w:themeColor="accent5" w:themeShade="BF"/>
        </w:rPr>
      </w:pPr>
      <w:hyperlink r:id="rId10" w:history="1">
        <w:r w:rsidR="005A664C" w:rsidRPr="00221E08">
          <w:rPr>
            <w:rStyle w:val="Hyperlink"/>
            <w:b/>
            <w:bCs/>
          </w:rPr>
          <w:t>WAITING LIST</w:t>
        </w:r>
      </w:hyperlink>
      <w:r w:rsidR="005A664C" w:rsidRPr="00F36531">
        <w:rPr>
          <w:color w:val="2E74B5" w:themeColor="accent5" w:themeShade="BF"/>
        </w:rPr>
        <w:t>:</w:t>
      </w:r>
      <w:r w:rsidR="00A6022B">
        <w:rPr>
          <w:color w:val="2E74B5" w:themeColor="accent5" w:themeShade="BF"/>
        </w:rPr>
        <w:tab/>
      </w:r>
      <w:r w:rsidR="00B45812">
        <w:rPr>
          <w:color w:val="2E74B5" w:themeColor="accent5" w:themeShade="BF"/>
          <w:u w:val="single"/>
        </w:rPr>
        <w:t>6</w:t>
      </w:r>
      <w:r w:rsidR="00503B03">
        <w:rPr>
          <w:color w:val="2E74B5" w:themeColor="accent5" w:themeShade="BF"/>
          <w:u w:val="single"/>
        </w:rPr>
        <w:t xml:space="preserve"> on waiting list</w:t>
      </w:r>
      <w:r w:rsidR="00B45812">
        <w:rPr>
          <w:color w:val="2E74B5" w:themeColor="accent5" w:themeShade="BF"/>
          <w:u w:val="single"/>
        </w:rPr>
        <w:t xml:space="preserve"> for box hangars</w:t>
      </w:r>
      <w:r w:rsidR="00023B99">
        <w:rPr>
          <w:color w:val="2E74B5" w:themeColor="accent5" w:themeShade="BF"/>
          <w:u w:val="single"/>
        </w:rPr>
        <w:t xml:space="preserve">; </w:t>
      </w:r>
      <w:r w:rsidR="00FF5BE1">
        <w:rPr>
          <w:color w:val="2E74B5" w:themeColor="accent5" w:themeShade="BF"/>
          <w:u w:val="single"/>
        </w:rPr>
        <w:t>three of those six are current tenants who want a larger hangar.</w:t>
      </w:r>
    </w:p>
    <w:p w14:paraId="31DB3EC0" w14:textId="77777777" w:rsidR="00E45D02" w:rsidRDefault="00E45D02" w:rsidP="00813537">
      <w:pPr>
        <w:spacing w:after="120" w:line="240" w:lineRule="auto"/>
        <w:ind w:left="720" w:hanging="720"/>
        <w:jc w:val="both"/>
        <w:rPr>
          <w:b/>
          <w:sz w:val="20"/>
          <w:szCs w:val="20"/>
        </w:rPr>
      </w:pPr>
    </w:p>
    <w:p w14:paraId="1C29A740" w14:textId="1813E4BF" w:rsidR="00F05ADB" w:rsidRDefault="00582552" w:rsidP="00813537">
      <w:pPr>
        <w:spacing w:after="12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</w:p>
    <w:p w14:paraId="36FD77BB" w14:textId="56EAAEB6" w:rsidR="002F5FEB" w:rsidRDefault="002F5FEB" w:rsidP="00E249F7">
      <w:pPr>
        <w:tabs>
          <w:tab w:val="left" w:pos="9360"/>
        </w:tabs>
        <w:spacing w:after="0" w:line="240" w:lineRule="auto"/>
        <w:ind w:right="518"/>
        <w:jc w:val="both"/>
        <w:rPr>
          <w:bCs/>
          <w:sz w:val="20"/>
          <w:szCs w:val="20"/>
        </w:rPr>
      </w:pPr>
    </w:p>
    <w:p w14:paraId="07EC65F3" w14:textId="15CB4BA7" w:rsidR="00CC4FCD" w:rsidRPr="00B76C57" w:rsidRDefault="007300C6" w:rsidP="00B76C57">
      <w:pPr>
        <w:tabs>
          <w:tab w:val="left" w:pos="9360"/>
        </w:tabs>
        <w:spacing w:after="0" w:line="240" w:lineRule="auto"/>
        <w:ind w:right="518"/>
        <w:jc w:val="both"/>
        <w:rPr>
          <w:bCs/>
          <w:sz w:val="20"/>
          <w:szCs w:val="20"/>
        </w:rPr>
      </w:pPr>
      <w:r>
        <w:br w:type="page"/>
      </w:r>
    </w:p>
    <w:p w14:paraId="06298E52" w14:textId="17B5482E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D62D52">
            <w:rPr>
              <w:b/>
              <w:sz w:val="24"/>
              <w:szCs w:val="24"/>
            </w:rPr>
            <w:t>July 9, 2024</w:t>
          </w:r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7846BBF8" w14:textId="77777777" w:rsidR="006B1E9F" w:rsidRPr="006B1E9F" w:rsidRDefault="006B1E9F" w:rsidP="006B1E9F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6B1E9F">
        <w:rPr>
          <w:rFonts w:ascii="Consolas" w:hAnsi="Consolas"/>
          <w:iCs/>
          <w:sz w:val="24"/>
          <w:szCs w:val="24"/>
        </w:rPr>
        <w:t>End of Month June 2024 on hand:</w:t>
      </w:r>
    </w:p>
    <w:p w14:paraId="4CA620A3" w14:textId="77777777" w:rsidR="006B1E9F" w:rsidRPr="006B1E9F" w:rsidRDefault="006B1E9F" w:rsidP="006B1E9F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1C3EFDAF" w14:textId="77777777" w:rsidR="006B1E9F" w:rsidRPr="006B1E9F" w:rsidRDefault="006B1E9F" w:rsidP="006B1E9F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6B1E9F">
        <w:rPr>
          <w:rFonts w:ascii="Consolas" w:hAnsi="Consolas"/>
          <w:iCs/>
          <w:sz w:val="24"/>
          <w:szCs w:val="24"/>
        </w:rPr>
        <w:t>1) 100 LL</w:t>
      </w:r>
    </w:p>
    <w:p w14:paraId="3796EEB4" w14:textId="77777777" w:rsidR="006B1E9F" w:rsidRPr="006B1E9F" w:rsidRDefault="006B1E9F" w:rsidP="006B1E9F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6B1E9F">
        <w:rPr>
          <w:rFonts w:ascii="Consolas" w:hAnsi="Consolas"/>
          <w:iCs/>
          <w:sz w:val="24"/>
          <w:szCs w:val="24"/>
        </w:rPr>
        <w:t xml:space="preserve">   a) Fuel Farm Tank: 3,981.64</w:t>
      </w:r>
    </w:p>
    <w:p w14:paraId="345037D9" w14:textId="77777777" w:rsidR="006B1E9F" w:rsidRPr="006B1E9F" w:rsidRDefault="006B1E9F" w:rsidP="006B1E9F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6B1E9F">
        <w:rPr>
          <w:rFonts w:ascii="Consolas" w:hAnsi="Consolas"/>
          <w:iCs/>
          <w:sz w:val="24"/>
          <w:szCs w:val="24"/>
        </w:rPr>
        <w:t xml:space="preserve">   b) Fuel Truck:       757.13</w:t>
      </w:r>
    </w:p>
    <w:p w14:paraId="047B4C1D" w14:textId="77777777" w:rsidR="006B1E9F" w:rsidRPr="006B1E9F" w:rsidRDefault="006B1E9F" w:rsidP="006B1E9F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6B1E9F">
        <w:rPr>
          <w:rFonts w:ascii="Consolas" w:hAnsi="Consolas"/>
          <w:iCs/>
          <w:sz w:val="24"/>
          <w:szCs w:val="24"/>
        </w:rPr>
        <w:t xml:space="preserve">               Total: 4,738.77</w:t>
      </w:r>
    </w:p>
    <w:p w14:paraId="0923A491" w14:textId="77777777" w:rsidR="006B1E9F" w:rsidRPr="006B1E9F" w:rsidRDefault="006B1E9F" w:rsidP="006B1E9F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376D12B6" w14:textId="77777777" w:rsidR="006B1E9F" w:rsidRPr="006B1E9F" w:rsidRDefault="006B1E9F" w:rsidP="006B1E9F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6B1E9F">
        <w:rPr>
          <w:rFonts w:ascii="Consolas" w:hAnsi="Consolas"/>
          <w:iCs/>
          <w:sz w:val="24"/>
          <w:szCs w:val="24"/>
        </w:rPr>
        <w:t>2) JET A</w:t>
      </w:r>
    </w:p>
    <w:p w14:paraId="6E73A742" w14:textId="77777777" w:rsidR="006B1E9F" w:rsidRPr="006B1E9F" w:rsidRDefault="006B1E9F" w:rsidP="006B1E9F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6B1E9F">
        <w:rPr>
          <w:rFonts w:ascii="Consolas" w:hAnsi="Consolas"/>
          <w:iCs/>
          <w:sz w:val="24"/>
          <w:szCs w:val="24"/>
        </w:rPr>
        <w:t xml:space="preserve">   a) Fuel Farm Tank: 2,156.10</w:t>
      </w:r>
    </w:p>
    <w:p w14:paraId="65E47254" w14:textId="77777777" w:rsidR="006B1E9F" w:rsidRPr="006B1E9F" w:rsidRDefault="006B1E9F" w:rsidP="006B1E9F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6B1E9F">
        <w:rPr>
          <w:rFonts w:ascii="Consolas" w:hAnsi="Consolas"/>
          <w:iCs/>
          <w:sz w:val="24"/>
          <w:szCs w:val="24"/>
        </w:rPr>
        <w:t xml:space="preserve">   b) Fuel Truck:       757.13</w:t>
      </w:r>
    </w:p>
    <w:p w14:paraId="0802FB54" w14:textId="4E0447D6" w:rsidR="006B1E9F" w:rsidRPr="006B1E9F" w:rsidRDefault="006B1E9F" w:rsidP="006B1E9F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6B1E9F">
        <w:rPr>
          <w:rFonts w:ascii="Consolas" w:hAnsi="Consolas"/>
          <w:iCs/>
          <w:sz w:val="24"/>
          <w:szCs w:val="24"/>
        </w:rPr>
        <w:t xml:space="preserve">              Total: </w:t>
      </w:r>
      <w:r>
        <w:rPr>
          <w:rFonts w:ascii="Consolas" w:hAnsi="Consolas"/>
          <w:iCs/>
          <w:sz w:val="24"/>
          <w:szCs w:val="24"/>
        </w:rPr>
        <w:t xml:space="preserve"> </w:t>
      </w:r>
      <w:r w:rsidRPr="006B1E9F">
        <w:rPr>
          <w:rFonts w:ascii="Consolas" w:hAnsi="Consolas"/>
          <w:iCs/>
          <w:sz w:val="24"/>
          <w:szCs w:val="24"/>
        </w:rPr>
        <w:t>2,913.23</w:t>
      </w:r>
    </w:p>
    <w:p w14:paraId="75706DD3" w14:textId="77777777" w:rsidR="006B1E9F" w:rsidRPr="006B1E9F" w:rsidRDefault="006B1E9F" w:rsidP="006B1E9F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75322D36" w14:textId="77777777" w:rsidR="006B1E9F" w:rsidRPr="006B1E9F" w:rsidRDefault="006B1E9F" w:rsidP="006B1E9F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6B1E9F">
        <w:rPr>
          <w:rFonts w:ascii="Consolas" w:hAnsi="Consolas"/>
          <w:iCs/>
          <w:sz w:val="24"/>
          <w:szCs w:val="24"/>
        </w:rPr>
        <w:t>Jet A fuel delivery: Invoice # 1028271</w:t>
      </w:r>
    </w:p>
    <w:p w14:paraId="20FD70AC" w14:textId="77777777" w:rsidR="006B1E9F" w:rsidRPr="006B1E9F" w:rsidRDefault="006B1E9F" w:rsidP="006B1E9F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6B1E9F">
        <w:rPr>
          <w:rFonts w:ascii="Consolas" w:hAnsi="Consolas"/>
          <w:iCs/>
          <w:sz w:val="24"/>
          <w:szCs w:val="24"/>
        </w:rPr>
        <w:t>Invoice date: June 14</w:t>
      </w:r>
      <w:proofErr w:type="gramStart"/>
      <w:r w:rsidRPr="006B1E9F">
        <w:rPr>
          <w:rFonts w:ascii="Consolas" w:hAnsi="Consolas"/>
          <w:iCs/>
          <w:sz w:val="24"/>
          <w:szCs w:val="24"/>
        </w:rPr>
        <w:t xml:space="preserve"> 2024</w:t>
      </w:r>
      <w:proofErr w:type="gramEnd"/>
    </w:p>
    <w:p w14:paraId="35D83A4C" w14:textId="77777777" w:rsidR="006B1E9F" w:rsidRPr="006B1E9F" w:rsidRDefault="006B1E9F" w:rsidP="006B1E9F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6B1E9F">
        <w:rPr>
          <w:rFonts w:ascii="Consolas" w:hAnsi="Consolas"/>
          <w:iCs/>
          <w:sz w:val="24"/>
          <w:szCs w:val="24"/>
        </w:rPr>
        <w:t>7896 Gallons</w:t>
      </w:r>
    </w:p>
    <w:p w14:paraId="68582D82" w14:textId="434137D9" w:rsidR="004075CA" w:rsidRPr="00BB1517" w:rsidRDefault="006B1E9F" w:rsidP="006B1E9F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6B1E9F">
        <w:rPr>
          <w:rFonts w:ascii="Consolas" w:hAnsi="Consolas"/>
          <w:iCs/>
          <w:sz w:val="24"/>
          <w:szCs w:val="24"/>
        </w:rPr>
        <w:t xml:space="preserve">$24,279.90 </w:t>
      </w:r>
      <w:r w:rsidR="004075CA" w:rsidRPr="00BB1517">
        <w:rPr>
          <w:rFonts w:ascii="Consolas" w:hAnsi="Consolas"/>
          <w:iCs/>
          <w:sz w:val="24"/>
          <w:szCs w:val="24"/>
        </w:rPr>
        <w:br w:type="page"/>
      </w:r>
    </w:p>
    <w:p w14:paraId="5CF6C652" w14:textId="6F347E54" w:rsidR="007B7905" w:rsidRPr="00EA569A" w:rsidRDefault="00000000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D62D52">
            <w:rPr>
              <w:b/>
              <w:sz w:val="24"/>
              <w:szCs w:val="24"/>
            </w:rPr>
            <w:t>July 9, 2024</w:t>
          </w:r>
        </w:sdtContent>
      </w:sdt>
    </w:p>
    <w:p w14:paraId="15D44A00" w14:textId="5CCFC09D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4B6039">
        <w:rPr>
          <w:rFonts w:ascii="Consolas" w:hAnsi="Consolas"/>
          <w:b/>
          <w:bCs/>
          <w:iCs/>
          <w:sz w:val="24"/>
          <w:szCs w:val="24"/>
        </w:rPr>
        <w:t>2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4B6039">
        <w:rPr>
          <w:rFonts w:ascii="Consolas" w:hAnsi="Consolas"/>
          <w:b/>
          <w:bCs/>
          <w:iCs/>
          <w:sz w:val="24"/>
          <w:szCs w:val="24"/>
        </w:rPr>
        <w:t>4</w:t>
      </w:r>
    </w:p>
    <w:p w14:paraId="32D945F4" w14:textId="4164B31D" w:rsidR="008A7EE0" w:rsidRDefault="0053077B" w:rsidP="000D0F38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53077B">
        <w:rPr>
          <w:noProof/>
        </w:rPr>
        <w:drawing>
          <wp:inline distT="0" distB="0" distL="0" distR="0" wp14:anchorId="2EEB49B3" wp14:editId="0AF9D78B">
            <wp:extent cx="6272530" cy="3408680"/>
            <wp:effectExtent l="0" t="0" r="0" b="1270"/>
            <wp:docPr id="130866293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40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E70DA" w14:textId="57E8766E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</w:t>
      </w:r>
      <w:r w:rsidR="004B6039">
        <w:rPr>
          <w:rFonts w:ascii="Consolas" w:hAnsi="Consolas"/>
          <w:b/>
          <w:bCs/>
          <w:iCs/>
          <w:sz w:val="24"/>
          <w:szCs w:val="24"/>
        </w:rPr>
        <w:t>2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4B6039">
        <w:rPr>
          <w:rFonts w:ascii="Consolas" w:hAnsi="Consolas"/>
          <w:b/>
          <w:bCs/>
          <w:iCs/>
          <w:sz w:val="24"/>
          <w:szCs w:val="24"/>
        </w:rPr>
        <w:t>4</w:t>
      </w:r>
    </w:p>
    <w:p w14:paraId="03C77364" w14:textId="33B9D412" w:rsidR="004B4DA8" w:rsidRDefault="00BF470A" w:rsidP="00C96545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BF470A">
        <w:rPr>
          <w:noProof/>
        </w:rPr>
        <w:drawing>
          <wp:inline distT="0" distB="0" distL="0" distR="0" wp14:anchorId="2741C7AE" wp14:editId="0A489D8C">
            <wp:extent cx="6272530" cy="3371215"/>
            <wp:effectExtent l="0" t="0" r="0" b="635"/>
            <wp:docPr id="167159325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37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03741" w14:textId="784ADB6E" w:rsidR="00E32933" w:rsidRDefault="00E32933">
      <w:pPr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br w:type="page"/>
      </w:r>
    </w:p>
    <w:p w14:paraId="6AD0F881" w14:textId="3FFC3557" w:rsidR="00581B13" w:rsidRDefault="00C4575C" w:rsidP="002B5D41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C4575C">
        <w:rPr>
          <w:noProof/>
        </w:rPr>
        <w:lastRenderedPageBreak/>
        <w:drawing>
          <wp:inline distT="0" distB="0" distL="0" distR="0" wp14:anchorId="660E4853" wp14:editId="4A8A8AD0">
            <wp:extent cx="5670550" cy="3853815"/>
            <wp:effectExtent l="0" t="0" r="6350" b="0"/>
            <wp:docPr id="13075295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0550" cy="385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D6CF6D" w14:textId="0F375203" w:rsidR="00E32933" w:rsidRDefault="00C76DB5" w:rsidP="002B5D41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346894">
        <w:rPr>
          <w:noProof/>
        </w:rPr>
        <w:drawing>
          <wp:anchor distT="0" distB="0" distL="114300" distR="114300" simplePos="0" relativeHeight="251685888" behindDoc="0" locked="0" layoutInCell="1" allowOverlap="1" wp14:anchorId="4478BCEA" wp14:editId="150932CF">
            <wp:simplePos x="0" y="0"/>
            <wp:positionH relativeFrom="column">
              <wp:posOffset>3081928</wp:posOffset>
            </wp:positionH>
            <wp:positionV relativeFrom="paragraph">
              <wp:posOffset>196949</wp:posOffset>
            </wp:positionV>
            <wp:extent cx="2155190" cy="1911985"/>
            <wp:effectExtent l="0" t="0" r="0" b="0"/>
            <wp:wrapNone/>
            <wp:docPr id="196837791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191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76DB5">
        <w:rPr>
          <w:noProof/>
        </w:rPr>
        <w:drawing>
          <wp:anchor distT="0" distB="0" distL="114300" distR="114300" simplePos="0" relativeHeight="251686912" behindDoc="0" locked="0" layoutInCell="1" allowOverlap="1" wp14:anchorId="64FE8E1C" wp14:editId="093C1C19">
            <wp:simplePos x="0" y="0"/>
            <wp:positionH relativeFrom="column">
              <wp:posOffset>327173</wp:posOffset>
            </wp:positionH>
            <wp:positionV relativeFrom="paragraph">
              <wp:posOffset>48772</wp:posOffset>
            </wp:positionV>
            <wp:extent cx="2564765" cy="3260090"/>
            <wp:effectExtent l="0" t="0" r="6985" b="0"/>
            <wp:wrapNone/>
            <wp:docPr id="90534595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765" cy="326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32933" w:rsidSect="0099773A">
      <w:type w:val="continuous"/>
      <w:pgSz w:w="12240" w:h="15840"/>
      <w:pgMar w:top="1440" w:right="135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838522" w14:textId="77777777" w:rsidR="005726E5" w:rsidRDefault="005726E5" w:rsidP="001D46EF">
      <w:pPr>
        <w:spacing w:after="0" w:line="240" w:lineRule="auto"/>
      </w:pPr>
      <w:r>
        <w:separator/>
      </w:r>
    </w:p>
  </w:endnote>
  <w:endnote w:type="continuationSeparator" w:id="0">
    <w:p w14:paraId="707EEB17" w14:textId="77777777" w:rsidR="005726E5" w:rsidRDefault="005726E5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937E3" w14:textId="77777777" w:rsidR="005726E5" w:rsidRDefault="005726E5" w:rsidP="001D46EF">
      <w:pPr>
        <w:spacing w:after="0" w:line="240" w:lineRule="auto"/>
      </w:pPr>
      <w:r>
        <w:separator/>
      </w:r>
    </w:p>
  </w:footnote>
  <w:footnote w:type="continuationSeparator" w:id="0">
    <w:p w14:paraId="73EE0E87" w14:textId="77777777" w:rsidR="005726E5" w:rsidRDefault="005726E5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25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15DDDEE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706808"/>
    <w:multiLevelType w:val="hybridMultilevel"/>
    <w:tmpl w:val="A79447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34740ECD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3"/>
  </w:num>
  <w:num w:numId="2" w16cid:durableId="1541285038">
    <w:abstractNumId w:val="10"/>
  </w:num>
  <w:num w:numId="3" w16cid:durableId="1313634739">
    <w:abstractNumId w:val="11"/>
  </w:num>
  <w:num w:numId="4" w16cid:durableId="513959383">
    <w:abstractNumId w:val="4"/>
  </w:num>
  <w:num w:numId="5" w16cid:durableId="1674920178">
    <w:abstractNumId w:val="7"/>
  </w:num>
  <w:num w:numId="6" w16cid:durableId="425923737">
    <w:abstractNumId w:val="5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9"/>
  </w:num>
  <w:num w:numId="10" w16cid:durableId="338897734">
    <w:abstractNumId w:val="6"/>
  </w:num>
  <w:num w:numId="11" w16cid:durableId="167445926">
    <w:abstractNumId w:val="8"/>
  </w:num>
  <w:num w:numId="12" w16cid:durableId="1049257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04B85"/>
    <w:rsid w:val="00010A7B"/>
    <w:rsid w:val="0001624B"/>
    <w:rsid w:val="000163FF"/>
    <w:rsid w:val="00017A48"/>
    <w:rsid w:val="000204E8"/>
    <w:rsid w:val="0002077A"/>
    <w:rsid w:val="00020ECF"/>
    <w:rsid w:val="000218E6"/>
    <w:rsid w:val="00021ACA"/>
    <w:rsid w:val="00022674"/>
    <w:rsid w:val="0002290A"/>
    <w:rsid w:val="000230D3"/>
    <w:rsid w:val="00023B99"/>
    <w:rsid w:val="0002434B"/>
    <w:rsid w:val="000244B4"/>
    <w:rsid w:val="00025901"/>
    <w:rsid w:val="000267F4"/>
    <w:rsid w:val="00027387"/>
    <w:rsid w:val="000309A9"/>
    <w:rsid w:val="00030FA7"/>
    <w:rsid w:val="000318AB"/>
    <w:rsid w:val="000334F3"/>
    <w:rsid w:val="00035066"/>
    <w:rsid w:val="00037B4B"/>
    <w:rsid w:val="00037BC8"/>
    <w:rsid w:val="000406C6"/>
    <w:rsid w:val="00042738"/>
    <w:rsid w:val="00042F05"/>
    <w:rsid w:val="000441BC"/>
    <w:rsid w:val="000443CB"/>
    <w:rsid w:val="00044452"/>
    <w:rsid w:val="000503D5"/>
    <w:rsid w:val="0005097B"/>
    <w:rsid w:val="000512AC"/>
    <w:rsid w:val="00051967"/>
    <w:rsid w:val="00051BBF"/>
    <w:rsid w:val="00052624"/>
    <w:rsid w:val="00052A8A"/>
    <w:rsid w:val="00053689"/>
    <w:rsid w:val="000544F9"/>
    <w:rsid w:val="000547C0"/>
    <w:rsid w:val="00060F9F"/>
    <w:rsid w:val="00061B03"/>
    <w:rsid w:val="00061CC5"/>
    <w:rsid w:val="00061F55"/>
    <w:rsid w:val="000624E1"/>
    <w:rsid w:val="000631D3"/>
    <w:rsid w:val="00070BDE"/>
    <w:rsid w:val="00072264"/>
    <w:rsid w:val="00072AF7"/>
    <w:rsid w:val="00073494"/>
    <w:rsid w:val="0007595A"/>
    <w:rsid w:val="00075980"/>
    <w:rsid w:val="00077031"/>
    <w:rsid w:val="00077B6C"/>
    <w:rsid w:val="00080CB7"/>
    <w:rsid w:val="0008201C"/>
    <w:rsid w:val="00082E24"/>
    <w:rsid w:val="00082EDA"/>
    <w:rsid w:val="00082FD4"/>
    <w:rsid w:val="0008506B"/>
    <w:rsid w:val="000851EB"/>
    <w:rsid w:val="00085C0C"/>
    <w:rsid w:val="000947E8"/>
    <w:rsid w:val="00096A50"/>
    <w:rsid w:val="00097CBF"/>
    <w:rsid w:val="000A0A88"/>
    <w:rsid w:val="000A1FBE"/>
    <w:rsid w:val="000A2668"/>
    <w:rsid w:val="000A2768"/>
    <w:rsid w:val="000A40BC"/>
    <w:rsid w:val="000A5981"/>
    <w:rsid w:val="000A7A79"/>
    <w:rsid w:val="000B0267"/>
    <w:rsid w:val="000B0D3C"/>
    <w:rsid w:val="000B262C"/>
    <w:rsid w:val="000B2A36"/>
    <w:rsid w:val="000B2D0F"/>
    <w:rsid w:val="000B32F9"/>
    <w:rsid w:val="000B3432"/>
    <w:rsid w:val="000B4275"/>
    <w:rsid w:val="000B5E5A"/>
    <w:rsid w:val="000B678A"/>
    <w:rsid w:val="000C17A1"/>
    <w:rsid w:val="000C2553"/>
    <w:rsid w:val="000C6397"/>
    <w:rsid w:val="000C6A42"/>
    <w:rsid w:val="000C6B2D"/>
    <w:rsid w:val="000C75F8"/>
    <w:rsid w:val="000D055D"/>
    <w:rsid w:val="000D0F38"/>
    <w:rsid w:val="000D213F"/>
    <w:rsid w:val="000D4E22"/>
    <w:rsid w:val="000D4E90"/>
    <w:rsid w:val="000D5072"/>
    <w:rsid w:val="000D7C66"/>
    <w:rsid w:val="000E4B0C"/>
    <w:rsid w:val="000E637C"/>
    <w:rsid w:val="000E65D8"/>
    <w:rsid w:val="000E79FB"/>
    <w:rsid w:val="000F116A"/>
    <w:rsid w:val="000F2360"/>
    <w:rsid w:val="000F30E0"/>
    <w:rsid w:val="000F338E"/>
    <w:rsid w:val="000F3B0A"/>
    <w:rsid w:val="000F4E19"/>
    <w:rsid w:val="000F5846"/>
    <w:rsid w:val="000F5C53"/>
    <w:rsid w:val="000F6048"/>
    <w:rsid w:val="000F69ED"/>
    <w:rsid w:val="000F6A18"/>
    <w:rsid w:val="000F6C74"/>
    <w:rsid w:val="0010114E"/>
    <w:rsid w:val="00105C85"/>
    <w:rsid w:val="001063FA"/>
    <w:rsid w:val="00106E0A"/>
    <w:rsid w:val="00107996"/>
    <w:rsid w:val="00107CE5"/>
    <w:rsid w:val="00107CF3"/>
    <w:rsid w:val="00112344"/>
    <w:rsid w:val="0011297C"/>
    <w:rsid w:val="00113841"/>
    <w:rsid w:val="00113E34"/>
    <w:rsid w:val="00114C0F"/>
    <w:rsid w:val="001156B1"/>
    <w:rsid w:val="00116157"/>
    <w:rsid w:val="00116F87"/>
    <w:rsid w:val="001221C7"/>
    <w:rsid w:val="00122CA5"/>
    <w:rsid w:val="001234FB"/>
    <w:rsid w:val="0012445D"/>
    <w:rsid w:val="00125462"/>
    <w:rsid w:val="00126AC4"/>
    <w:rsid w:val="00127262"/>
    <w:rsid w:val="00127816"/>
    <w:rsid w:val="0012799B"/>
    <w:rsid w:val="00130CFF"/>
    <w:rsid w:val="00131837"/>
    <w:rsid w:val="00131AE1"/>
    <w:rsid w:val="001325E9"/>
    <w:rsid w:val="00132C89"/>
    <w:rsid w:val="001333D4"/>
    <w:rsid w:val="0013416B"/>
    <w:rsid w:val="0013487E"/>
    <w:rsid w:val="001356E1"/>
    <w:rsid w:val="00140887"/>
    <w:rsid w:val="001419EC"/>
    <w:rsid w:val="001423C4"/>
    <w:rsid w:val="00143717"/>
    <w:rsid w:val="00144510"/>
    <w:rsid w:val="001458C5"/>
    <w:rsid w:val="001471A3"/>
    <w:rsid w:val="00150BF7"/>
    <w:rsid w:val="00152003"/>
    <w:rsid w:val="00152F43"/>
    <w:rsid w:val="00153B12"/>
    <w:rsid w:val="001559A4"/>
    <w:rsid w:val="00155AC1"/>
    <w:rsid w:val="00157693"/>
    <w:rsid w:val="001617BE"/>
    <w:rsid w:val="00162F15"/>
    <w:rsid w:val="001651E5"/>
    <w:rsid w:val="00165B95"/>
    <w:rsid w:val="0016747D"/>
    <w:rsid w:val="0017194E"/>
    <w:rsid w:val="00173ACF"/>
    <w:rsid w:val="001741EA"/>
    <w:rsid w:val="00174238"/>
    <w:rsid w:val="00174EE4"/>
    <w:rsid w:val="00176EBD"/>
    <w:rsid w:val="001775F5"/>
    <w:rsid w:val="001806B1"/>
    <w:rsid w:val="0018149A"/>
    <w:rsid w:val="00182728"/>
    <w:rsid w:val="00183093"/>
    <w:rsid w:val="00186615"/>
    <w:rsid w:val="00187508"/>
    <w:rsid w:val="001877C1"/>
    <w:rsid w:val="00190496"/>
    <w:rsid w:val="0019099E"/>
    <w:rsid w:val="00190F06"/>
    <w:rsid w:val="00191A19"/>
    <w:rsid w:val="00194A1E"/>
    <w:rsid w:val="00194E23"/>
    <w:rsid w:val="0019628A"/>
    <w:rsid w:val="00197C6C"/>
    <w:rsid w:val="001A0F53"/>
    <w:rsid w:val="001A1B24"/>
    <w:rsid w:val="001A2E84"/>
    <w:rsid w:val="001A328F"/>
    <w:rsid w:val="001A423F"/>
    <w:rsid w:val="001A4660"/>
    <w:rsid w:val="001A7123"/>
    <w:rsid w:val="001B1563"/>
    <w:rsid w:val="001B2422"/>
    <w:rsid w:val="001B3CB5"/>
    <w:rsid w:val="001B6E84"/>
    <w:rsid w:val="001B7DB0"/>
    <w:rsid w:val="001C0687"/>
    <w:rsid w:val="001C0B82"/>
    <w:rsid w:val="001C2EEB"/>
    <w:rsid w:val="001D46EF"/>
    <w:rsid w:val="001D4F78"/>
    <w:rsid w:val="001D5761"/>
    <w:rsid w:val="001D68E9"/>
    <w:rsid w:val="001D7140"/>
    <w:rsid w:val="001E0CFF"/>
    <w:rsid w:val="001E0D23"/>
    <w:rsid w:val="001E0E88"/>
    <w:rsid w:val="001E1301"/>
    <w:rsid w:val="001E5AA6"/>
    <w:rsid w:val="001E6558"/>
    <w:rsid w:val="001E7CA5"/>
    <w:rsid w:val="001F1592"/>
    <w:rsid w:val="001F4BC9"/>
    <w:rsid w:val="001F5782"/>
    <w:rsid w:val="001F632C"/>
    <w:rsid w:val="001F7744"/>
    <w:rsid w:val="002001EE"/>
    <w:rsid w:val="00200834"/>
    <w:rsid w:val="00201EC7"/>
    <w:rsid w:val="00204278"/>
    <w:rsid w:val="00211E8F"/>
    <w:rsid w:val="00212722"/>
    <w:rsid w:val="00212891"/>
    <w:rsid w:val="00215024"/>
    <w:rsid w:val="00217296"/>
    <w:rsid w:val="00221E08"/>
    <w:rsid w:val="0022425B"/>
    <w:rsid w:val="00225B49"/>
    <w:rsid w:val="0022704F"/>
    <w:rsid w:val="00233D63"/>
    <w:rsid w:val="00233F14"/>
    <w:rsid w:val="0023659F"/>
    <w:rsid w:val="00237A89"/>
    <w:rsid w:val="00240698"/>
    <w:rsid w:val="00243417"/>
    <w:rsid w:val="002472CD"/>
    <w:rsid w:val="00247907"/>
    <w:rsid w:val="00247EEE"/>
    <w:rsid w:val="00250364"/>
    <w:rsid w:val="0025496D"/>
    <w:rsid w:val="00255447"/>
    <w:rsid w:val="00257BBA"/>
    <w:rsid w:val="00257E1E"/>
    <w:rsid w:val="00260123"/>
    <w:rsid w:val="00263274"/>
    <w:rsid w:val="0026423D"/>
    <w:rsid w:val="002644FD"/>
    <w:rsid w:val="002646B0"/>
    <w:rsid w:val="0027396D"/>
    <w:rsid w:val="00274BA2"/>
    <w:rsid w:val="00275BEF"/>
    <w:rsid w:val="0028021F"/>
    <w:rsid w:val="00285B98"/>
    <w:rsid w:val="002916D9"/>
    <w:rsid w:val="002917F8"/>
    <w:rsid w:val="00291B7B"/>
    <w:rsid w:val="00293831"/>
    <w:rsid w:val="00295576"/>
    <w:rsid w:val="00296103"/>
    <w:rsid w:val="00297EB8"/>
    <w:rsid w:val="002A0EC9"/>
    <w:rsid w:val="002A1579"/>
    <w:rsid w:val="002A3476"/>
    <w:rsid w:val="002A4049"/>
    <w:rsid w:val="002A49A7"/>
    <w:rsid w:val="002A571D"/>
    <w:rsid w:val="002A6B26"/>
    <w:rsid w:val="002B0300"/>
    <w:rsid w:val="002B206B"/>
    <w:rsid w:val="002B309B"/>
    <w:rsid w:val="002B3AF8"/>
    <w:rsid w:val="002B4447"/>
    <w:rsid w:val="002B5D41"/>
    <w:rsid w:val="002B5DD2"/>
    <w:rsid w:val="002B77BA"/>
    <w:rsid w:val="002C2584"/>
    <w:rsid w:val="002C2C78"/>
    <w:rsid w:val="002C4214"/>
    <w:rsid w:val="002C6C42"/>
    <w:rsid w:val="002C748E"/>
    <w:rsid w:val="002C75CB"/>
    <w:rsid w:val="002D16B3"/>
    <w:rsid w:val="002D17CB"/>
    <w:rsid w:val="002D1FCF"/>
    <w:rsid w:val="002D47DC"/>
    <w:rsid w:val="002D496F"/>
    <w:rsid w:val="002D52E7"/>
    <w:rsid w:val="002D7AF4"/>
    <w:rsid w:val="002E06BA"/>
    <w:rsid w:val="002E0876"/>
    <w:rsid w:val="002E0946"/>
    <w:rsid w:val="002E161D"/>
    <w:rsid w:val="002E35C3"/>
    <w:rsid w:val="002E3CED"/>
    <w:rsid w:val="002E615C"/>
    <w:rsid w:val="002E69DC"/>
    <w:rsid w:val="002F0297"/>
    <w:rsid w:val="002F2894"/>
    <w:rsid w:val="002F28A7"/>
    <w:rsid w:val="002F3724"/>
    <w:rsid w:val="002F5FEB"/>
    <w:rsid w:val="002F6627"/>
    <w:rsid w:val="002F6C8E"/>
    <w:rsid w:val="002F7376"/>
    <w:rsid w:val="002F7754"/>
    <w:rsid w:val="00300065"/>
    <w:rsid w:val="00300AB8"/>
    <w:rsid w:val="00301521"/>
    <w:rsid w:val="00301A01"/>
    <w:rsid w:val="003027E0"/>
    <w:rsid w:val="0030361E"/>
    <w:rsid w:val="003036A6"/>
    <w:rsid w:val="00306C05"/>
    <w:rsid w:val="00307ABE"/>
    <w:rsid w:val="00312766"/>
    <w:rsid w:val="003153A0"/>
    <w:rsid w:val="00316500"/>
    <w:rsid w:val="00316604"/>
    <w:rsid w:val="00316852"/>
    <w:rsid w:val="00323017"/>
    <w:rsid w:val="00324785"/>
    <w:rsid w:val="00324796"/>
    <w:rsid w:val="003277AE"/>
    <w:rsid w:val="00327C2B"/>
    <w:rsid w:val="00330C3E"/>
    <w:rsid w:val="0033148E"/>
    <w:rsid w:val="003340BE"/>
    <w:rsid w:val="00334A3D"/>
    <w:rsid w:val="00337954"/>
    <w:rsid w:val="00337BEE"/>
    <w:rsid w:val="00340488"/>
    <w:rsid w:val="00340B0E"/>
    <w:rsid w:val="00341EF1"/>
    <w:rsid w:val="00342E86"/>
    <w:rsid w:val="00343BB5"/>
    <w:rsid w:val="00344136"/>
    <w:rsid w:val="003444CF"/>
    <w:rsid w:val="00344846"/>
    <w:rsid w:val="00346894"/>
    <w:rsid w:val="0034690C"/>
    <w:rsid w:val="0034764C"/>
    <w:rsid w:val="00350263"/>
    <w:rsid w:val="00351524"/>
    <w:rsid w:val="003529A0"/>
    <w:rsid w:val="00352B57"/>
    <w:rsid w:val="003530A8"/>
    <w:rsid w:val="0035783D"/>
    <w:rsid w:val="00357D21"/>
    <w:rsid w:val="00360E76"/>
    <w:rsid w:val="00361747"/>
    <w:rsid w:val="003621D8"/>
    <w:rsid w:val="003630A5"/>
    <w:rsid w:val="0036508E"/>
    <w:rsid w:val="00366497"/>
    <w:rsid w:val="00370084"/>
    <w:rsid w:val="00374B69"/>
    <w:rsid w:val="003752AB"/>
    <w:rsid w:val="003757A0"/>
    <w:rsid w:val="00377BA7"/>
    <w:rsid w:val="00380B2C"/>
    <w:rsid w:val="00384273"/>
    <w:rsid w:val="003842D1"/>
    <w:rsid w:val="00385626"/>
    <w:rsid w:val="00385E7B"/>
    <w:rsid w:val="00386210"/>
    <w:rsid w:val="003867E8"/>
    <w:rsid w:val="003872DC"/>
    <w:rsid w:val="003872FF"/>
    <w:rsid w:val="00387863"/>
    <w:rsid w:val="00387E3E"/>
    <w:rsid w:val="00390F2A"/>
    <w:rsid w:val="00394AA1"/>
    <w:rsid w:val="00395673"/>
    <w:rsid w:val="00397AEB"/>
    <w:rsid w:val="003A2C49"/>
    <w:rsid w:val="003A354F"/>
    <w:rsid w:val="003A4275"/>
    <w:rsid w:val="003B0348"/>
    <w:rsid w:val="003B1FB2"/>
    <w:rsid w:val="003B2930"/>
    <w:rsid w:val="003B2C90"/>
    <w:rsid w:val="003B31D8"/>
    <w:rsid w:val="003B41FC"/>
    <w:rsid w:val="003B4E62"/>
    <w:rsid w:val="003B7E43"/>
    <w:rsid w:val="003C138E"/>
    <w:rsid w:val="003C1C24"/>
    <w:rsid w:val="003C1FE3"/>
    <w:rsid w:val="003C228C"/>
    <w:rsid w:val="003C49A0"/>
    <w:rsid w:val="003C67DB"/>
    <w:rsid w:val="003C67EF"/>
    <w:rsid w:val="003C6968"/>
    <w:rsid w:val="003C70E4"/>
    <w:rsid w:val="003C7547"/>
    <w:rsid w:val="003C7DD5"/>
    <w:rsid w:val="003D05FD"/>
    <w:rsid w:val="003D076A"/>
    <w:rsid w:val="003D0B6B"/>
    <w:rsid w:val="003D2742"/>
    <w:rsid w:val="003D3D79"/>
    <w:rsid w:val="003D4702"/>
    <w:rsid w:val="003D58DB"/>
    <w:rsid w:val="003D730B"/>
    <w:rsid w:val="003E02A2"/>
    <w:rsid w:val="003E0D73"/>
    <w:rsid w:val="003E180F"/>
    <w:rsid w:val="003E215B"/>
    <w:rsid w:val="003E4375"/>
    <w:rsid w:val="003E4BCB"/>
    <w:rsid w:val="003F10D3"/>
    <w:rsid w:val="003F2C9E"/>
    <w:rsid w:val="003F7874"/>
    <w:rsid w:val="00400396"/>
    <w:rsid w:val="00400A43"/>
    <w:rsid w:val="00402D48"/>
    <w:rsid w:val="00406B10"/>
    <w:rsid w:val="004075CA"/>
    <w:rsid w:val="00410A3C"/>
    <w:rsid w:val="00411AFE"/>
    <w:rsid w:val="00411BC0"/>
    <w:rsid w:val="00411DE0"/>
    <w:rsid w:val="00412AF0"/>
    <w:rsid w:val="00412E8B"/>
    <w:rsid w:val="00416871"/>
    <w:rsid w:val="00416872"/>
    <w:rsid w:val="00417063"/>
    <w:rsid w:val="0041796A"/>
    <w:rsid w:val="00420625"/>
    <w:rsid w:val="004232B8"/>
    <w:rsid w:val="004235BD"/>
    <w:rsid w:val="00423C54"/>
    <w:rsid w:val="00426DF7"/>
    <w:rsid w:val="0042738E"/>
    <w:rsid w:val="0042787A"/>
    <w:rsid w:val="0043260E"/>
    <w:rsid w:val="00435853"/>
    <w:rsid w:val="00435B3F"/>
    <w:rsid w:val="00435EFD"/>
    <w:rsid w:val="00437513"/>
    <w:rsid w:val="004424A6"/>
    <w:rsid w:val="00445B3D"/>
    <w:rsid w:val="00446A36"/>
    <w:rsid w:val="004502C7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570F"/>
    <w:rsid w:val="00466071"/>
    <w:rsid w:val="004703EA"/>
    <w:rsid w:val="004724CB"/>
    <w:rsid w:val="0047290D"/>
    <w:rsid w:val="00472ACA"/>
    <w:rsid w:val="00473A6D"/>
    <w:rsid w:val="00477BE4"/>
    <w:rsid w:val="0048129B"/>
    <w:rsid w:val="004828CF"/>
    <w:rsid w:val="004878B2"/>
    <w:rsid w:val="00487A2E"/>
    <w:rsid w:val="0049320C"/>
    <w:rsid w:val="0049418A"/>
    <w:rsid w:val="00495270"/>
    <w:rsid w:val="00495E4D"/>
    <w:rsid w:val="00496E73"/>
    <w:rsid w:val="0049721D"/>
    <w:rsid w:val="004A2AC1"/>
    <w:rsid w:val="004A3955"/>
    <w:rsid w:val="004A46EA"/>
    <w:rsid w:val="004A4D79"/>
    <w:rsid w:val="004A6141"/>
    <w:rsid w:val="004B0C7D"/>
    <w:rsid w:val="004B15C7"/>
    <w:rsid w:val="004B1772"/>
    <w:rsid w:val="004B2175"/>
    <w:rsid w:val="004B30F9"/>
    <w:rsid w:val="004B3254"/>
    <w:rsid w:val="004B4DA8"/>
    <w:rsid w:val="004B51E8"/>
    <w:rsid w:val="004B5B74"/>
    <w:rsid w:val="004B6039"/>
    <w:rsid w:val="004C0E0C"/>
    <w:rsid w:val="004C17F7"/>
    <w:rsid w:val="004C2D1C"/>
    <w:rsid w:val="004C430C"/>
    <w:rsid w:val="004C50B4"/>
    <w:rsid w:val="004C6258"/>
    <w:rsid w:val="004D428E"/>
    <w:rsid w:val="004D55C1"/>
    <w:rsid w:val="004D5A8B"/>
    <w:rsid w:val="004D799C"/>
    <w:rsid w:val="004E1FAA"/>
    <w:rsid w:val="004E2E04"/>
    <w:rsid w:val="004E2E78"/>
    <w:rsid w:val="004E46D4"/>
    <w:rsid w:val="004E62BA"/>
    <w:rsid w:val="004F0832"/>
    <w:rsid w:val="004F1BB9"/>
    <w:rsid w:val="004F1D5E"/>
    <w:rsid w:val="004F237B"/>
    <w:rsid w:val="004F309A"/>
    <w:rsid w:val="004F44D2"/>
    <w:rsid w:val="00501E3F"/>
    <w:rsid w:val="00503B03"/>
    <w:rsid w:val="00504BBC"/>
    <w:rsid w:val="005060F7"/>
    <w:rsid w:val="00507B71"/>
    <w:rsid w:val="00512148"/>
    <w:rsid w:val="005130EF"/>
    <w:rsid w:val="005132C9"/>
    <w:rsid w:val="005155FF"/>
    <w:rsid w:val="00517515"/>
    <w:rsid w:val="0052035E"/>
    <w:rsid w:val="00523B3E"/>
    <w:rsid w:val="00525074"/>
    <w:rsid w:val="0052540B"/>
    <w:rsid w:val="00526BA7"/>
    <w:rsid w:val="0053077B"/>
    <w:rsid w:val="005313F6"/>
    <w:rsid w:val="005315D6"/>
    <w:rsid w:val="00532AE3"/>
    <w:rsid w:val="00532C58"/>
    <w:rsid w:val="005330FF"/>
    <w:rsid w:val="00536AEF"/>
    <w:rsid w:val="00540579"/>
    <w:rsid w:val="005406DC"/>
    <w:rsid w:val="00540B13"/>
    <w:rsid w:val="00543C81"/>
    <w:rsid w:val="005464B9"/>
    <w:rsid w:val="00550F4D"/>
    <w:rsid w:val="00551308"/>
    <w:rsid w:val="00551601"/>
    <w:rsid w:val="005520BA"/>
    <w:rsid w:val="00552810"/>
    <w:rsid w:val="00552880"/>
    <w:rsid w:val="0055398F"/>
    <w:rsid w:val="005569E3"/>
    <w:rsid w:val="00556AD6"/>
    <w:rsid w:val="00556FC5"/>
    <w:rsid w:val="00557421"/>
    <w:rsid w:val="00560589"/>
    <w:rsid w:val="005607AE"/>
    <w:rsid w:val="00560D2E"/>
    <w:rsid w:val="005616DD"/>
    <w:rsid w:val="0056262E"/>
    <w:rsid w:val="00562751"/>
    <w:rsid w:val="00562EE7"/>
    <w:rsid w:val="00566862"/>
    <w:rsid w:val="00566AEF"/>
    <w:rsid w:val="00566D7A"/>
    <w:rsid w:val="00567E8B"/>
    <w:rsid w:val="0057054E"/>
    <w:rsid w:val="00570895"/>
    <w:rsid w:val="005726E5"/>
    <w:rsid w:val="0057369D"/>
    <w:rsid w:val="005736AC"/>
    <w:rsid w:val="00573BCF"/>
    <w:rsid w:val="00573E56"/>
    <w:rsid w:val="00573E6D"/>
    <w:rsid w:val="00580925"/>
    <w:rsid w:val="00581B13"/>
    <w:rsid w:val="00582552"/>
    <w:rsid w:val="00583041"/>
    <w:rsid w:val="005833A5"/>
    <w:rsid w:val="0058669B"/>
    <w:rsid w:val="0058782E"/>
    <w:rsid w:val="005926DD"/>
    <w:rsid w:val="005945CF"/>
    <w:rsid w:val="00594A5E"/>
    <w:rsid w:val="00594C5F"/>
    <w:rsid w:val="005965A6"/>
    <w:rsid w:val="00596C10"/>
    <w:rsid w:val="00597BE7"/>
    <w:rsid w:val="00597EB2"/>
    <w:rsid w:val="005A0405"/>
    <w:rsid w:val="005A1800"/>
    <w:rsid w:val="005A2265"/>
    <w:rsid w:val="005A46B0"/>
    <w:rsid w:val="005A5186"/>
    <w:rsid w:val="005A646C"/>
    <w:rsid w:val="005A664C"/>
    <w:rsid w:val="005A70FF"/>
    <w:rsid w:val="005A7478"/>
    <w:rsid w:val="005B21D0"/>
    <w:rsid w:val="005B2DE1"/>
    <w:rsid w:val="005B40B3"/>
    <w:rsid w:val="005B4B48"/>
    <w:rsid w:val="005B7D99"/>
    <w:rsid w:val="005C16B8"/>
    <w:rsid w:val="005C51DD"/>
    <w:rsid w:val="005C6BDF"/>
    <w:rsid w:val="005C7196"/>
    <w:rsid w:val="005C73B7"/>
    <w:rsid w:val="005D0B0D"/>
    <w:rsid w:val="005D2174"/>
    <w:rsid w:val="005D4A14"/>
    <w:rsid w:val="005D52C0"/>
    <w:rsid w:val="005D56BC"/>
    <w:rsid w:val="005D573A"/>
    <w:rsid w:val="005E0E25"/>
    <w:rsid w:val="005E55D1"/>
    <w:rsid w:val="005E7967"/>
    <w:rsid w:val="005F10E2"/>
    <w:rsid w:val="005F1C74"/>
    <w:rsid w:val="005F3A2E"/>
    <w:rsid w:val="005F7329"/>
    <w:rsid w:val="00601012"/>
    <w:rsid w:val="006020A7"/>
    <w:rsid w:val="00604CE6"/>
    <w:rsid w:val="006056BD"/>
    <w:rsid w:val="00605FE5"/>
    <w:rsid w:val="00606D92"/>
    <w:rsid w:val="00607DA6"/>
    <w:rsid w:val="006116B0"/>
    <w:rsid w:val="00612250"/>
    <w:rsid w:val="006129BD"/>
    <w:rsid w:val="00612B46"/>
    <w:rsid w:val="00614A3D"/>
    <w:rsid w:val="00617883"/>
    <w:rsid w:val="006205CF"/>
    <w:rsid w:val="00622A9D"/>
    <w:rsid w:val="00623046"/>
    <w:rsid w:val="0062363A"/>
    <w:rsid w:val="00624CA7"/>
    <w:rsid w:val="006255F2"/>
    <w:rsid w:val="006256B6"/>
    <w:rsid w:val="006257F6"/>
    <w:rsid w:val="00625A07"/>
    <w:rsid w:val="00627188"/>
    <w:rsid w:val="006305D9"/>
    <w:rsid w:val="006306DE"/>
    <w:rsid w:val="00631139"/>
    <w:rsid w:val="006326DF"/>
    <w:rsid w:val="006335E0"/>
    <w:rsid w:val="00634A80"/>
    <w:rsid w:val="006350DE"/>
    <w:rsid w:val="0063585E"/>
    <w:rsid w:val="006366E0"/>
    <w:rsid w:val="00641960"/>
    <w:rsid w:val="00642707"/>
    <w:rsid w:val="00643B10"/>
    <w:rsid w:val="006457B3"/>
    <w:rsid w:val="00646FFC"/>
    <w:rsid w:val="00647F7B"/>
    <w:rsid w:val="0065049F"/>
    <w:rsid w:val="00651408"/>
    <w:rsid w:val="00651B7D"/>
    <w:rsid w:val="00653841"/>
    <w:rsid w:val="0065445F"/>
    <w:rsid w:val="00654CFE"/>
    <w:rsid w:val="006554F8"/>
    <w:rsid w:val="006568F2"/>
    <w:rsid w:val="00661335"/>
    <w:rsid w:val="00665F18"/>
    <w:rsid w:val="0066782A"/>
    <w:rsid w:val="00667D91"/>
    <w:rsid w:val="00667DE5"/>
    <w:rsid w:val="006816DC"/>
    <w:rsid w:val="00685A5A"/>
    <w:rsid w:val="0068729C"/>
    <w:rsid w:val="00687ADB"/>
    <w:rsid w:val="006903CC"/>
    <w:rsid w:val="00696E12"/>
    <w:rsid w:val="0069784E"/>
    <w:rsid w:val="006A01E0"/>
    <w:rsid w:val="006A0942"/>
    <w:rsid w:val="006A0A05"/>
    <w:rsid w:val="006A16F1"/>
    <w:rsid w:val="006A1973"/>
    <w:rsid w:val="006A1A9D"/>
    <w:rsid w:val="006A5641"/>
    <w:rsid w:val="006A60FF"/>
    <w:rsid w:val="006A7753"/>
    <w:rsid w:val="006B164A"/>
    <w:rsid w:val="006B1E9F"/>
    <w:rsid w:val="006B2215"/>
    <w:rsid w:val="006B26CA"/>
    <w:rsid w:val="006B28A9"/>
    <w:rsid w:val="006B568A"/>
    <w:rsid w:val="006B59A3"/>
    <w:rsid w:val="006B678B"/>
    <w:rsid w:val="006B6A22"/>
    <w:rsid w:val="006C36C4"/>
    <w:rsid w:val="006C78FF"/>
    <w:rsid w:val="006D2102"/>
    <w:rsid w:val="006D2CB7"/>
    <w:rsid w:val="006D3026"/>
    <w:rsid w:val="006D3D4B"/>
    <w:rsid w:val="006D5221"/>
    <w:rsid w:val="006D5B6E"/>
    <w:rsid w:val="006D6416"/>
    <w:rsid w:val="006E01DA"/>
    <w:rsid w:val="006E0DF7"/>
    <w:rsid w:val="006E1FBE"/>
    <w:rsid w:val="006E2176"/>
    <w:rsid w:val="006E3DAF"/>
    <w:rsid w:val="006E57F4"/>
    <w:rsid w:val="006E587E"/>
    <w:rsid w:val="006E7C43"/>
    <w:rsid w:val="006F0358"/>
    <w:rsid w:val="006F1822"/>
    <w:rsid w:val="006F1CA2"/>
    <w:rsid w:val="006F225E"/>
    <w:rsid w:val="006F27AD"/>
    <w:rsid w:val="006F2864"/>
    <w:rsid w:val="006F64D5"/>
    <w:rsid w:val="006F7A69"/>
    <w:rsid w:val="00701110"/>
    <w:rsid w:val="00701D8C"/>
    <w:rsid w:val="0070248E"/>
    <w:rsid w:val="00703578"/>
    <w:rsid w:val="0070552D"/>
    <w:rsid w:val="00705A5F"/>
    <w:rsid w:val="00707144"/>
    <w:rsid w:val="00710CA0"/>
    <w:rsid w:val="00711E68"/>
    <w:rsid w:val="00713F36"/>
    <w:rsid w:val="007159DD"/>
    <w:rsid w:val="00716A60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4401D"/>
    <w:rsid w:val="00750128"/>
    <w:rsid w:val="00753287"/>
    <w:rsid w:val="00753AD2"/>
    <w:rsid w:val="00755514"/>
    <w:rsid w:val="007600E3"/>
    <w:rsid w:val="007606BB"/>
    <w:rsid w:val="00761B3E"/>
    <w:rsid w:val="00763C84"/>
    <w:rsid w:val="007702A5"/>
    <w:rsid w:val="00772033"/>
    <w:rsid w:val="007721CE"/>
    <w:rsid w:val="00774505"/>
    <w:rsid w:val="007756DD"/>
    <w:rsid w:val="007759A9"/>
    <w:rsid w:val="00775E05"/>
    <w:rsid w:val="00775F85"/>
    <w:rsid w:val="007762DB"/>
    <w:rsid w:val="007800D1"/>
    <w:rsid w:val="00780283"/>
    <w:rsid w:val="00785FD9"/>
    <w:rsid w:val="0078639A"/>
    <w:rsid w:val="007938A5"/>
    <w:rsid w:val="007950C2"/>
    <w:rsid w:val="00795D89"/>
    <w:rsid w:val="00796E4E"/>
    <w:rsid w:val="0079738B"/>
    <w:rsid w:val="007A23AB"/>
    <w:rsid w:val="007A3E15"/>
    <w:rsid w:val="007B38B6"/>
    <w:rsid w:val="007B7905"/>
    <w:rsid w:val="007C2203"/>
    <w:rsid w:val="007C2A19"/>
    <w:rsid w:val="007C52E2"/>
    <w:rsid w:val="007D17C5"/>
    <w:rsid w:val="007D710D"/>
    <w:rsid w:val="007D784E"/>
    <w:rsid w:val="007E39FD"/>
    <w:rsid w:val="007E3E2E"/>
    <w:rsid w:val="007E47BB"/>
    <w:rsid w:val="007E4D5C"/>
    <w:rsid w:val="007E5C6B"/>
    <w:rsid w:val="007F12A1"/>
    <w:rsid w:val="007F15D7"/>
    <w:rsid w:val="007F1C89"/>
    <w:rsid w:val="007F1D4F"/>
    <w:rsid w:val="007F4768"/>
    <w:rsid w:val="007F51DC"/>
    <w:rsid w:val="007F66C6"/>
    <w:rsid w:val="007F7F00"/>
    <w:rsid w:val="00806C02"/>
    <w:rsid w:val="008079CB"/>
    <w:rsid w:val="008101D3"/>
    <w:rsid w:val="008105A8"/>
    <w:rsid w:val="008107DB"/>
    <w:rsid w:val="00810F5A"/>
    <w:rsid w:val="00813537"/>
    <w:rsid w:val="00814D37"/>
    <w:rsid w:val="00815E99"/>
    <w:rsid w:val="008203BB"/>
    <w:rsid w:val="00820A15"/>
    <w:rsid w:val="008213FE"/>
    <w:rsid w:val="00821455"/>
    <w:rsid w:val="00822227"/>
    <w:rsid w:val="00822564"/>
    <w:rsid w:val="008231DF"/>
    <w:rsid w:val="00824450"/>
    <w:rsid w:val="0082470E"/>
    <w:rsid w:val="008326BD"/>
    <w:rsid w:val="00833BB6"/>
    <w:rsid w:val="00834F3A"/>
    <w:rsid w:val="00841654"/>
    <w:rsid w:val="008429A0"/>
    <w:rsid w:val="00842BEE"/>
    <w:rsid w:val="00844368"/>
    <w:rsid w:val="008501EF"/>
    <w:rsid w:val="00852798"/>
    <w:rsid w:val="0085586C"/>
    <w:rsid w:val="00855D3E"/>
    <w:rsid w:val="00856886"/>
    <w:rsid w:val="00856C57"/>
    <w:rsid w:val="00857E9F"/>
    <w:rsid w:val="008601B8"/>
    <w:rsid w:val="00860B08"/>
    <w:rsid w:val="00862853"/>
    <w:rsid w:val="00862A27"/>
    <w:rsid w:val="00863C1F"/>
    <w:rsid w:val="008640BA"/>
    <w:rsid w:val="008641F4"/>
    <w:rsid w:val="008718CC"/>
    <w:rsid w:val="0087499A"/>
    <w:rsid w:val="008760D6"/>
    <w:rsid w:val="008774D3"/>
    <w:rsid w:val="0088050E"/>
    <w:rsid w:val="00880870"/>
    <w:rsid w:val="00881938"/>
    <w:rsid w:val="008830DF"/>
    <w:rsid w:val="00884D5B"/>
    <w:rsid w:val="008863EA"/>
    <w:rsid w:val="0088709E"/>
    <w:rsid w:val="0089299B"/>
    <w:rsid w:val="008936B9"/>
    <w:rsid w:val="00895989"/>
    <w:rsid w:val="008A01CF"/>
    <w:rsid w:val="008A267C"/>
    <w:rsid w:val="008A268E"/>
    <w:rsid w:val="008A2959"/>
    <w:rsid w:val="008A2EB4"/>
    <w:rsid w:val="008A3A7F"/>
    <w:rsid w:val="008A3AA7"/>
    <w:rsid w:val="008A48B8"/>
    <w:rsid w:val="008A63DF"/>
    <w:rsid w:val="008A7EE0"/>
    <w:rsid w:val="008B06A6"/>
    <w:rsid w:val="008B3EB6"/>
    <w:rsid w:val="008B3EED"/>
    <w:rsid w:val="008B4FBB"/>
    <w:rsid w:val="008B5005"/>
    <w:rsid w:val="008B632A"/>
    <w:rsid w:val="008C0A14"/>
    <w:rsid w:val="008C1126"/>
    <w:rsid w:val="008C1234"/>
    <w:rsid w:val="008C3014"/>
    <w:rsid w:val="008C532F"/>
    <w:rsid w:val="008C5639"/>
    <w:rsid w:val="008C5B5E"/>
    <w:rsid w:val="008C764A"/>
    <w:rsid w:val="008C7AA0"/>
    <w:rsid w:val="008D059C"/>
    <w:rsid w:val="008D1709"/>
    <w:rsid w:val="008D20C5"/>
    <w:rsid w:val="008D217D"/>
    <w:rsid w:val="008D28CD"/>
    <w:rsid w:val="008D3767"/>
    <w:rsid w:val="008D3BFC"/>
    <w:rsid w:val="008D5405"/>
    <w:rsid w:val="008D54D9"/>
    <w:rsid w:val="008D5A07"/>
    <w:rsid w:val="008D671A"/>
    <w:rsid w:val="008D6F8B"/>
    <w:rsid w:val="008E192D"/>
    <w:rsid w:val="008E6181"/>
    <w:rsid w:val="008E77EF"/>
    <w:rsid w:val="008E7A67"/>
    <w:rsid w:val="008F6B78"/>
    <w:rsid w:val="008F75EB"/>
    <w:rsid w:val="009002FB"/>
    <w:rsid w:val="00900BA6"/>
    <w:rsid w:val="009028AF"/>
    <w:rsid w:val="00905121"/>
    <w:rsid w:val="009055AE"/>
    <w:rsid w:val="00905C5A"/>
    <w:rsid w:val="00905EDC"/>
    <w:rsid w:val="009074D9"/>
    <w:rsid w:val="009075E6"/>
    <w:rsid w:val="0090794C"/>
    <w:rsid w:val="00910657"/>
    <w:rsid w:val="009118E4"/>
    <w:rsid w:val="00913C21"/>
    <w:rsid w:val="0091639C"/>
    <w:rsid w:val="0091683D"/>
    <w:rsid w:val="0092015A"/>
    <w:rsid w:val="00920F1E"/>
    <w:rsid w:val="00921716"/>
    <w:rsid w:val="009227B2"/>
    <w:rsid w:val="00923568"/>
    <w:rsid w:val="00924339"/>
    <w:rsid w:val="00924DE2"/>
    <w:rsid w:val="00924E59"/>
    <w:rsid w:val="009277D4"/>
    <w:rsid w:val="009304B4"/>
    <w:rsid w:val="00930E8F"/>
    <w:rsid w:val="009310E1"/>
    <w:rsid w:val="0093150D"/>
    <w:rsid w:val="009316A3"/>
    <w:rsid w:val="00934BF6"/>
    <w:rsid w:val="00941C7F"/>
    <w:rsid w:val="009426F5"/>
    <w:rsid w:val="00946969"/>
    <w:rsid w:val="00947182"/>
    <w:rsid w:val="00947D44"/>
    <w:rsid w:val="009511AE"/>
    <w:rsid w:val="0095231E"/>
    <w:rsid w:val="00952E3C"/>
    <w:rsid w:val="00953493"/>
    <w:rsid w:val="00955913"/>
    <w:rsid w:val="00956033"/>
    <w:rsid w:val="009567D2"/>
    <w:rsid w:val="00957249"/>
    <w:rsid w:val="009604EA"/>
    <w:rsid w:val="0096110F"/>
    <w:rsid w:val="00961A07"/>
    <w:rsid w:val="0096286A"/>
    <w:rsid w:val="009636CD"/>
    <w:rsid w:val="009637DE"/>
    <w:rsid w:val="00963E18"/>
    <w:rsid w:val="00964AD0"/>
    <w:rsid w:val="0096747D"/>
    <w:rsid w:val="009710CD"/>
    <w:rsid w:val="00971292"/>
    <w:rsid w:val="0097492B"/>
    <w:rsid w:val="00975613"/>
    <w:rsid w:val="00977025"/>
    <w:rsid w:val="009773E9"/>
    <w:rsid w:val="0097752C"/>
    <w:rsid w:val="00977F4E"/>
    <w:rsid w:val="009812F7"/>
    <w:rsid w:val="00981DFF"/>
    <w:rsid w:val="00985D0C"/>
    <w:rsid w:val="009866DC"/>
    <w:rsid w:val="00990025"/>
    <w:rsid w:val="00990F81"/>
    <w:rsid w:val="00991189"/>
    <w:rsid w:val="00991F85"/>
    <w:rsid w:val="00994D31"/>
    <w:rsid w:val="00995A60"/>
    <w:rsid w:val="0099773A"/>
    <w:rsid w:val="009A0636"/>
    <w:rsid w:val="009A06F0"/>
    <w:rsid w:val="009A0893"/>
    <w:rsid w:val="009A46E1"/>
    <w:rsid w:val="009A58E7"/>
    <w:rsid w:val="009A7FE7"/>
    <w:rsid w:val="009B0B5D"/>
    <w:rsid w:val="009B12F4"/>
    <w:rsid w:val="009B29A1"/>
    <w:rsid w:val="009B4D80"/>
    <w:rsid w:val="009B5245"/>
    <w:rsid w:val="009B5701"/>
    <w:rsid w:val="009B5C31"/>
    <w:rsid w:val="009B6E44"/>
    <w:rsid w:val="009C1D7A"/>
    <w:rsid w:val="009C2EF9"/>
    <w:rsid w:val="009C55B4"/>
    <w:rsid w:val="009D131B"/>
    <w:rsid w:val="009D28BF"/>
    <w:rsid w:val="009D2B1A"/>
    <w:rsid w:val="009D4E51"/>
    <w:rsid w:val="009D4F4E"/>
    <w:rsid w:val="009D53BE"/>
    <w:rsid w:val="009D5423"/>
    <w:rsid w:val="009D5DBE"/>
    <w:rsid w:val="009E0B8F"/>
    <w:rsid w:val="009E25B1"/>
    <w:rsid w:val="009E621A"/>
    <w:rsid w:val="009E64E9"/>
    <w:rsid w:val="009E697E"/>
    <w:rsid w:val="009F113A"/>
    <w:rsid w:val="009F2463"/>
    <w:rsid w:val="009F26B0"/>
    <w:rsid w:val="009F30F0"/>
    <w:rsid w:val="009F3165"/>
    <w:rsid w:val="009F38FC"/>
    <w:rsid w:val="009F52A3"/>
    <w:rsid w:val="009F65C6"/>
    <w:rsid w:val="00A00387"/>
    <w:rsid w:val="00A00E06"/>
    <w:rsid w:val="00A02679"/>
    <w:rsid w:val="00A02E06"/>
    <w:rsid w:val="00A04121"/>
    <w:rsid w:val="00A05797"/>
    <w:rsid w:val="00A057D5"/>
    <w:rsid w:val="00A05E13"/>
    <w:rsid w:val="00A07454"/>
    <w:rsid w:val="00A07848"/>
    <w:rsid w:val="00A11279"/>
    <w:rsid w:val="00A117FC"/>
    <w:rsid w:val="00A11B63"/>
    <w:rsid w:val="00A12849"/>
    <w:rsid w:val="00A12B61"/>
    <w:rsid w:val="00A14235"/>
    <w:rsid w:val="00A15E8D"/>
    <w:rsid w:val="00A16E69"/>
    <w:rsid w:val="00A17EC0"/>
    <w:rsid w:val="00A21D18"/>
    <w:rsid w:val="00A23E1C"/>
    <w:rsid w:val="00A23F1E"/>
    <w:rsid w:val="00A24099"/>
    <w:rsid w:val="00A25880"/>
    <w:rsid w:val="00A30A69"/>
    <w:rsid w:val="00A30AA4"/>
    <w:rsid w:val="00A30C6F"/>
    <w:rsid w:val="00A3321A"/>
    <w:rsid w:val="00A33935"/>
    <w:rsid w:val="00A3739C"/>
    <w:rsid w:val="00A4008A"/>
    <w:rsid w:val="00A40202"/>
    <w:rsid w:val="00A41307"/>
    <w:rsid w:val="00A41580"/>
    <w:rsid w:val="00A429B1"/>
    <w:rsid w:val="00A435B4"/>
    <w:rsid w:val="00A51533"/>
    <w:rsid w:val="00A539C2"/>
    <w:rsid w:val="00A554BD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73F3D"/>
    <w:rsid w:val="00A74145"/>
    <w:rsid w:val="00A74629"/>
    <w:rsid w:val="00A75723"/>
    <w:rsid w:val="00A76465"/>
    <w:rsid w:val="00A76841"/>
    <w:rsid w:val="00A774BE"/>
    <w:rsid w:val="00A834CB"/>
    <w:rsid w:val="00A8385F"/>
    <w:rsid w:val="00A838EF"/>
    <w:rsid w:val="00A85803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8D3"/>
    <w:rsid w:val="00AA3DD6"/>
    <w:rsid w:val="00AA4BFD"/>
    <w:rsid w:val="00AB10FE"/>
    <w:rsid w:val="00AB17B5"/>
    <w:rsid w:val="00AB2006"/>
    <w:rsid w:val="00AB23BF"/>
    <w:rsid w:val="00AB3234"/>
    <w:rsid w:val="00AB6AA9"/>
    <w:rsid w:val="00AB6F71"/>
    <w:rsid w:val="00AC23F6"/>
    <w:rsid w:val="00AC4E8F"/>
    <w:rsid w:val="00AC5083"/>
    <w:rsid w:val="00AC5734"/>
    <w:rsid w:val="00AC5866"/>
    <w:rsid w:val="00AD1295"/>
    <w:rsid w:val="00AD2C19"/>
    <w:rsid w:val="00AD4785"/>
    <w:rsid w:val="00AD62E4"/>
    <w:rsid w:val="00AE0448"/>
    <w:rsid w:val="00AE0753"/>
    <w:rsid w:val="00AE25E1"/>
    <w:rsid w:val="00AE2762"/>
    <w:rsid w:val="00AE4580"/>
    <w:rsid w:val="00AE5767"/>
    <w:rsid w:val="00AE5973"/>
    <w:rsid w:val="00AF2129"/>
    <w:rsid w:val="00AF2425"/>
    <w:rsid w:val="00AF31C2"/>
    <w:rsid w:val="00AF3611"/>
    <w:rsid w:val="00AF407E"/>
    <w:rsid w:val="00AF7C9F"/>
    <w:rsid w:val="00B014D0"/>
    <w:rsid w:val="00B02793"/>
    <w:rsid w:val="00B04D7F"/>
    <w:rsid w:val="00B05901"/>
    <w:rsid w:val="00B0703E"/>
    <w:rsid w:val="00B07F24"/>
    <w:rsid w:val="00B100F3"/>
    <w:rsid w:val="00B10AE1"/>
    <w:rsid w:val="00B10F70"/>
    <w:rsid w:val="00B12F34"/>
    <w:rsid w:val="00B14E4A"/>
    <w:rsid w:val="00B14F81"/>
    <w:rsid w:val="00B179C2"/>
    <w:rsid w:val="00B20299"/>
    <w:rsid w:val="00B207BD"/>
    <w:rsid w:val="00B210CF"/>
    <w:rsid w:val="00B2314E"/>
    <w:rsid w:val="00B253A3"/>
    <w:rsid w:val="00B27904"/>
    <w:rsid w:val="00B36766"/>
    <w:rsid w:val="00B374E2"/>
    <w:rsid w:val="00B376F9"/>
    <w:rsid w:val="00B409D0"/>
    <w:rsid w:val="00B418FC"/>
    <w:rsid w:val="00B420EC"/>
    <w:rsid w:val="00B424BF"/>
    <w:rsid w:val="00B42897"/>
    <w:rsid w:val="00B4290F"/>
    <w:rsid w:val="00B44A29"/>
    <w:rsid w:val="00B44B9F"/>
    <w:rsid w:val="00B45812"/>
    <w:rsid w:val="00B458BF"/>
    <w:rsid w:val="00B50575"/>
    <w:rsid w:val="00B51F3E"/>
    <w:rsid w:val="00B524BB"/>
    <w:rsid w:val="00B53647"/>
    <w:rsid w:val="00B54C52"/>
    <w:rsid w:val="00B56F79"/>
    <w:rsid w:val="00B57233"/>
    <w:rsid w:val="00B613ED"/>
    <w:rsid w:val="00B64177"/>
    <w:rsid w:val="00B641CE"/>
    <w:rsid w:val="00B6495C"/>
    <w:rsid w:val="00B649A5"/>
    <w:rsid w:val="00B66E9E"/>
    <w:rsid w:val="00B67A50"/>
    <w:rsid w:val="00B67C3F"/>
    <w:rsid w:val="00B71F2E"/>
    <w:rsid w:val="00B735C9"/>
    <w:rsid w:val="00B74796"/>
    <w:rsid w:val="00B76C57"/>
    <w:rsid w:val="00B77988"/>
    <w:rsid w:val="00B80E0C"/>
    <w:rsid w:val="00B81C8D"/>
    <w:rsid w:val="00B86AF2"/>
    <w:rsid w:val="00B879DA"/>
    <w:rsid w:val="00B87BA1"/>
    <w:rsid w:val="00B9118D"/>
    <w:rsid w:val="00B93603"/>
    <w:rsid w:val="00B954D0"/>
    <w:rsid w:val="00B96030"/>
    <w:rsid w:val="00B97693"/>
    <w:rsid w:val="00BA02CF"/>
    <w:rsid w:val="00BA03D1"/>
    <w:rsid w:val="00BA1A77"/>
    <w:rsid w:val="00BA1BC6"/>
    <w:rsid w:val="00BA23B6"/>
    <w:rsid w:val="00BA280D"/>
    <w:rsid w:val="00BA4955"/>
    <w:rsid w:val="00BA7C49"/>
    <w:rsid w:val="00BB1517"/>
    <w:rsid w:val="00BB26DD"/>
    <w:rsid w:val="00BB398B"/>
    <w:rsid w:val="00BB41D7"/>
    <w:rsid w:val="00BB607D"/>
    <w:rsid w:val="00BB6731"/>
    <w:rsid w:val="00BB68E3"/>
    <w:rsid w:val="00BC238D"/>
    <w:rsid w:val="00BC2F5C"/>
    <w:rsid w:val="00BC56E8"/>
    <w:rsid w:val="00BC7539"/>
    <w:rsid w:val="00BC796A"/>
    <w:rsid w:val="00BD04EC"/>
    <w:rsid w:val="00BD0DA0"/>
    <w:rsid w:val="00BD1B91"/>
    <w:rsid w:val="00BD3536"/>
    <w:rsid w:val="00BD3FCF"/>
    <w:rsid w:val="00BD5265"/>
    <w:rsid w:val="00BD7207"/>
    <w:rsid w:val="00BE0A22"/>
    <w:rsid w:val="00BE2963"/>
    <w:rsid w:val="00BE6F39"/>
    <w:rsid w:val="00BF0137"/>
    <w:rsid w:val="00BF3335"/>
    <w:rsid w:val="00BF35F3"/>
    <w:rsid w:val="00BF3D09"/>
    <w:rsid w:val="00BF470A"/>
    <w:rsid w:val="00BF505E"/>
    <w:rsid w:val="00BF5D18"/>
    <w:rsid w:val="00BF6AF6"/>
    <w:rsid w:val="00BF7CDD"/>
    <w:rsid w:val="00C00B7F"/>
    <w:rsid w:val="00C018D0"/>
    <w:rsid w:val="00C03DDA"/>
    <w:rsid w:val="00C050A4"/>
    <w:rsid w:val="00C06675"/>
    <w:rsid w:val="00C06F77"/>
    <w:rsid w:val="00C1008F"/>
    <w:rsid w:val="00C10FAF"/>
    <w:rsid w:val="00C11BF7"/>
    <w:rsid w:val="00C11E2C"/>
    <w:rsid w:val="00C13A92"/>
    <w:rsid w:val="00C155D6"/>
    <w:rsid w:val="00C155F1"/>
    <w:rsid w:val="00C1675A"/>
    <w:rsid w:val="00C1683D"/>
    <w:rsid w:val="00C16B42"/>
    <w:rsid w:val="00C223DF"/>
    <w:rsid w:val="00C226DB"/>
    <w:rsid w:val="00C22DCD"/>
    <w:rsid w:val="00C255C3"/>
    <w:rsid w:val="00C26DC2"/>
    <w:rsid w:val="00C2762B"/>
    <w:rsid w:val="00C27F76"/>
    <w:rsid w:val="00C30AF5"/>
    <w:rsid w:val="00C30BD5"/>
    <w:rsid w:val="00C30EED"/>
    <w:rsid w:val="00C31AFB"/>
    <w:rsid w:val="00C31D46"/>
    <w:rsid w:val="00C32B67"/>
    <w:rsid w:val="00C3333B"/>
    <w:rsid w:val="00C34576"/>
    <w:rsid w:val="00C34A44"/>
    <w:rsid w:val="00C352CF"/>
    <w:rsid w:val="00C35E4D"/>
    <w:rsid w:val="00C36511"/>
    <w:rsid w:val="00C36894"/>
    <w:rsid w:val="00C4575C"/>
    <w:rsid w:val="00C46751"/>
    <w:rsid w:val="00C478D5"/>
    <w:rsid w:val="00C524AB"/>
    <w:rsid w:val="00C53665"/>
    <w:rsid w:val="00C5394D"/>
    <w:rsid w:val="00C549B1"/>
    <w:rsid w:val="00C54D3E"/>
    <w:rsid w:val="00C54EFF"/>
    <w:rsid w:val="00C5754E"/>
    <w:rsid w:val="00C603D4"/>
    <w:rsid w:val="00C61F97"/>
    <w:rsid w:val="00C649FA"/>
    <w:rsid w:val="00C65932"/>
    <w:rsid w:val="00C66A52"/>
    <w:rsid w:val="00C70FCB"/>
    <w:rsid w:val="00C716F9"/>
    <w:rsid w:val="00C7485A"/>
    <w:rsid w:val="00C755C9"/>
    <w:rsid w:val="00C75D35"/>
    <w:rsid w:val="00C76C31"/>
    <w:rsid w:val="00C76DB5"/>
    <w:rsid w:val="00C76E21"/>
    <w:rsid w:val="00C8028C"/>
    <w:rsid w:val="00C8233E"/>
    <w:rsid w:val="00C8354F"/>
    <w:rsid w:val="00C8470F"/>
    <w:rsid w:val="00C8534C"/>
    <w:rsid w:val="00C8747F"/>
    <w:rsid w:val="00C95866"/>
    <w:rsid w:val="00C96545"/>
    <w:rsid w:val="00C96997"/>
    <w:rsid w:val="00CA0903"/>
    <w:rsid w:val="00CA0CDA"/>
    <w:rsid w:val="00CA217F"/>
    <w:rsid w:val="00CA45DF"/>
    <w:rsid w:val="00CA663E"/>
    <w:rsid w:val="00CA7597"/>
    <w:rsid w:val="00CB024B"/>
    <w:rsid w:val="00CB097E"/>
    <w:rsid w:val="00CB1784"/>
    <w:rsid w:val="00CB1B04"/>
    <w:rsid w:val="00CB1FD9"/>
    <w:rsid w:val="00CB2631"/>
    <w:rsid w:val="00CB2E81"/>
    <w:rsid w:val="00CB412A"/>
    <w:rsid w:val="00CB4774"/>
    <w:rsid w:val="00CB7799"/>
    <w:rsid w:val="00CB793F"/>
    <w:rsid w:val="00CC0979"/>
    <w:rsid w:val="00CC1768"/>
    <w:rsid w:val="00CC2010"/>
    <w:rsid w:val="00CC4FCD"/>
    <w:rsid w:val="00CC65E2"/>
    <w:rsid w:val="00CD3F94"/>
    <w:rsid w:val="00CD4C52"/>
    <w:rsid w:val="00CD5139"/>
    <w:rsid w:val="00CD794C"/>
    <w:rsid w:val="00CE1815"/>
    <w:rsid w:val="00CE1C40"/>
    <w:rsid w:val="00CE4915"/>
    <w:rsid w:val="00CE56E7"/>
    <w:rsid w:val="00CE68A8"/>
    <w:rsid w:val="00CE6CAA"/>
    <w:rsid w:val="00CE710C"/>
    <w:rsid w:val="00CE73E7"/>
    <w:rsid w:val="00CE7CA3"/>
    <w:rsid w:val="00CF2464"/>
    <w:rsid w:val="00CF54CB"/>
    <w:rsid w:val="00CF59D5"/>
    <w:rsid w:val="00CF70F4"/>
    <w:rsid w:val="00D0179A"/>
    <w:rsid w:val="00D043C5"/>
    <w:rsid w:val="00D0495A"/>
    <w:rsid w:val="00D06285"/>
    <w:rsid w:val="00D109DE"/>
    <w:rsid w:val="00D11A59"/>
    <w:rsid w:val="00D12144"/>
    <w:rsid w:val="00D122D4"/>
    <w:rsid w:val="00D128C7"/>
    <w:rsid w:val="00D13914"/>
    <w:rsid w:val="00D1561C"/>
    <w:rsid w:val="00D15885"/>
    <w:rsid w:val="00D17A59"/>
    <w:rsid w:val="00D17C73"/>
    <w:rsid w:val="00D20841"/>
    <w:rsid w:val="00D21686"/>
    <w:rsid w:val="00D248AD"/>
    <w:rsid w:val="00D24BB2"/>
    <w:rsid w:val="00D25612"/>
    <w:rsid w:val="00D25966"/>
    <w:rsid w:val="00D25E39"/>
    <w:rsid w:val="00D262F7"/>
    <w:rsid w:val="00D3045E"/>
    <w:rsid w:val="00D32B52"/>
    <w:rsid w:val="00D32E37"/>
    <w:rsid w:val="00D33A93"/>
    <w:rsid w:val="00D34418"/>
    <w:rsid w:val="00D36D3D"/>
    <w:rsid w:val="00D421DE"/>
    <w:rsid w:val="00D42AB6"/>
    <w:rsid w:val="00D433E6"/>
    <w:rsid w:val="00D44A96"/>
    <w:rsid w:val="00D47B34"/>
    <w:rsid w:val="00D50093"/>
    <w:rsid w:val="00D50811"/>
    <w:rsid w:val="00D518A6"/>
    <w:rsid w:val="00D55799"/>
    <w:rsid w:val="00D61343"/>
    <w:rsid w:val="00D61A3A"/>
    <w:rsid w:val="00D62183"/>
    <w:rsid w:val="00D623E7"/>
    <w:rsid w:val="00D62D52"/>
    <w:rsid w:val="00D64AA2"/>
    <w:rsid w:val="00D65539"/>
    <w:rsid w:val="00D65AC4"/>
    <w:rsid w:val="00D66060"/>
    <w:rsid w:val="00D66785"/>
    <w:rsid w:val="00D672A3"/>
    <w:rsid w:val="00D70AC4"/>
    <w:rsid w:val="00D70CE4"/>
    <w:rsid w:val="00D72B66"/>
    <w:rsid w:val="00D738EC"/>
    <w:rsid w:val="00D73DC4"/>
    <w:rsid w:val="00D85F5B"/>
    <w:rsid w:val="00D904DD"/>
    <w:rsid w:val="00D90519"/>
    <w:rsid w:val="00D910AC"/>
    <w:rsid w:val="00D9185C"/>
    <w:rsid w:val="00D91A32"/>
    <w:rsid w:val="00D91CE9"/>
    <w:rsid w:val="00D92D30"/>
    <w:rsid w:val="00D93DB3"/>
    <w:rsid w:val="00D94970"/>
    <w:rsid w:val="00D959BB"/>
    <w:rsid w:val="00D9648E"/>
    <w:rsid w:val="00D96FFC"/>
    <w:rsid w:val="00DA0B2B"/>
    <w:rsid w:val="00DA104E"/>
    <w:rsid w:val="00DA15CE"/>
    <w:rsid w:val="00DA1C3B"/>
    <w:rsid w:val="00DA2175"/>
    <w:rsid w:val="00DA2F75"/>
    <w:rsid w:val="00DA319A"/>
    <w:rsid w:val="00DA33AD"/>
    <w:rsid w:val="00DA4F13"/>
    <w:rsid w:val="00DA542B"/>
    <w:rsid w:val="00DA5A43"/>
    <w:rsid w:val="00DA5C6F"/>
    <w:rsid w:val="00DA7910"/>
    <w:rsid w:val="00DB0351"/>
    <w:rsid w:val="00DB2416"/>
    <w:rsid w:val="00DB2680"/>
    <w:rsid w:val="00DB2F71"/>
    <w:rsid w:val="00DB33A2"/>
    <w:rsid w:val="00DB4F1E"/>
    <w:rsid w:val="00DB5AEB"/>
    <w:rsid w:val="00DB6906"/>
    <w:rsid w:val="00DB6C4B"/>
    <w:rsid w:val="00DB7746"/>
    <w:rsid w:val="00DB7C2A"/>
    <w:rsid w:val="00DB7CA4"/>
    <w:rsid w:val="00DC069E"/>
    <w:rsid w:val="00DC2A88"/>
    <w:rsid w:val="00DC5216"/>
    <w:rsid w:val="00DC65B6"/>
    <w:rsid w:val="00DC6B5F"/>
    <w:rsid w:val="00DD185F"/>
    <w:rsid w:val="00DD2B75"/>
    <w:rsid w:val="00DD55D5"/>
    <w:rsid w:val="00DD5B25"/>
    <w:rsid w:val="00DD5FFD"/>
    <w:rsid w:val="00DE10CF"/>
    <w:rsid w:val="00DE14BC"/>
    <w:rsid w:val="00DE4C47"/>
    <w:rsid w:val="00DE581D"/>
    <w:rsid w:val="00DE69AF"/>
    <w:rsid w:val="00DE7893"/>
    <w:rsid w:val="00DF1231"/>
    <w:rsid w:val="00DF1616"/>
    <w:rsid w:val="00DF3DF5"/>
    <w:rsid w:val="00DF4539"/>
    <w:rsid w:val="00DF6862"/>
    <w:rsid w:val="00E0222A"/>
    <w:rsid w:val="00E0567A"/>
    <w:rsid w:val="00E10254"/>
    <w:rsid w:val="00E10642"/>
    <w:rsid w:val="00E121CD"/>
    <w:rsid w:val="00E16871"/>
    <w:rsid w:val="00E177F2"/>
    <w:rsid w:val="00E206CC"/>
    <w:rsid w:val="00E20B17"/>
    <w:rsid w:val="00E22BD2"/>
    <w:rsid w:val="00E23C52"/>
    <w:rsid w:val="00E24314"/>
    <w:rsid w:val="00E249F7"/>
    <w:rsid w:val="00E26465"/>
    <w:rsid w:val="00E26665"/>
    <w:rsid w:val="00E268F7"/>
    <w:rsid w:val="00E27212"/>
    <w:rsid w:val="00E32933"/>
    <w:rsid w:val="00E353DA"/>
    <w:rsid w:val="00E35442"/>
    <w:rsid w:val="00E37109"/>
    <w:rsid w:val="00E43124"/>
    <w:rsid w:val="00E448DE"/>
    <w:rsid w:val="00E44CB6"/>
    <w:rsid w:val="00E4525F"/>
    <w:rsid w:val="00E45734"/>
    <w:rsid w:val="00E45D02"/>
    <w:rsid w:val="00E46B48"/>
    <w:rsid w:val="00E55A4C"/>
    <w:rsid w:val="00E664A6"/>
    <w:rsid w:val="00E672A1"/>
    <w:rsid w:val="00E74B32"/>
    <w:rsid w:val="00E75A0A"/>
    <w:rsid w:val="00E760FF"/>
    <w:rsid w:val="00E80E47"/>
    <w:rsid w:val="00E814CF"/>
    <w:rsid w:val="00E81ED2"/>
    <w:rsid w:val="00E82F1C"/>
    <w:rsid w:val="00E834F7"/>
    <w:rsid w:val="00E83E5B"/>
    <w:rsid w:val="00E84C6D"/>
    <w:rsid w:val="00E85725"/>
    <w:rsid w:val="00E91E40"/>
    <w:rsid w:val="00E92A44"/>
    <w:rsid w:val="00E9516F"/>
    <w:rsid w:val="00E951B3"/>
    <w:rsid w:val="00E962A6"/>
    <w:rsid w:val="00E96987"/>
    <w:rsid w:val="00EA03F0"/>
    <w:rsid w:val="00EA0EB6"/>
    <w:rsid w:val="00EA1190"/>
    <w:rsid w:val="00EA129C"/>
    <w:rsid w:val="00EA181E"/>
    <w:rsid w:val="00EA1BE6"/>
    <w:rsid w:val="00EA2C71"/>
    <w:rsid w:val="00EA463A"/>
    <w:rsid w:val="00EA569A"/>
    <w:rsid w:val="00EA6A25"/>
    <w:rsid w:val="00EA6E0F"/>
    <w:rsid w:val="00EB0C2C"/>
    <w:rsid w:val="00EB275B"/>
    <w:rsid w:val="00EB5C1B"/>
    <w:rsid w:val="00EB5E14"/>
    <w:rsid w:val="00EC0AE7"/>
    <w:rsid w:val="00EC1CBC"/>
    <w:rsid w:val="00EC2B5C"/>
    <w:rsid w:val="00EC337F"/>
    <w:rsid w:val="00EC3649"/>
    <w:rsid w:val="00EC4426"/>
    <w:rsid w:val="00EC4A61"/>
    <w:rsid w:val="00EC4EF8"/>
    <w:rsid w:val="00EC5186"/>
    <w:rsid w:val="00EC5AF2"/>
    <w:rsid w:val="00EC79D6"/>
    <w:rsid w:val="00EC7B65"/>
    <w:rsid w:val="00ED09F0"/>
    <w:rsid w:val="00ED21CE"/>
    <w:rsid w:val="00ED425C"/>
    <w:rsid w:val="00ED65D8"/>
    <w:rsid w:val="00ED67BD"/>
    <w:rsid w:val="00ED6EDA"/>
    <w:rsid w:val="00ED763C"/>
    <w:rsid w:val="00EE179B"/>
    <w:rsid w:val="00EE2D44"/>
    <w:rsid w:val="00EE7C84"/>
    <w:rsid w:val="00EF202E"/>
    <w:rsid w:val="00EF5024"/>
    <w:rsid w:val="00EF5468"/>
    <w:rsid w:val="00EF7970"/>
    <w:rsid w:val="00F005EE"/>
    <w:rsid w:val="00F00BE4"/>
    <w:rsid w:val="00F00C9E"/>
    <w:rsid w:val="00F01016"/>
    <w:rsid w:val="00F0235E"/>
    <w:rsid w:val="00F042A2"/>
    <w:rsid w:val="00F05444"/>
    <w:rsid w:val="00F05ADB"/>
    <w:rsid w:val="00F066E3"/>
    <w:rsid w:val="00F10647"/>
    <w:rsid w:val="00F106AD"/>
    <w:rsid w:val="00F114BC"/>
    <w:rsid w:val="00F12482"/>
    <w:rsid w:val="00F12C91"/>
    <w:rsid w:val="00F14CA9"/>
    <w:rsid w:val="00F1529F"/>
    <w:rsid w:val="00F15A00"/>
    <w:rsid w:val="00F16F33"/>
    <w:rsid w:val="00F17E7A"/>
    <w:rsid w:val="00F22A2B"/>
    <w:rsid w:val="00F2432D"/>
    <w:rsid w:val="00F25168"/>
    <w:rsid w:val="00F26907"/>
    <w:rsid w:val="00F305A5"/>
    <w:rsid w:val="00F32304"/>
    <w:rsid w:val="00F32994"/>
    <w:rsid w:val="00F33505"/>
    <w:rsid w:val="00F36531"/>
    <w:rsid w:val="00F3765C"/>
    <w:rsid w:val="00F41A83"/>
    <w:rsid w:val="00F41AE5"/>
    <w:rsid w:val="00F41BAF"/>
    <w:rsid w:val="00F41D8D"/>
    <w:rsid w:val="00F4275E"/>
    <w:rsid w:val="00F436C5"/>
    <w:rsid w:val="00F460BD"/>
    <w:rsid w:val="00F460CE"/>
    <w:rsid w:val="00F4752D"/>
    <w:rsid w:val="00F502CD"/>
    <w:rsid w:val="00F50B51"/>
    <w:rsid w:val="00F50CD6"/>
    <w:rsid w:val="00F51F21"/>
    <w:rsid w:val="00F537DD"/>
    <w:rsid w:val="00F540FF"/>
    <w:rsid w:val="00F578E7"/>
    <w:rsid w:val="00F57A78"/>
    <w:rsid w:val="00F64C67"/>
    <w:rsid w:val="00F65259"/>
    <w:rsid w:val="00F72065"/>
    <w:rsid w:val="00F72DCD"/>
    <w:rsid w:val="00F750BB"/>
    <w:rsid w:val="00F76F27"/>
    <w:rsid w:val="00F7716D"/>
    <w:rsid w:val="00F77476"/>
    <w:rsid w:val="00F80B4E"/>
    <w:rsid w:val="00F814F0"/>
    <w:rsid w:val="00F81A6B"/>
    <w:rsid w:val="00F81DB5"/>
    <w:rsid w:val="00F81E76"/>
    <w:rsid w:val="00F83609"/>
    <w:rsid w:val="00F83CC8"/>
    <w:rsid w:val="00F854AD"/>
    <w:rsid w:val="00F868C1"/>
    <w:rsid w:val="00F86A1B"/>
    <w:rsid w:val="00F9199B"/>
    <w:rsid w:val="00F961E7"/>
    <w:rsid w:val="00FA0D74"/>
    <w:rsid w:val="00FA3264"/>
    <w:rsid w:val="00FA42BF"/>
    <w:rsid w:val="00FA5D24"/>
    <w:rsid w:val="00FA795C"/>
    <w:rsid w:val="00FB1B62"/>
    <w:rsid w:val="00FB2B62"/>
    <w:rsid w:val="00FB3B8B"/>
    <w:rsid w:val="00FB443E"/>
    <w:rsid w:val="00FB6C63"/>
    <w:rsid w:val="00FB6F23"/>
    <w:rsid w:val="00FC0AA2"/>
    <w:rsid w:val="00FC21DF"/>
    <w:rsid w:val="00FC2581"/>
    <w:rsid w:val="00FC25FF"/>
    <w:rsid w:val="00FC2606"/>
    <w:rsid w:val="00FC2EFD"/>
    <w:rsid w:val="00FC3002"/>
    <w:rsid w:val="00FC3524"/>
    <w:rsid w:val="00FD021E"/>
    <w:rsid w:val="00FD328D"/>
    <w:rsid w:val="00FD471E"/>
    <w:rsid w:val="00FD5414"/>
    <w:rsid w:val="00FD5772"/>
    <w:rsid w:val="00FD5E0B"/>
    <w:rsid w:val="00FD5FA9"/>
    <w:rsid w:val="00FD773E"/>
    <w:rsid w:val="00FD78EE"/>
    <w:rsid w:val="00FE2FC8"/>
    <w:rsid w:val="00FE376F"/>
    <w:rsid w:val="00FF1860"/>
    <w:rsid w:val="00FF5126"/>
    <w:rsid w:val="00FF5BE1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21E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E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2E84"/>
    <w:rPr>
      <w:color w:val="954F72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B9603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9603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hyperlink" Target="file:///D:\OneDrive\Documents\TCA\TCA%20TENANTS\HANGAR%20WAITING%20LIST\HANGAR%20WAITING%20LIST.xls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0B01E3"/>
    <w:rsid w:val="000B2281"/>
    <w:rsid w:val="000B678A"/>
    <w:rsid w:val="000D246A"/>
    <w:rsid w:val="000E2D6C"/>
    <w:rsid w:val="001474DB"/>
    <w:rsid w:val="001C4910"/>
    <w:rsid w:val="002D0010"/>
    <w:rsid w:val="00367FF1"/>
    <w:rsid w:val="003F0770"/>
    <w:rsid w:val="00432E84"/>
    <w:rsid w:val="00573E56"/>
    <w:rsid w:val="005C374C"/>
    <w:rsid w:val="005E6FB9"/>
    <w:rsid w:val="00627FD9"/>
    <w:rsid w:val="006A552B"/>
    <w:rsid w:val="007A0FE1"/>
    <w:rsid w:val="007B62C7"/>
    <w:rsid w:val="00806532"/>
    <w:rsid w:val="008718CC"/>
    <w:rsid w:val="008F0C48"/>
    <w:rsid w:val="009F4811"/>
    <w:rsid w:val="00A50D57"/>
    <w:rsid w:val="00AD758B"/>
    <w:rsid w:val="00B50350"/>
    <w:rsid w:val="00CC679E"/>
    <w:rsid w:val="00D14BB2"/>
    <w:rsid w:val="00DC5C71"/>
    <w:rsid w:val="00E036D0"/>
    <w:rsid w:val="00F56D8D"/>
    <w:rsid w:val="00FB3598"/>
    <w:rsid w:val="00FC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7FF1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2867606499F44D05AEE2E80279B61B26">
    <w:name w:val="2867606499F44D05AEE2E80279B61B26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</Template>
  <TotalTime>1</TotalTime>
  <Pages>4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July 9, 2024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Ross Statham</cp:lastModifiedBy>
  <cp:revision>2</cp:revision>
  <cp:lastPrinted>2022-09-13T16:31:00Z</cp:lastPrinted>
  <dcterms:created xsi:type="dcterms:W3CDTF">2024-07-05T19:40:00Z</dcterms:created>
  <dcterms:modified xsi:type="dcterms:W3CDTF">2024-07-05T19:40:00Z</dcterms:modified>
</cp:coreProperties>
</file>